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etterhead"/>
        <w:tblW w:w="9589" w:type="dxa"/>
        <w:tblLook w:val="04A0" w:firstRow="1" w:lastRow="0" w:firstColumn="1" w:lastColumn="0" w:noHBand="0" w:noVBand="1"/>
      </w:tblPr>
      <w:tblGrid>
        <w:gridCol w:w="2427"/>
        <w:gridCol w:w="7162"/>
      </w:tblGrid>
      <w:sdt>
        <w:sdtPr>
          <w:rPr>
            <w:sz w:val="16"/>
          </w:rPr>
          <w:alias w:val="EC Headers - Header"/>
          <w:tag w:val="A4pCgmOjXaoPaysOY21Ij7-5QkCVxYFQ4ANGFaoRKN4I2"/>
          <w:id w:val="1882596983"/>
        </w:sdtPr>
        <w:sdtContent>
          <w:tr w:rsidR="0010590B" w:rsidRPr="00912766" w14:paraId="716EEC7A" w14:textId="77777777" w:rsidTr="0018355F">
            <w:trPr>
              <w:trHeight w:val="1243"/>
            </w:trPr>
            <w:tc>
              <w:tcPr>
                <w:tcW w:w="2427" w:type="dxa"/>
              </w:tcPr>
              <w:p w14:paraId="5106F5F9" w14:textId="77777777" w:rsidR="0010590B" w:rsidRPr="00912766" w:rsidRDefault="007701A5">
                <w:pPr>
                  <w:pStyle w:val="ZFlag"/>
                </w:pPr>
                <w:r w:rsidRPr="00912766">
                  <w:rPr>
                    <w:noProof/>
                    <w:lang w:val="fr-BE" w:eastAsia="fr-BE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162" w:type="dxa"/>
              </w:tcPr>
              <w:p w14:paraId="13173989" w14:textId="77777777" w:rsidR="0010590B" w:rsidRPr="00912766" w:rsidRDefault="00000000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537D8D" w:rsidRPr="00912766">
                      <w:t>EUROPEAN COMMISSION</w:t>
                    </w:r>
                  </w:sdtContent>
                </w:sdt>
              </w:p>
              <w:p w14:paraId="7D06FBB5" w14:textId="77777777" w:rsidR="0010590B" w:rsidRPr="00912766" w:rsidRDefault="00000000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537D8D" w:rsidRPr="00912766">
                      <w:t>DIRECTORATE-GENERAL</w:t>
                    </w:r>
                  </w:sdtContent>
                </w:sdt>
              </w:p>
              <w:p w14:paraId="0FF33EC6" w14:textId="77777777" w:rsidR="0010590B" w:rsidRPr="00912766" w:rsidRDefault="00000000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537D8D" w:rsidRPr="00912766">
                      <w:t>TAXATION AND CUSTOMS UNION</w:t>
                    </w:r>
                  </w:sdtContent>
                </w:sdt>
              </w:p>
              <w:p w14:paraId="01BBFAB0" w14:textId="4487C038" w:rsidR="0010590B" w:rsidRPr="00912766" w:rsidRDefault="00000000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647966" w:rsidRPr="00912766">
                      <w:t>Digital D</w:t>
                    </w:r>
                    <w:r w:rsidR="00537D8D" w:rsidRPr="00912766">
                      <w:t>elivery of Customs and Taxation Policies</w:t>
                    </w:r>
                  </w:sdtContent>
                </w:sdt>
              </w:p>
              <w:p w14:paraId="238CF3BA" w14:textId="330F511B" w:rsidR="0010590B" w:rsidRPr="00912766" w:rsidRDefault="00000000" w:rsidP="00884EDE">
                <w:pPr>
                  <w:pStyle w:val="ZDGName"/>
                </w:pPr>
                <w:sdt>
                  <w:sdtPr>
                    <w:rPr>
                      <w:b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DC1C5D" w:rsidRPr="00912766">
                      <w:rPr>
                        <w:b/>
                      </w:rPr>
                      <w:t>Customs Systems</w:t>
                    </w:r>
                  </w:sdtContent>
                </w:sdt>
              </w:p>
            </w:tc>
          </w:tr>
        </w:sdtContent>
      </w:sdt>
    </w:tbl>
    <w:sdt>
      <w:sdtPr>
        <w:rPr>
          <w:kern w:val="0"/>
          <w:sz w:val="40"/>
        </w:rPr>
        <w:alias w:val="Titles - Title and Subtitle"/>
        <w:tag w:val="20VJyCZsNoL1O30TqXpiB2-kVgCMpw2xqUNygTR2zyFO4"/>
        <w:id w:val="1015114815"/>
      </w:sdtPr>
      <w:sdtContent>
        <w:p w14:paraId="47730738" w14:textId="332DE0A3" w:rsidR="0010590B" w:rsidRPr="002D0E91" w:rsidRDefault="00097E7B">
          <w:pPr>
            <w:pStyle w:val="Title"/>
          </w:pPr>
          <w:sdt>
            <w:sdtPr>
              <w:rPr>
                <w:sz w:val="40"/>
                <w:szCs w:val="40"/>
              </w:rPr>
              <w:id w:val="-403686101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<w:text w:multiLine="1"/>
            </w:sdtPr>
            <w:sdtContent>
              <w:r w:rsidRPr="00097E7B">
                <w:rPr>
                  <w:sz w:val="40"/>
                  <w:szCs w:val="40"/>
                </w:rPr>
                <w:t>DDN</w:t>
              </w:r>
              <w:r>
                <w:rPr>
                  <w:sz w:val="40"/>
                  <w:szCs w:val="40"/>
                </w:rPr>
                <w:t>X</w:t>
              </w:r>
              <w:r w:rsidRPr="00097E7B">
                <w:rPr>
                  <w:sz w:val="40"/>
                  <w:szCs w:val="40"/>
                </w:rPr>
                <w:t>A-5.15.2-v2.00 (based on CSE v51.8.6)</w:t>
              </w:r>
            </w:sdtContent>
          </w:sdt>
        </w:p>
        <w:p w14:paraId="22E8D5C6" w14:textId="669A44E8" w:rsidR="0010590B" w:rsidRPr="00912766" w:rsidRDefault="00000000" w:rsidP="00212AAF">
          <w:pPr>
            <w:pStyle w:val="SubTitle1"/>
          </w:pPr>
          <w:sdt>
            <w:sdtPr>
              <w:rPr>
                <w:sz w:val="44"/>
                <w:szCs w:val="44"/>
              </w:rPr>
              <w:id w:val="-426418183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  <w:text w:multiLine="1"/>
            </w:sdtPr>
            <w:sdtContent>
              <w:r w:rsidR="00394CAF" w:rsidRPr="00912766">
                <w:rPr>
                  <w:sz w:val="44"/>
                  <w:szCs w:val="44"/>
                </w:rPr>
                <w:t>Release Note</w:t>
              </w:r>
              <w:r w:rsidR="00097E7B">
                <w:rPr>
                  <w:sz w:val="44"/>
                  <w:szCs w:val="44"/>
                </w:rPr>
                <w:t xml:space="preserve"> to ECCG</w:t>
              </w:r>
            </w:sdtContent>
          </w:sdt>
        </w:p>
      </w:sdtContent>
    </w:sdt>
    <w:sdt>
      <w:sdt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6400" w:type="dxa"/>
            <w:tblLook w:val="04A0" w:firstRow="1" w:lastRow="0" w:firstColumn="1" w:lastColumn="0" w:noHBand="0" w:noVBand="1"/>
          </w:tblPr>
          <w:tblGrid>
            <w:gridCol w:w="2400"/>
            <w:gridCol w:w="4000"/>
          </w:tblGrid>
          <w:tr w:rsidR="0010590B" w:rsidRPr="00912766" w14:paraId="11B78396" w14:textId="77777777">
            <w:tc>
              <w:tcPr>
                <w:tcW w:w="2400" w:type="dxa"/>
              </w:tcPr>
              <w:p w14:paraId="595DCC05" w14:textId="3E9DF665" w:rsidR="0010590B" w:rsidRPr="00912766" w:rsidRDefault="00000000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537D8D" w:rsidRPr="00912766"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E68B367" w14:textId="6FE44C61" w:rsidR="0010590B" w:rsidRPr="00241E01" w:rsidRDefault="00000000" w:rsidP="004364D8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12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8E24C8">
                      <w:rPr>
                        <w:rStyle w:val="PlaceholderText"/>
                        <w:color w:val="auto"/>
                      </w:rPr>
                      <w:t>01/12/2023</w:t>
                    </w:r>
                  </w:sdtContent>
                </w:sdt>
              </w:p>
            </w:tc>
          </w:tr>
          <w:tr w:rsidR="00BD4AAD" w:rsidRPr="00912766" w14:paraId="71BAC00C" w14:textId="77777777">
            <w:tc>
              <w:tcPr>
                <w:tcW w:w="2400" w:type="dxa"/>
              </w:tcPr>
              <w:p w14:paraId="46FED22F" w14:textId="77432509" w:rsidR="00BD4AAD" w:rsidRPr="00912766" w:rsidRDefault="00BD4AAD">
                <w:r w:rsidRPr="00912766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CBEDF5E4BF5645B9841917C9A3C5796B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000" w:type="dxa"/>
                  </w:tcPr>
                  <w:p w14:paraId="38D22AA5" w14:textId="3D5099DB" w:rsidR="00BD4AAD" w:rsidRPr="00912766" w:rsidRDefault="00241E01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Submitted for information (SfI)</w:t>
                    </w:r>
                  </w:p>
                </w:tc>
              </w:sdtContent>
            </w:sdt>
          </w:tr>
          <w:tr w:rsidR="0010590B" w:rsidRPr="00912766" w14:paraId="770DF7C8" w14:textId="77777777">
            <w:tc>
              <w:tcPr>
                <w:tcW w:w="2400" w:type="dxa"/>
              </w:tcPr>
              <w:p w14:paraId="483FCD0F" w14:textId="77777777" w:rsidR="0010590B" w:rsidRPr="00912766" w:rsidRDefault="00000000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537D8D" w:rsidRPr="00912766"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52AAA1CC" w14:textId="58B4FFEA" w:rsidR="007050D7" w:rsidRPr="00912766" w:rsidRDefault="00000000" w:rsidP="00D0681F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097E7B">
                      <w:rPr>
                        <w:rStyle w:val="PlaceholderText"/>
                        <w:color w:val="auto"/>
                      </w:rPr>
                      <w:t>1</w:t>
                    </w:r>
                    <w:r w:rsidR="009C06FC">
                      <w:rPr>
                        <w:rStyle w:val="PlaceholderText"/>
                        <w:color w:val="auto"/>
                      </w:rPr>
                      <w:t>.0</w:t>
                    </w:r>
                    <w:r w:rsidR="00097E7B">
                      <w:rPr>
                        <w:rStyle w:val="PlaceholderText"/>
                        <w:color w:val="auto"/>
                      </w:rPr>
                      <w:t>0</w:t>
                    </w:r>
                    <w:r w:rsidR="009C06FC">
                      <w:rPr>
                        <w:rStyle w:val="PlaceholderText"/>
                        <w:color w:val="auto"/>
                      </w:rPr>
                      <w:t xml:space="preserve"> EN</w:t>
                    </w:r>
                  </w:sdtContent>
                </w:sdt>
              </w:p>
            </w:tc>
          </w:tr>
          <w:tr w:rsidR="0010590B" w:rsidRPr="00912766" w14:paraId="78BFA891" w14:textId="77777777">
            <w:tc>
              <w:tcPr>
                <w:tcW w:w="2400" w:type="dxa"/>
              </w:tcPr>
              <w:p w14:paraId="6DE7AA57" w14:textId="2E7480A6" w:rsidR="0010590B" w:rsidRPr="00912766" w:rsidRDefault="00000000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537D8D" w:rsidRPr="00912766"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6B7EC104" w14:textId="637800F7" w:rsidR="0010590B" w:rsidRPr="00C4228B" w:rsidRDefault="00000000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>
                    <w:rPr>
                      <w:color w:val="auto"/>
                    </w:rPr>
                  </w:sdtEndPr>
                  <w:sdtContent>
                    <w:r w:rsidR="00097E7B">
                      <w:t>DG TAXUD IT</w:t>
                    </w:r>
                  </w:sdtContent>
                </w:sdt>
              </w:p>
            </w:tc>
          </w:tr>
          <w:tr w:rsidR="0010590B" w:rsidRPr="00912766" w14:paraId="6F52AC17" w14:textId="77777777">
            <w:tc>
              <w:tcPr>
                <w:tcW w:w="2400" w:type="dxa"/>
              </w:tcPr>
              <w:p w14:paraId="53CD7672" w14:textId="77777777" w:rsidR="0010590B" w:rsidRPr="00912766" w:rsidRDefault="00000000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537D8D" w:rsidRPr="00912766"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0C45DD97" w14:textId="673BDA56" w:rsidR="0010590B" w:rsidRPr="00912766" w:rsidRDefault="00000000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Content>
                    <w:r w:rsidR="00417D3E" w:rsidRPr="00912766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10590B" w:rsidRPr="00912766" w14:paraId="617B2B57" w14:textId="77777777">
            <w:tc>
              <w:tcPr>
                <w:tcW w:w="2400" w:type="dxa"/>
              </w:tcPr>
              <w:p w14:paraId="154019AE" w14:textId="0C1AEFD6" w:rsidR="0010590B" w:rsidRPr="00912766" w:rsidRDefault="004B3DEF" w:rsidP="00922DBF">
                <w:r w:rsidRPr="00912766">
                  <w:t>Reference number:</w:t>
                </w:r>
              </w:p>
            </w:tc>
            <w:tc>
              <w:tcPr>
                <w:tcW w:w="4000" w:type="dxa"/>
              </w:tcPr>
              <w:p w14:paraId="5725D577" w14:textId="07E5001A" w:rsidR="00310AC7" w:rsidRPr="00787ED1" w:rsidRDefault="0002651B" w:rsidP="00B775C3">
                <w:pPr>
                  <w:jc w:val="left"/>
                  <w:rPr>
                    <w:lang w:val="en-US"/>
                  </w:rPr>
                </w:pPr>
                <w:r w:rsidRPr="00787ED1">
                  <w:rPr>
                    <w:lang w:val="en-US"/>
                  </w:rPr>
                  <w:t>DLV-259-6-6-1-</w:t>
                </w:r>
                <w:r w:rsidR="00002E47">
                  <w:rPr>
                    <w:lang w:val="en-US"/>
                  </w:rPr>
                  <w:t>84</w:t>
                </w:r>
              </w:p>
            </w:tc>
          </w:tr>
          <w:tr w:rsidR="005C3460" w:rsidRPr="00912766" w14:paraId="374AA003" w14:textId="77777777">
            <w:tc>
              <w:tcPr>
                <w:tcW w:w="2400" w:type="dxa"/>
              </w:tcPr>
              <w:p w14:paraId="4DE4E3D9" w14:textId="23329E12" w:rsidR="005C3460" w:rsidRPr="00912766" w:rsidRDefault="005C3460" w:rsidP="00445962">
                <w:pPr>
                  <w:rPr>
                    <w:szCs w:val="22"/>
                  </w:rPr>
                </w:pPr>
                <w:r w:rsidRPr="00912766">
                  <w:rPr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Cs w:val="22"/>
                  <w:lang w:eastAsia="en-US"/>
                </w:rPr>
                <w:alias w:val="Public"/>
                <w:tag w:val="Public"/>
                <w:id w:val="527069074"/>
                <w:placeholder>
                  <w:docPart w:val="14A2B3B4C7FE4B66AF49DB8FEDD4A64C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000" w:type="dxa"/>
                  </w:tcPr>
                  <w:p w14:paraId="6105D1B3" w14:textId="30A3E4D6" w:rsidR="005C3460" w:rsidRPr="00912766" w:rsidRDefault="00097E7B" w:rsidP="005C3460">
                    <w:pPr>
                      <w:spacing w:after="0" w:line="276" w:lineRule="auto"/>
                      <w:jc w:val="left"/>
                      <w:rPr>
                        <w:bCs/>
                        <w:szCs w:val="22"/>
                        <w:lang w:eastAsia="en-US"/>
                      </w:rPr>
                    </w:pPr>
                    <w:r>
                      <w:rPr>
                        <w:bCs/>
                        <w:szCs w:val="22"/>
                        <w:lang w:eastAsia="en-US"/>
                      </w:rPr>
                      <w:t>DG TAXUD external</w:t>
                    </w:r>
                  </w:p>
                </w:tc>
              </w:sdtContent>
            </w:sdt>
          </w:tr>
          <w:tr w:rsidR="00097E7B" w:rsidRPr="00912766" w14:paraId="627FF8E5" w14:textId="77777777">
            <w:tc>
              <w:tcPr>
                <w:tcW w:w="2400" w:type="dxa"/>
              </w:tcPr>
              <w:p w14:paraId="7B547DB5" w14:textId="23A53B83" w:rsidR="00097E7B" w:rsidRPr="00912766" w:rsidRDefault="00097E7B" w:rsidP="00097E7B">
                <w:pPr>
                  <w:rPr>
                    <w:szCs w:val="22"/>
                  </w:rPr>
                </w:pPr>
                <w:r w:rsidRPr="00912766">
                  <w:rPr>
                    <w:szCs w:val="22"/>
                  </w:rPr>
                  <w:t>Confidentiality:</w:t>
                </w:r>
              </w:p>
            </w:tc>
            <w:tc>
              <w:tcPr>
                <w:tcW w:w="4000" w:type="dxa"/>
              </w:tcPr>
              <w:p w14:paraId="736771A7" w14:textId="7484DF1C" w:rsidR="00097E7B" w:rsidRPr="00912766" w:rsidRDefault="00097E7B" w:rsidP="00097E7B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9065F25D64B04458B2C3200FA735B179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Publicly available (PA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>
                      <w:rPr>
                        <w:bCs/>
                        <w:szCs w:val="22"/>
                        <w:lang w:eastAsia="en-US"/>
                      </w:rPr>
                      <w:t>Publicly available (PA)</w:t>
                    </w:r>
                  </w:sdtContent>
                </w:sdt>
                <w:r w:rsidRPr="00F64B49">
                  <w:rPr>
                    <w:bCs/>
                    <w:szCs w:val="22"/>
                    <w:lang w:eastAsia="en-US"/>
                  </w:rPr>
                  <w:t xml:space="preserve"> </w:t>
                </w:r>
              </w:p>
            </w:tc>
          </w:tr>
        </w:tbl>
        <w:p w14:paraId="5061275A" w14:textId="77777777" w:rsidR="00310AC7" w:rsidRDefault="00310AC7"/>
        <w:p w14:paraId="77799620" w14:textId="6BEA2FB6" w:rsidR="00310AC7" w:rsidRDefault="00310AC7"/>
        <w:p w14:paraId="4D3AA523" w14:textId="4ED25E54" w:rsidR="0010590B" w:rsidRPr="00912766" w:rsidRDefault="00000000"/>
      </w:sdtContent>
    </w:sdt>
    <w:sdt>
      <w:sdtPr>
        <w:rPr>
          <w:rFonts w:ascii="Times New Roman" w:hAnsi="Times New Roman"/>
          <w:b w:val="0"/>
          <w:sz w:val="22"/>
        </w:rPr>
        <w:alias w:val="History Table"/>
        <w:tag w:val="PiT5cxNc44EbCTosFkXVi0"/>
        <w:id w:val="-914170639"/>
      </w:sdtPr>
      <w:sdtContent>
        <w:p w14:paraId="5DDE0535" w14:textId="5543EF7D" w:rsidR="00BC709B" w:rsidRPr="00912766" w:rsidRDefault="00BC709B" w:rsidP="008F6F83">
          <w:pPr>
            <w:pStyle w:val="HeadingTOC"/>
            <w:rPr>
              <w:rFonts w:ascii="Times New Roman" w:hAnsi="Times New Roman"/>
            </w:rPr>
          </w:pPr>
          <w:r w:rsidRPr="00912766">
            <w:rPr>
              <w:rFonts w:ascii="Times New Roman" w:hAnsi="Times New Roman"/>
              <w:noProof/>
              <w:lang w:val="fr-BE" w:eastAsia="fr-BE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0AAB080F" wp14:editId="5E60E1D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6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95A4AE" w14:textId="77777777" w:rsidR="004E0623" w:rsidRDefault="004E0623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AB080F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    <v:textbox>
                      <w:txbxContent>
                        <w:p w14:paraId="4C95A4AE" w14:textId="77777777" w:rsidR="004E0623" w:rsidRDefault="004E0623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912766">
            <w:rPr>
              <w:rFonts w:ascii="Times New Roman" w:eastAsia="Calibri" w:hAnsi="Times New Roman"/>
            </w:rPr>
            <w:t xml:space="preserve">Document </w:t>
          </w:r>
          <w:r w:rsidR="00C375AF" w:rsidRPr="00912766">
            <w:rPr>
              <w:rFonts w:ascii="Times New Roman" w:eastAsia="Calibri" w:hAnsi="Times New Roman"/>
            </w:rPr>
            <w:t>c</w:t>
          </w:r>
          <w:r w:rsidRPr="00912766">
            <w:rPr>
              <w:rFonts w:ascii="Times New Roman" w:eastAsia="Calibri" w:hAnsi="Times New Roman"/>
            </w:rPr>
            <w:t xml:space="preserve">ontrol </w:t>
          </w:r>
          <w:r w:rsidR="00C375AF" w:rsidRPr="00912766">
            <w:rPr>
              <w:rFonts w:ascii="Times New Roman" w:eastAsia="Calibri" w:hAnsi="Times New Roman"/>
            </w:rPr>
            <w:t>i</w:t>
          </w:r>
          <w:r w:rsidRPr="00912766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C709B" w:rsidRPr="00912766" w14:paraId="6BBA2F9C" w14:textId="77777777" w:rsidTr="00A168AD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97AA5C3" w14:textId="1E280BA3" w:rsidR="00BC709B" w:rsidRPr="00912766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135E5B5" w14:textId="77777777" w:rsidR="00BC709B" w:rsidRPr="00912766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C709B" w:rsidRPr="00912766" w14:paraId="7A5AAE0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0C17239" w14:textId="35C9FEE5" w:rsidR="00BC709B" w:rsidRPr="00912766" w:rsidRDefault="00AF2E57" w:rsidP="00AF2E57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lastRenderedPageBreak/>
                  <w:t>T</w:t>
                </w:r>
                <w:r w:rsidR="00C375AF" w:rsidRPr="00912766">
                  <w:rPr>
                    <w:b/>
                    <w:bCs/>
                    <w:sz w:val="20"/>
                    <w:szCs w:val="22"/>
                    <w:lang w:val="en-GB"/>
                  </w:rPr>
                  <w:t>itle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847ECF7" w14:textId="2DB0D3F3" w:rsidR="00BC709B" w:rsidRPr="00912766" w:rsidRDefault="00000000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Title"/>
                    <w:tag w:val="Title"/>
                    <w:id w:val="1713614540"/>
    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    <w:text w:multiLine="1"/>
                  </w:sdtPr>
                  <w:sdtContent>
                    <w:r w:rsidR="00097E7B">
                      <w:rPr>
                        <w:sz w:val="20"/>
                        <w:szCs w:val="22"/>
                      </w:rPr>
                      <w:t>DDNXA-5.15.2-v2.00 (based on CSE v51.8.6)</w:t>
                    </w:r>
                  </w:sdtContent>
                </w:sdt>
              </w:p>
            </w:tc>
          </w:tr>
          <w:tr w:rsidR="00BC709B" w:rsidRPr="00912766" w14:paraId="71A6B2A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3D30469" w14:textId="01D5E8F1" w:rsidR="00BC709B" w:rsidRPr="00912766" w:rsidRDefault="004B3DEF" w:rsidP="004B3DEF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>Sub</w:t>
                </w:r>
                <w:r w:rsidR="00C375AF" w:rsidRPr="00912766">
                  <w:rPr>
                    <w:b/>
                    <w:bCs/>
                    <w:sz w:val="20"/>
                    <w:szCs w:val="22"/>
                    <w:lang w:val="en-GB"/>
                  </w:rPr>
                  <w:t>title</w:t>
                </w:r>
              </w:p>
            </w:tc>
            <w:sdt>
              <w:sdtPr>
                <w:rPr>
                  <w:sz w:val="20"/>
                  <w:szCs w:val="22"/>
                </w:rPr>
                <w:alias w:val="Subject"/>
                <w:id w:val="505097928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tc>
                  <w:tcPr>
                    <w:tcW w:w="3414" w:type="pct"/>
                    <w:tcBorders>
                      <w:top w:val="single" w:sz="4" w:space="0" w:color="7F7F7F" w:themeColor="text1" w:themeTint="80"/>
                      <w:left w:val="single" w:sz="4" w:space="0" w:color="7F7F7F" w:themeColor="text1" w:themeTint="80"/>
                      <w:bottom w:val="single" w:sz="4" w:space="0" w:color="7F7F7F" w:themeColor="text1" w:themeTint="80"/>
                      <w:right w:val="single" w:sz="4" w:space="0" w:color="7F7F7F" w:themeColor="text1" w:themeTint="80"/>
                    </w:tcBorders>
                    <w:hideMark/>
                  </w:tcPr>
                  <w:p w14:paraId="515CD6BB" w14:textId="6E6871DF" w:rsidR="00BC709B" w:rsidRPr="00912766" w:rsidRDefault="00097E7B" w:rsidP="00C375AF">
                    <w:pPr>
                      <w:spacing w:after="0" w:line="276" w:lineRule="auto"/>
                      <w:jc w:val="left"/>
                      <w:rPr>
                        <w:color w:val="385623" w:themeColor="accent6" w:themeShade="80"/>
                        <w:sz w:val="20"/>
                        <w:szCs w:val="22"/>
                        <w:lang w:val="en-GB"/>
                      </w:rPr>
                    </w:pPr>
                    <w:r>
                      <w:rPr>
                        <w:sz w:val="20"/>
                        <w:szCs w:val="22"/>
                      </w:rPr>
                      <w:t>Release Note to ECCG</w:t>
                    </w:r>
                  </w:p>
                </w:tc>
              </w:sdtContent>
            </w:sdt>
          </w:tr>
          <w:tr w:rsidR="00BC709B" w:rsidRPr="00912766" w14:paraId="241148E9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3218286" w14:textId="2095C30B" w:rsidR="00BC709B" w:rsidRPr="00912766" w:rsidRDefault="00393CA0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sz w:val="20"/>
                    <w:szCs w:val="22"/>
                    <w:lang w:val="en-GB"/>
                  </w:rPr>
                  <w:t>A</w:t>
                </w:r>
                <w:r w:rsidR="00C375AF" w:rsidRPr="00912766">
                  <w:rPr>
                    <w:b/>
                    <w:sz w:val="20"/>
                    <w:szCs w:val="22"/>
                    <w:lang w:val="en-GB"/>
                  </w:rPr>
                  <w:t>uthor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79902E7" w14:textId="18FD4566" w:rsidR="00BC709B" w:rsidRPr="00912766" w:rsidRDefault="00000000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Author"/>
                    <w:tag w:val="Author"/>
                    <w:id w:val="-2064014578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097E7B">
                      <w:rPr>
                        <w:sz w:val="20"/>
                        <w:szCs w:val="22"/>
                      </w:rPr>
                      <w:t>DG TAXUD IT</w:t>
                    </w:r>
                  </w:sdtContent>
                </w:sdt>
              </w:p>
            </w:tc>
          </w:tr>
          <w:tr w:rsidR="00BC709B" w:rsidRPr="00912766" w14:paraId="0F65930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626E930" w14:textId="1711D76F" w:rsidR="00BC709B" w:rsidRPr="00912766" w:rsidRDefault="00BC709B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 xml:space="preserve">Project </w:t>
                </w:r>
                <w:r w:rsidR="00C375AF" w:rsidRPr="00912766">
                  <w:rPr>
                    <w:b/>
                    <w:bCs/>
                    <w:sz w:val="20"/>
                    <w:szCs w:val="22"/>
                    <w:lang w:val="en-GB"/>
                  </w:rPr>
                  <w:t>owner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DCCA868" w14:textId="6B76549F" w:rsidR="00BC709B" w:rsidRPr="00912766" w:rsidRDefault="001C38B4" w:rsidP="00D639F6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AB4668">
                  <w:rPr>
                    <w:sz w:val="20"/>
                    <w:szCs w:val="22"/>
                    <w:lang w:eastAsia="en-GB"/>
                  </w:rPr>
                  <w:t>Head of Unit of DG TAXUD Unit</w:t>
                </w:r>
                <w:r>
                  <w:rPr>
                    <w:sz w:val="20"/>
                    <w:szCs w:val="22"/>
                    <w:lang w:eastAsia="en-GB"/>
                  </w:rPr>
                  <w:t xml:space="preserve"> </w:t>
                </w:r>
                <w:r w:rsidRPr="00AB4668">
                  <w:rPr>
                    <w:sz w:val="20"/>
                    <w:szCs w:val="22"/>
                    <w:lang w:eastAsia="en-GB"/>
                  </w:rPr>
                  <w:t>B1 Process and Data, Customer Relationship and Planning</w:t>
                </w:r>
              </w:p>
            </w:tc>
          </w:tr>
          <w:tr w:rsidR="00BC709B" w:rsidRPr="00912766" w14:paraId="2BC473EB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46C6F11A" w14:textId="656392D3" w:rsidR="00BC709B" w:rsidRPr="00912766" w:rsidRDefault="00BC709B" w:rsidP="00C375AF">
                <w:pPr>
                  <w:spacing w:after="0" w:line="276" w:lineRule="auto"/>
                  <w:jc w:val="left"/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</w:pPr>
                <w:r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Solution </w:t>
                </w:r>
                <w:r w:rsidR="00C375AF"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provider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91C3FB2" w14:textId="4FC5B257" w:rsidR="00BC709B" w:rsidRPr="00912766" w:rsidRDefault="00D22018" w:rsidP="00262E23">
                <w:pPr>
                  <w:spacing w:after="0" w:line="276" w:lineRule="auto"/>
                  <w:jc w:val="left"/>
                  <w:rPr>
                    <w:rFonts w:eastAsia="PMingLiU"/>
                    <w:color w:val="984806"/>
                    <w:sz w:val="20"/>
                    <w:szCs w:val="22"/>
                    <w:lang w:val="en-GB"/>
                  </w:rPr>
                </w:pPr>
                <w:r w:rsidRPr="00912766">
                  <w:rPr>
                    <w:sz w:val="20"/>
                    <w:szCs w:val="22"/>
                    <w:lang w:val="en-GB"/>
                  </w:rPr>
                  <w:t xml:space="preserve">DG TAXUD </w:t>
                </w:r>
                <w:r w:rsidR="00262E23" w:rsidRPr="00912766">
                  <w:rPr>
                    <w:sz w:val="20"/>
                    <w:szCs w:val="22"/>
                    <w:lang w:val="en-GB"/>
                  </w:rPr>
                  <w:t>Unit</w:t>
                </w:r>
                <w:r w:rsidR="00262E23" w:rsidRPr="00912766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1903902357"/>
                    <w:placeholder>
                      <w:docPart w:val="56924AA6E6FF4A12AC8406080F42D88A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Content>
                    <w:r w:rsidR="005310A8" w:rsidRPr="00912766">
                      <w:rPr>
                        <w:sz w:val="20"/>
                      </w:rPr>
                      <w:t>B3 Customs Systems</w:t>
                    </w:r>
                  </w:sdtContent>
                </w:sdt>
              </w:p>
            </w:tc>
          </w:tr>
          <w:tr w:rsidR="00BC709B" w:rsidRPr="00912766" w14:paraId="78093B0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416484F" w14:textId="5F944EDC" w:rsidR="00BC709B" w:rsidRPr="00912766" w:rsidRDefault="00B06CFE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DG </w:t>
                </w:r>
                <w:r w:rsidR="00C375AF"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TAXUD Project Manager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5E0B193" w14:textId="7356E1D9" w:rsidR="00BC709B" w:rsidRPr="00912766" w:rsidRDefault="005310A8" w:rsidP="007A1170">
                <w:pPr>
                  <w:spacing w:after="0" w:line="276" w:lineRule="auto"/>
                  <w:jc w:val="left"/>
                  <w:rPr>
                    <w:rFonts w:eastAsia="PMingLiU"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912766">
                  <w:rPr>
                    <w:sz w:val="20"/>
                    <w:szCs w:val="22"/>
                    <w:lang w:val="en-GB"/>
                  </w:rPr>
                  <w:t>DG TAXUD Unit</w:t>
                </w:r>
                <w:r w:rsidRPr="00912766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2067982603"/>
                    <w:placeholder>
                      <w:docPart w:val="EF76024D598941F79FF3A9F856F28D25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Content>
                    <w:r w:rsidRPr="00912766">
                      <w:rPr>
                        <w:sz w:val="20"/>
                      </w:rPr>
                      <w:t>B3 Customs Systems</w:t>
                    </w:r>
                  </w:sdtContent>
                </w:sdt>
                <w:r w:rsidR="007A1170" w:rsidRPr="00912766">
                  <w:rPr>
                    <w:sz w:val="20"/>
                    <w:szCs w:val="22"/>
                    <w:lang w:val="en-GB"/>
                  </w:rPr>
                  <w:t xml:space="preserve"> </w:t>
                </w:r>
              </w:p>
            </w:tc>
          </w:tr>
          <w:tr w:rsidR="00BC709B" w:rsidRPr="00912766" w14:paraId="1392055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52B5C15" w14:textId="516BB8D2" w:rsidR="00BC709B" w:rsidRPr="00912766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  <w:t>Version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785CEF" w14:textId="23F1FE7E" w:rsidR="00BC709B" w:rsidRPr="00912766" w:rsidRDefault="00000000" w:rsidP="0004374A">
                <w:pPr>
                  <w:spacing w:after="0" w:line="276" w:lineRule="auto"/>
                  <w:jc w:val="left"/>
                  <w:rPr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Version"/>
                    <w:id w:val="135308593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097E7B">
                      <w:rPr>
                        <w:sz w:val="20"/>
                        <w:szCs w:val="22"/>
                      </w:rPr>
                      <w:t>1.00 EN</w:t>
                    </w:r>
                  </w:sdtContent>
                </w:sdt>
              </w:p>
            </w:tc>
          </w:tr>
          <w:tr w:rsidR="00BC709B" w:rsidRPr="00912766" w14:paraId="05FE1E1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3E4474D" w14:textId="37BA2AD3" w:rsidR="00BC709B" w:rsidRPr="00912766" w:rsidRDefault="00767150" w:rsidP="00767150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>Confidentiality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7904D9B" w14:textId="70E81636" w:rsidR="007A5029" w:rsidRPr="00912766" w:rsidRDefault="00000000" w:rsidP="00D049F7">
                <w:pPr>
                  <w:spacing w:after="0" w:line="276" w:lineRule="auto"/>
                  <w:jc w:val="left"/>
                  <w:rPr>
                    <w:bCs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bCs/>
                      <w:sz w:val="20"/>
                      <w:szCs w:val="22"/>
                    </w:rPr>
                    <w:alias w:val="Confidentiality"/>
                    <w:tag w:val="Confidentiality"/>
                    <w:id w:val="1024136762"/>
                    <w:placeholder>
                      <w:docPart w:val="1866B1A630FB44839D5223178487B800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Publicly available (PA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097E7B">
                      <w:rPr>
                        <w:bCs/>
                        <w:sz w:val="20"/>
                        <w:szCs w:val="22"/>
                      </w:rPr>
                      <w:t>Publicly available (PA)</w:t>
                    </w:r>
                  </w:sdtContent>
                </w:sdt>
              </w:p>
            </w:tc>
          </w:tr>
          <w:tr w:rsidR="00BC709B" w:rsidRPr="00912766" w14:paraId="7619FB2A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0D4DF41" w14:textId="08912201" w:rsidR="00BC709B" w:rsidRPr="00912766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>Date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1856901" w14:textId="7A0B0872" w:rsidR="00BC709B" w:rsidRPr="00912766" w:rsidRDefault="00000000" w:rsidP="00F13F74">
                <w:pPr>
                  <w:spacing w:after="0" w:line="276" w:lineRule="auto"/>
                  <w:jc w:val="left"/>
                  <w:rPr>
                    <w:rFonts w:eastAsia="PMingLiU"/>
                    <w:bCs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rStyle w:val="PlaceholderText"/>
                      <w:color w:val="auto"/>
                      <w:sz w:val="20"/>
                    </w:rPr>
                    <w:alias w:val="Date"/>
                    <w:tag w:val="Date"/>
                    <w:id w:val="-1823420915"/>
                    <w:dataBinding w:xpath="/EurolookProperties/DocumentDate" w:storeItemID="{D3EA5527-7367-4268-9D83-5125C98D0ED2}"/>
                    <w:date w:fullDate="2023-12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8E24C8">
                      <w:rPr>
                        <w:rStyle w:val="PlaceholderText"/>
                        <w:color w:val="auto"/>
                        <w:sz w:val="20"/>
                        <w:lang w:val="en-GB"/>
                      </w:rPr>
                      <w:t>01/12/2023</w:t>
                    </w:r>
                  </w:sdtContent>
                </w:sdt>
              </w:p>
            </w:tc>
          </w:tr>
        </w:tbl>
        <w:p w14:paraId="10B3ABD9" w14:textId="4EB84FBC" w:rsidR="006B7047" w:rsidRPr="00912766" w:rsidRDefault="006B7047" w:rsidP="004057B7">
          <w:pPr>
            <w:rPr>
              <w:rFonts w:eastAsia="Calibri"/>
            </w:rPr>
          </w:pPr>
        </w:p>
        <w:p w14:paraId="22B8A73F" w14:textId="4E3923CB" w:rsidR="00B20B5B" w:rsidRPr="00912766" w:rsidRDefault="00B20B5B" w:rsidP="00E92EE9">
          <w:pPr>
            <w:pStyle w:val="HeadingTOC"/>
            <w:rPr>
              <w:rFonts w:ascii="Times New Roman" w:eastAsia="Calibri" w:hAnsi="Times New Roman"/>
            </w:rPr>
          </w:pPr>
          <w:r w:rsidRPr="00912766">
            <w:rPr>
              <w:rFonts w:ascii="Times New Roman" w:hAnsi="Times New Roman"/>
              <w:noProof/>
              <w:lang w:val="fr-BE" w:eastAsia="fr-BE"/>
            </w:rPr>
            <mc:AlternateContent>
              <mc:Choice Requires="wps">
                <w:drawing>
                  <wp:anchor distT="0" distB="0" distL="114300" distR="114300" simplePos="0" relativeHeight="251658241" behindDoc="1" locked="0" layoutInCell="1" allowOverlap="1" wp14:anchorId="0A788322" wp14:editId="4C4B6C45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7" name="Rectangl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8E378F" w14:textId="77777777" w:rsidR="004E0623" w:rsidRDefault="004E0623" w:rsidP="00B20B5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788322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    <v:textbox>
                      <w:txbxContent>
                        <w:p w14:paraId="0B8E378F" w14:textId="77777777" w:rsidR="004E0623" w:rsidRDefault="004E0623" w:rsidP="00B20B5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912766">
            <w:rPr>
              <w:rFonts w:ascii="Times New Roman" w:eastAsia="Calibri" w:hAnsi="Times New Roman"/>
            </w:rPr>
            <w:t>Contract information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20B5B" w:rsidRPr="00912766" w14:paraId="0C3F9C02" w14:textId="77777777" w:rsidTr="00A168AD">
            <w:trPr>
              <w:tblHeader/>
            </w:trPr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0F4CF4A" w14:textId="77777777" w:rsidR="00B20B5B" w:rsidRPr="00912766" w:rsidRDefault="00B20B5B" w:rsidP="00FE7A7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AC11496" w14:textId="77777777" w:rsidR="00B20B5B" w:rsidRPr="00912766" w:rsidRDefault="00B20B5B" w:rsidP="00FE7A7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7261C3" w:rsidRPr="00912766" w14:paraId="6E17F758" w14:textId="77777777" w:rsidTr="00FE7A7C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F50A036" w14:textId="77777777" w:rsidR="007261C3" w:rsidRPr="00912766" w:rsidRDefault="007261C3" w:rsidP="007261C3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lang w:val="en-GB"/>
                  </w:rPr>
                  <w:t>Framework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31F2D41" w14:textId="52438527" w:rsidR="007261C3" w:rsidRPr="007261C3" w:rsidRDefault="007261C3" w:rsidP="007261C3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787ED1">
                  <w:rPr>
                    <w:sz w:val="20"/>
                    <w:szCs w:val="22"/>
                  </w:rPr>
                  <w:t>TAXUD/2021/CC/162</w:t>
                </w:r>
              </w:p>
            </w:tc>
          </w:tr>
          <w:tr w:rsidR="007261C3" w:rsidRPr="00912766" w14:paraId="7F8E2042" w14:textId="77777777" w:rsidTr="00FE7A7C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2878D7EB" w14:textId="6601ACA9" w:rsidR="007261C3" w:rsidRPr="00912766" w:rsidRDefault="007261C3" w:rsidP="007261C3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lang w:val="en-GB"/>
                  </w:rPr>
                  <w:t xml:space="preserve">Specific Contract </w:t>
                </w:r>
                <w:r w:rsidRPr="00912766">
                  <w:rPr>
                    <w:b/>
                    <w:bCs/>
                    <w:sz w:val="20"/>
                    <w:szCs w:val="20"/>
                    <w:lang w:val="en-GB"/>
                  </w:rPr>
                  <w:t>n°</w:t>
                </w:r>
                <w:r>
                  <w:rPr>
                    <w:b/>
                    <w:bCs/>
                    <w:sz w:val="20"/>
                    <w:szCs w:val="20"/>
                  </w:rPr>
                  <w:t>6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F000A0B" w14:textId="6949AF00" w:rsidR="007261C3" w:rsidRPr="007261C3" w:rsidRDefault="007261C3" w:rsidP="007261C3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787ED1">
                  <w:rPr>
                    <w:sz w:val="20"/>
                    <w:szCs w:val="22"/>
                  </w:rPr>
                  <w:t>TAXUD/2022/DE/119</w:t>
                </w:r>
              </w:p>
            </w:tc>
          </w:tr>
        </w:tbl>
        <w:p w14:paraId="26E6FC42" w14:textId="77777777" w:rsidR="000A79F0" w:rsidRPr="00912766" w:rsidRDefault="000A79F0" w:rsidP="000A79F0">
          <w:pPr>
            <w:pStyle w:val="HeadingTOC"/>
            <w:jc w:val="left"/>
            <w:rPr>
              <w:rFonts w:ascii="Times New Roman" w:hAnsi="Times New Roman"/>
              <w:sz w:val="22"/>
              <w:szCs w:val="22"/>
            </w:rPr>
          </w:pPr>
        </w:p>
        <w:p w14:paraId="6D474135" w14:textId="77777777" w:rsidR="00536B3D" w:rsidRPr="000440E2" w:rsidRDefault="00536B3D" w:rsidP="00536B3D">
          <w:pPr>
            <w:spacing w:after="0" w:line="240" w:lineRule="auto"/>
            <w:jc w:val="center"/>
            <w:textAlignment w:val="baseline"/>
            <w:rPr>
              <w:b/>
              <w:bCs/>
              <w:sz w:val="18"/>
              <w:szCs w:val="18"/>
            </w:rPr>
          </w:pPr>
          <w:r w:rsidRPr="000440E2">
            <w:rPr>
              <w:b/>
              <w:bCs/>
              <w:sz w:val="32"/>
              <w:szCs w:val="32"/>
            </w:rPr>
            <w:t>Document history </w:t>
          </w:r>
        </w:p>
        <w:p w14:paraId="619D8829" w14:textId="77777777" w:rsidR="00536B3D" w:rsidRPr="000440E2" w:rsidRDefault="00536B3D" w:rsidP="00536B3D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szCs w:val="22"/>
            </w:rPr>
            <w:t>The document author is authorised to make the following types of changes to the document without requiring that the document be re-approved: </w:t>
          </w:r>
        </w:p>
        <w:p w14:paraId="737D7B1C" w14:textId="77777777" w:rsidR="00536B3D" w:rsidRPr="000440E2" w:rsidRDefault="00536B3D" w:rsidP="00536B3D">
          <w:pPr>
            <w:numPr>
              <w:ilvl w:val="0"/>
              <w:numId w:val="55"/>
            </w:numPr>
            <w:spacing w:after="0" w:line="240" w:lineRule="auto"/>
            <w:ind w:left="1080" w:firstLine="0"/>
            <w:textAlignment w:val="baseline"/>
            <w:rPr>
              <w:szCs w:val="22"/>
            </w:rPr>
          </w:pPr>
          <w:r w:rsidRPr="000440E2">
            <w:rPr>
              <w:szCs w:val="22"/>
            </w:rPr>
            <w:t xml:space="preserve">Editorial, formatting, and </w:t>
          </w:r>
          <w:proofErr w:type="gramStart"/>
          <w:r w:rsidRPr="000440E2">
            <w:rPr>
              <w:szCs w:val="22"/>
            </w:rPr>
            <w:t>spelling;</w:t>
          </w:r>
          <w:proofErr w:type="gramEnd"/>
          <w:r w:rsidRPr="000440E2">
            <w:rPr>
              <w:szCs w:val="22"/>
            </w:rPr>
            <w:t> </w:t>
          </w:r>
        </w:p>
        <w:p w14:paraId="2FE8E8CB" w14:textId="77777777" w:rsidR="00536B3D" w:rsidRPr="000440E2" w:rsidRDefault="00536B3D" w:rsidP="00536B3D">
          <w:pPr>
            <w:numPr>
              <w:ilvl w:val="0"/>
              <w:numId w:val="55"/>
            </w:numPr>
            <w:spacing w:after="0" w:line="240" w:lineRule="auto"/>
            <w:ind w:left="1080" w:firstLine="0"/>
            <w:textAlignment w:val="baseline"/>
            <w:rPr>
              <w:szCs w:val="22"/>
            </w:rPr>
          </w:pPr>
          <w:r w:rsidRPr="000440E2">
            <w:rPr>
              <w:szCs w:val="22"/>
            </w:rPr>
            <w:t>Clarification. </w:t>
          </w:r>
        </w:p>
        <w:p w14:paraId="153784E5" w14:textId="77777777" w:rsidR="00536B3D" w:rsidRPr="000440E2" w:rsidRDefault="00536B3D" w:rsidP="00536B3D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color w:val="000000"/>
              <w:szCs w:val="22"/>
            </w:rPr>
            <w:t>To request a change to this document, contact the document author or project owner. </w:t>
          </w:r>
        </w:p>
        <w:p w14:paraId="0DF2142B" w14:textId="77777777" w:rsidR="00536B3D" w:rsidRPr="000440E2" w:rsidRDefault="00536B3D" w:rsidP="00536B3D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color w:val="000000"/>
              <w:szCs w:val="22"/>
            </w:rPr>
            <w:t>Changes to this document are summarised in the table in reverse chronological order (latest version first). </w:t>
          </w:r>
        </w:p>
        <w:tbl>
          <w:tblPr>
            <w:tblW w:w="9030" w:type="dxa"/>
            <w:tbl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105"/>
            <w:gridCol w:w="1317"/>
            <w:gridCol w:w="4883"/>
            <w:gridCol w:w="887"/>
            <w:gridCol w:w="838"/>
          </w:tblGrid>
          <w:tr w:rsidR="004538F9" w:rsidRPr="000440E2" w14:paraId="1276D33E" w14:textId="77777777" w:rsidTr="00732C6A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1AFC7A55" w14:textId="50A7CB30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Version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62EDD802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Date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5984A95B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Description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5161DFB9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Action</w:t>
                </w:r>
                <w:r w:rsidRPr="000440E2">
                  <w:rPr>
                    <w:sz w:val="17"/>
                    <w:szCs w:val="17"/>
                    <w:vertAlign w:val="superscript"/>
                  </w:rPr>
                  <w:t>1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32D0A9FA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Section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</w:tr>
          <w:tr w:rsidR="0044300F" w:rsidRPr="000440E2" w14:paraId="6638D38B" w14:textId="77777777" w:rsidTr="00732C6A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4BE2986B" w14:textId="572DC928" w:rsidR="0044300F" w:rsidRPr="0032632C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1.00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4EFE2A26" w14:textId="128AEE0B" w:rsidR="0044300F" w:rsidRPr="0032632C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01</w:t>
                </w:r>
                <w:r w:rsidRPr="00332B8A">
                  <w:rPr>
                    <w:color w:val="000000"/>
                    <w:sz w:val="20"/>
                    <w:szCs w:val="20"/>
                  </w:rPr>
                  <w:t>/</w:t>
                </w:r>
                <w:r>
                  <w:rPr>
                    <w:color w:val="000000"/>
                    <w:sz w:val="20"/>
                    <w:szCs w:val="20"/>
                  </w:rPr>
                  <w:t>12</w:t>
                </w:r>
                <w:r w:rsidRPr="00332B8A">
                  <w:rPr>
                    <w:color w:val="000000"/>
                    <w:sz w:val="20"/>
                    <w:szCs w:val="20"/>
                  </w:rPr>
                  <w:t>/2023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07A3C628" w14:textId="76DAEA5E" w:rsidR="0044300F" w:rsidRPr="005D5B24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 w:rsidRPr="00332B8A">
                  <w:rPr>
                    <w:color w:val="000000"/>
                    <w:sz w:val="20"/>
                    <w:szCs w:val="20"/>
                  </w:rPr>
                  <w:t>Submitted for Information to ECCG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30F5918C" w14:textId="475E1833" w:rsidR="0044300F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7DD775B" w14:textId="7FD346B2" w:rsidR="0044300F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44300F" w:rsidRPr="000440E2" w14:paraId="2797C544" w14:textId="77777777" w:rsidTr="00732C6A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953B8BB" w14:textId="3323F597" w:rsidR="0044300F" w:rsidRPr="0032632C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 w:rsidRPr="0032632C">
                  <w:rPr>
                    <w:color w:val="000000"/>
                    <w:sz w:val="20"/>
                    <w:szCs w:val="20"/>
                  </w:rPr>
                  <w:t>0.05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7BE2C867" w14:textId="26B24318" w:rsidR="0044300F" w:rsidRPr="0032632C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 w:rsidRPr="0032632C">
                  <w:rPr>
                    <w:color w:val="000000"/>
                    <w:sz w:val="20"/>
                    <w:szCs w:val="20"/>
                  </w:rPr>
                  <w:t>01/12/2023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462F1BE4" w14:textId="6880653E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 w:rsidRPr="005D5B24">
                  <w:rPr>
                    <w:color w:val="000000"/>
                    <w:sz w:val="20"/>
                    <w:szCs w:val="20"/>
                  </w:rPr>
                  <w:t>Submitted for Information to DG TAXUD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184DD911" w14:textId="0574D2CC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7D8D0F7A" w14:textId="4D14938B" w:rsidR="0044300F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44300F" w:rsidRPr="000440E2" w14:paraId="517B1C89" w14:textId="77777777" w:rsidTr="00732C6A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7266B020" w14:textId="144FEABD" w:rsidR="0044300F" w:rsidRPr="005D5B24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 w:rsidRPr="005D5B24">
                  <w:rPr>
                    <w:color w:val="000000"/>
                    <w:sz w:val="20"/>
                    <w:szCs w:val="20"/>
                  </w:rPr>
                  <w:t>0.04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687FAC77" w14:textId="5E18E955" w:rsidR="0044300F" w:rsidRPr="005D5B24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 w:rsidRPr="005D5B24">
                  <w:rPr>
                    <w:color w:val="000000"/>
                    <w:sz w:val="20"/>
                    <w:szCs w:val="20"/>
                  </w:rPr>
                  <w:t>22/11/2023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0508405A" w14:textId="7CBC527E" w:rsidR="0044300F" w:rsidRPr="005D5B24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 w:rsidRPr="005D5B24">
                  <w:rPr>
                    <w:color w:val="000000"/>
                    <w:sz w:val="20"/>
                    <w:szCs w:val="20"/>
                  </w:rPr>
                  <w:t>Submitted for Information to DG TAXUD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28997E7C" w14:textId="5FB5AC33" w:rsidR="0044300F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239620F5" w14:textId="27383AE9" w:rsidR="0044300F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44300F" w:rsidRPr="000440E2" w14:paraId="4A6B9057" w14:textId="77777777" w:rsidTr="00732C6A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6A95813D" w14:textId="0F7F975D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 w:rsidRPr="005D5B24">
                  <w:rPr>
                    <w:color w:val="000000"/>
                    <w:sz w:val="20"/>
                    <w:szCs w:val="20"/>
                  </w:rPr>
                  <w:t>0.03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048BEA5D" w14:textId="712B24A7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 w:rsidRPr="005D5B24">
                  <w:rPr>
                    <w:color w:val="000000"/>
                    <w:sz w:val="20"/>
                    <w:szCs w:val="20"/>
                  </w:rPr>
                  <w:t>27/09/2023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06AAA62A" w14:textId="2B0E28F0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 w:rsidRPr="005D5B24">
                  <w:rPr>
                    <w:color w:val="000000"/>
                    <w:sz w:val="20"/>
                    <w:szCs w:val="20"/>
                  </w:rPr>
                  <w:t>Submitted for Information to DG TAXUD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BB54B75" w14:textId="534760CB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51CBC2B" w14:textId="1C8D8B73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b/>
                    <w:bCs/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44300F" w:rsidRPr="000440E2" w14:paraId="15C4A3F9" w14:textId="77777777" w:rsidTr="00732C6A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7E7F3F35" w14:textId="035503C1" w:rsidR="0044300F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0.02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72A8DFC5" w14:textId="47481435" w:rsidR="0044300F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27/07/2023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39D6ACC" w14:textId="3C764D8F" w:rsidR="0044300F" w:rsidRPr="000440E2" w:rsidRDefault="0044300F" w:rsidP="0044300F">
                <w:pPr>
                  <w:spacing w:after="0" w:line="240" w:lineRule="auto"/>
                  <w:textAlignment w:val="baseline"/>
                  <w:rPr>
                    <w:sz w:val="20"/>
                    <w:szCs w:val="20"/>
                  </w:rPr>
                </w:pPr>
                <w:r w:rsidRPr="000440E2">
                  <w:rPr>
                    <w:sz w:val="20"/>
                    <w:szCs w:val="20"/>
                  </w:rPr>
                  <w:t xml:space="preserve">Submitted for </w:t>
                </w:r>
                <w:r>
                  <w:rPr>
                    <w:sz w:val="20"/>
                    <w:szCs w:val="20"/>
                  </w:rPr>
                  <w:t>Information</w:t>
                </w:r>
                <w:r w:rsidRPr="000440E2">
                  <w:rPr>
                    <w:sz w:val="20"/>
                    <w:szCs w:val="20"/>
                  </w:rPr>
                  <w:t xml:space="preserve"> to DG TAXUD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916F30B" w14:textId="4E23EB3B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6076CC27" w14:textId="5C7B6FEA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44300F" w:rsidRPr="000440E2" w14:paraId="023D76D5" w14:textId="77777777" w:rsidTr="00732C6A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61140722" w14:textId="77777777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color w:val="000000"/>
                    <w:sz w:val="20"/>
                    <w:szCs w:val="20"/>
                  </w:rPr>
                  <w:t>0.01 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58628C2D" w14:textId="77777777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>
                  <w:rPr>
                    <w:sz w:val="20"/>
                    <w:szCs w:val="20"/>
                  </w:rPr>
                  <w:t>01</w:t>
                </w:r>
                <w:r w:rsidRPr="000440E2">
                  <w:rPr>
                    <w:sz w:val="20"/>
                    <w:szCs w:val="20"/>
                  </w:rPr>
                  <w:t>/</w:t>
                </w:r>
                <w:r>
                  <w:rPr>
                    <w:sz w:val="20"/>
                    <w:szCs w:val="20"/>
                  </w:rPr>
                  <w:t>02</w:t>
                </w:r>
                <w:r w:rsidRPr="000440E2">
                  <w:rPr>
                    <w:sz w:val="20"/>
                    <w:szCs w:val="20"/>
                  </w:rPr>
                  <w:t>/202</w:t>
                </w:r>
                <w:r>
                  <w:rPr>
                    <w:sz w:val="20"/>
                    <w:szCs w:val="20"/>
                  </w:rPr>
                  <w:t>3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57A8789B" w14:textId="77777777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sz w:val="20"/>
                    <w:szCs w:val="20"/>
                  </w:rPr>
                  <w:t>Initial draft 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7527BF7A" w14:textId="77777777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color w:val="000000"/>
                    <w:sz w:val="20"/>
                    <w:szCs w:val="20"/>
                  </w:rPr>
                  <w:t>I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10E99E1D" w14:textId="77777777" w:rsidR="0044300F" w:rsidRPr="000440E2" w:rsidRDefault="0044300F" w:rsidP="0044300F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</w:tbl>
        <w:p w14:paraId="1CAC1CA9" w14:textId="77777777" w:rsidR="00536B3D" w:rsidRPr="000440E2" w:rsidRDefault="00536B3D" w:rsidP="00536B3D">
          <w:pPr>
            <w:spacing w:after="0" w:line="240" w:lineRule="auto"/>
            <w:textAlignment w:val="baseline"/>
            <w:rPr>
              <w:sz w:val="18"/>
              <w:szCs w:val="18"/>
            </w:rPr>
          </w:pPr>
          <w:r w:rsidRPr="000440E2">
            <w:rPr>
              <w:sz w:val="16"/>
              <w:szCs w:val="16"/>
              <w:vertAlign w:val="superscript"/>
            </w:rPr>
            <w:t>1</w:t>
          </w:r>
          <w:r w:rsidRPr="000440E2">
            <w:rPr>
              <w:sz w:val="20"/>
              <w:szCs w:val="20"/>
            </w:rPr>
            <w:t xml:space="preserve"> Action: I=Insert R=Replace </w:t>
          </w:r>
        </w:p>
        <w:p w14:paraId="12FDA24A" w14:textId="77777777" w:rsidR="00536B3D" w:rsidRPr="0032632C" w:rsidRDefault="00536B3D" w:rsidP="000A79F0">
          <w:pPr>
            <w:pStyle w:val="HeadingTOC"/>
            <w:rPr>
              <w:rFonts w:ascii="Times New Roman" w:eastAsia="Calibri" w:hAnsi="Times New Roman"/>
              <w:lang w:val="el-GR"/>
            </w:rPr>
          </w:pPr>
        </w:p>
        <w:p w14:paraId="3CBEF31F" w14:textId="360C5AA1" w:rsidR="000A79F0" w:rsidRPr="00912766" w:rsidRDefault="000A79F0" w:rsidP="000A79F0">
          <w:pPr>
            <w:pStyle w:val="HeadingTOC"/>
            <w:rPr>
              <w:rFonts w:ascii="Times New Roman" w:eastAsia="Calibri" w:hAnsi="Times New Roman"/>
            </w:rPr>
          </w:pPr>
          <w:r w:rsidRPr="00912766">
            <w:rPr>
              <w:rFonts w:ascii="Times New Roman" w:eastAsia="Calibri" w:hAnsi="Times New Roman"/>
            </w:rPr>
            <w:t>Configuration management: document location</w:t>
          </w:r>
        </w:p>
        <w:p w14:paraId="74BBBDBA" w14:textId="223C39D0" w:rsidR="004364D8" w:rsidRPr="00912766" w:rsidRDefault="00000000" w:rsidP="004364D8">
          <w:pPr>
            <w:spacing w:after="0" w:line="276" w:lineRule="auto"/>
          </w:pPr>
          <w:sdt>
            <w:sdtPr>
              <w:rPr>
                <w:rFonts w:eastAsia="Calibri"/>
                <w:szCs w:val="22"/>
              </w:rPr>
              <w:id w:val="835106746"/>
              <w:placeholder>
                <w:docPart w:val="A82C2166D701472EBFE33700F4DE8240"/>
              </w:placeholder>
              <w:dropDownList>
                <w:listItem w:value="Select the applicable value about the location of the previously accepted version of this document here."/>
                <w:listItem w:displayText="The latest accepted version of this controlled document is stored on:" w:value="The latest accepted version of this controlled document is stored on:"/>
                <w:listItem w:displayText="No previously accepted version of this document exists." w:value="No previously accepted version of this document exists."/>
                <w:listItem w:displayText="Not applicable." w:value="Not applicable."/>
              </w:dropDownList>
            </w:sdtPr>
            <w:sdtContent>
              <w:r w:rsidR="001A4A17" w:rsidRPr="00912766">
                <w:rPr>
                  <w:rFonts w:eastAsia="Calibri"/>
                  <w:szCs w:val="22"/>
                </w:rPr>
                <w:t>No previously accepted version of this document exists.</w:t>
              </w:r>
            </w:sdtContent>
          </w:sdt>
        </w:p>
        <w:p w14:paraId="750E699C" w14:textId="447D3AAD" w:rsidR="00EF7016" w:rsidRPr="00912766" w:rsidRDefault="000A79F0" w:rsidP="000A79F0">
          <w:pPr>
            <w:spacing w:after="0" w:line="240" w:lineRule="auto"/>
            <w:jc w:val="left"/>
            <w:rPr>
              <w:color w:val="0000FF"/>
              <w:u w:val="single"/>
            </w:rPr>
          </w:pPr>
          <w:r w:rsidRPr="00912766">
            <w:rPr>
              <w:rStyle w:val="Hyperlink"/>
            </w:rPr>
            <w:br w:type="page"/>
          </w:r>
        </w:p>
      </w:sdtContent>
    </w:sdt>
    <w:sdt>
      <w:sdtPr>
        <w:rPr>
          <w:rFonts w:ascii="Times New Roman" w:hAnsi="Times New Roman"/>
          <w:b w:val="0"/>
          <w:sz w:val="22"/>
        </w:rPr>
        <w:alias w:val="Table of Contents"/>
        <w:tag w:val="eqT1QegFOKAi3zHpinqjV4"/>
        <w:id w:val="134919245"/>
      </w:sdtPr>
      <w:sdtContent>
        <w:p w14:paraId="201EFDD5" w14:textId="077A2C9E" w:rsidR="00000E2E" w:rsidRPr="00912766" w:rsidRDefault="00000000" w:rsidP="008F6F83">
          <w:pPr>
            <w:pStyle w:val="HeadingTOC"/>
            <w:rPr>
              <w:rFonts w:ascii="Times New Roman" w:hAnsi="Times New Roman"/>
            </w:rPr>
          </w:pPr>
          <w:sdt>
            <w:sdtPr>
              <w:rPr>
                <w:rFonts w:ascii="Times New Roman" w:hAnsi="Times New Roman"/>
              </w:rPr>
              <w:id w:val="921761996"/>
              <w:dataBinding w:xpath="/Texts/TOCHeading" w:storeItemID="{4EF90DE6-88B6-4264-9629-4D8DFDFE87D2}"/>
              <w:text w:multiLine="1"/>
            </w:sdtPr>
            <w:sdtContent>
              <w:r w:rsidR="00000E2E" w:rsidRPr="00912766">
                <w:rPr>
                  <w:rFonts w:ascii="Times New Roman" w:hAnsi="Times New Roman"/>
                </w:rPr>
                <w:t xml:space="preserve">Table of </w:t>
              </w:r>
              <w:r w:rsidR="00E1075B" w:rsidRPr="00912766">
                <w:rPr>
                  <w:rFonts w:ascii="Times New Roman" w:hAnsi="Times New Roman"/>
                </w:rPr>
                <w:t>c</w:t>
              </w:r>
              <w:r w:rsidR="00000E2E" w:rsidRPr="00912766">
                <w:rPr>
                  <w:rFonts w:ascii="Times New Roman" w:hAnsi="Times New Roman"/>
                </w:rPr>
                <w:t>ontents</w:t>
              </w:r>
            </w:sdtContent>
          </w:sdt>
        </w:p>
        <w:p w14:paraId="33312026" w14:textId="6E20D533" w:rsidR="009216E8" w:rsidRDefault="00EB17D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IE" w:eastAsia="en-IE"/>
            </w:rPr>
          </w:pPr>
          <w:r w:rsidRPr="00912766">
            <w:fldChar w:fldCharType="begin"/>
          </w:r>
          <w:r w:rsidRPr="00912766">
            <w:instrText xml:space="preserve"> TOC \o "1-3" \h \z \u </w:instrText>
          </w:r>
          <w:r w:rsidRPr="00912766">
            <w:fldChar w:fldCharType="separate"/>
          </w:r>
          <w:hyperlink w:anchor="_Toc152845335" w:history="1">
            <w:r w:rsidR="009216E8" w:rsidRPr="00BD5087">
              <w:rPr>
                <w:rStyle w:val="Hyperlink"/>
                <w:noProof/>
              </w:rPr>
              <w:t>1</w:t>
            </w:r>
            <w:r w:rsidR="009216E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IE" w:eastAsia="en-IE"/>
              </w:rPr>
              <w:tab/>
            </w:r>
            <w:r w:rsidR="009216E8" w:rsidRPr="00BD5087">
              <w:rPr>
                <w:rStyle w:val="Hyperlink"/>
                <w:noProof/>
              </w:rPr>
              <w:t>Introduction</w:t>
            </w:r>
            <w:r w:rsidR="009216E8">
              <w:rPr>
                <w:noProof/>
                <w:webHidden/>
              </w:rPr>
              <w:tab/>
            </w:r>
            <w:r w:rsidR="009216E8">
              <w:rPr>
                <w:noProof/>
                <w:webHidden/>
              </w:rPr>
              <w:fldChar w:fldCharType="begin"/>
            </w:r>
            <w:r w:rsidR="009216E8">
              <w:rPr>
                <w:noProof/>
                <w:webHidden/>
              </w:rPr>
              <w:instrText xml:space="preserve"> PAGEREF _Toc152845335 \h </w:instrText>
            </w:r>
            <w:r w:rsidR="009216E8">
              <w:rPr>
                <w:noProof/>
                <w:webHidden/>
              </w:rPr>
            </w:r>
            <w:r w:rsidR="009216E8">
              <w:rPr>
                <w:noProof/>
                <w:webHidden/>
              </w:rPr>
              <w:fldChar w:fldCharType="separate"/>
            </w:r>
            <w:r w:rsidR="009216E8">
              <w:rPr>
                <w:noProof/>
                <w:webHidden/>
              </w:rPr>
              <w:t>5</w:t>
            </w:r>
            <w:r w:rsidR="009216E8">
              <w:rPr>
                <w:noProof/>
                <w:webHidden/>
              </w:rPr>
              <w:fldChar w:fldCharType="end"/>
            </w:r>
          </w:hyperlink>
        </w:p>
        <w:p w14:paraId="7EAB2B57" w14:textId="415DF89F" w:rsidR="009216E8" w:rsidRDefault="009216E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IE" w:eastAsia="en-IE"/>
            </w:rPr>
          </w:pPr>
          <w:hyperlink w:anchor="_Toc152845336" w:history="1">
            <w:r w:rsidRPr="00BD5087">
              <w:rPr>
                <w:rStyle w:val="Hyperlink"/>
              </w:rPr>
              <w:t>1.1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</w:rPr>
              <w:t>Document purpose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_Toc152845336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7AAAB22" w14:textId="50679926" w:rsidR="009216E8" w:rsidRDefault="009216E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IE" w:eastAsia="en-IE"/>
            </w:rPr>
          </w:pPr>
          <w:hyperlink w:anchor="_Toc152845337" w:history="1">
            <w:r w:rsidRPr="00BD5087">
              <w:rPr>
                <w:rStyle w:val="Hyperlink"/>
              </w:rPr>
              <w:t>1.2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</w:rPr>
              <w:t>Target audience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_Toc152845337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973FB03" w14:textId="5824E82C" w:rsidR="009216E8" w:rsidRDefault="009216E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IE" w:eastAsia="en-IE"/>
            </w:rPr>
          </w:pPr>
          <w:hyperlink w:anchor="_Toc152845338" w:history="1">
            <w:r w:rsidRPr="00BD5087">
              <w:rPr>
                <w:rStyle w:val="Hyperlink"/>
              </w:rPr>
              <w:t>1.3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</w:rPr>
              <w:t>Scope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_Toc152845338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1717CC1" w14:textId="2CF9DB23" w:rsidR="009216E8" w:rsidRDefault="009216E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IE" w:eastAsia="en-IE"/>
            </w:rPr>
          </w:pPr>
          <w:hyperlink w:anchor="_Toc152845339" w:history="1">
            <w:r w:rsidRPr="00BD5087">
              <w:rPr>
                <w:rStyle w:val="Hyperlink"/>
              </w:rPr>
              <w:t>1.4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</w:rPr>
              <w:t>Structure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_Toc152845339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9CBC9B5" w14:textId="65B0F746" w:rsidR="009216E8" w:rsidRDefault="009216E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IE" w:eastAsia="en-IE"/>
            </w:rPr>
          </w:pPr>
          <w:hyperlink w:anchor="_Toc152845340" w:history="1">
            <w:r w:rsidRPr="00BD5087">
              <w:rPr>
                <w:rStyle w:val="Hyperlink"/>
              </w:rPr>
              <w:t>1.5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</w:rPr>
              <w:t>Reference documents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_Toc152845340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A061D8A" w14:textId="6931F69D" w:rsidR="009216E8" w:rsidRDefault="009216E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IE" w:eastAsia="en-IE"/>
            </w:rPr>
          </w:pPr>
          <w:hyperlink w:anchor="_Toc152845341" w:history="1">
            <w:r w:rsidRPr="00BD5087">
              <w:rPr>
                <w:rStyle w:val="Hyperlink"/>
              </w:rPr>
              <w:t>1.6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</w:rPr>
              <w:t>Applicable documents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_Toc152845341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7A8097A" w14:textId="31165086" w:rsidR="009216E8" w:rsidRDefault="009216E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IE" w:eastAsia="en-IE"/>
            </w:rPr>
          </w:pPr>
          <w:hyperlink w:anchor="_Toc152845342" w:history="1">
            <w:r w:rsidRPr="00BD5087">
              <w:rPr>
                <w:rStyle w:val="Hyperlink"/>
              </w:rPr>
              <w:t>1.7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</w:rPr>
              <w:t>Abbreviations &amp; acronyms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_Toc152845342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4807F10" w14:textId="6B158412" w:rsidR="009216E8" w:rsidRDefault="009216E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IE" w:eastAsia="en-IE"/>
            </w:rPr>
          </w:pPr>
          <w:hyperlink w:anchor="_Toc152845343" w:history="1">
            <w:r w:rsidRPr="00BD5087">
              <w:rPr>
                <w:rStyle w:val="Hyperlink"/>
                <w:bCs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  <w:bCs/>
                <w:noProof/>
              </w:rPr>
              <w:t>Delivery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_Toc152845343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75850" w14:textId="34259FA4" w:rsidR="009216E8" w:rsidRDefault="009216E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IE" w:eastAsia="en-IE"/>
            </w:rPr>
          </w:pPr>
          <w:hyperlink w:anchor="_Toc152845344" w:history="1">
            <w:r w:rsidRPr="00BD5087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  <w:noProof/>
              </w:rPr>
              <w:t>Release 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_Toc152845344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3C431" w14:textId="56B8BC28" w:rsidR="009216E8" w:rsidRDefault="009216E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IE" w:eastAsia="en-IE"/>
            </w:rPr>
          </w:pPr>
          <w:hyperlink w:anchor="_Toc152845345" w:history="1">
            <w:r w:rsidRPr="00BD5087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  <w:noProof/>
              </w:rPr>
              <w:t>Review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_Toc152845345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A3815" w14:textId="004556D6" w:rsidR="009216E8" w:rsidRDefault="009216E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IE" w:eastAsia="en-IE"/>
            </w:rPr>
          </w:pPr>
          <w:hyperlink w:anchor="_Toc152845346" w:history="1">
            <w:r w:rsidRPr="00BD5087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IE" w:eastAsia="en-IE"/>
              </w:rPr>
              <w:tab/>
            </w:r>
            <w:r w:rsidRPr="00BD5087">
              <w:rPr>
                <w:rStyle w:val="Hyperlink"/>
                <w:noProof/>
              </w:rPr>
              <w:t>Other Useful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_Toc152845346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63059" w14:textId="3AB664E1" w:rsidR="00000E2E" w:rsidRPr="00912766" w:rsidRDefault="00EB17D8">
          <w:r w:rsidRPr="00912766">
            <w:rPr>
              <w:sz w:val="20"/>
            </w:rPr>
            <w:fldChar w:fldCharType="end"/>
          </w:r>
          <w:r w:rsidR="00000E2E" w:rsidRPr="00912766">
            <w:br w:type="page"/>
          </w:r>
        </w:p>
      </w:sdtContent>
    </w:sdt>
    <w:p w14:paraId="3F59B5E7" w14:textId="1DF56352" w:rsidR="00060FDE" w:rsidRPr="00912766" w:rsidRDefault="00060FDE" w:rsidP="008F6F83">
      <w:pPr>
        <w:pStyle w:val="HeadingTOC"/>
        <w:rPr>
          <w:rFonts w:ascii="Times New Roman" w:hAnsi="Times New Roman"/>
        </w:rPr>
      </w:pPr>
      <w:r w:rsidRPr="00912766">
        <w:rPr>
          <w:rFonts w:ascii="Times New Roman" w:hAnsi="Times New Roman"/>
        </w:rPr>
        <w:lastRenderedPageBreak/>
        <w:t xml:space="preserve">List of </w:t>
      </w:r>
      <w:r w:rsidR="00C43437" w:rsidRPr="00912766">
        <w:rPr>
          <w:rFonts w:ascii="Times New Roman" w:hAnsi="Times New Roman"/>
        </w:rPr>
        <w:t>t</w:t>
      </w:r>
      <w:r w:rsidRPr="00912766">
        <w:rPr>
          <w:rFonts w:ascii="Times New Roman" w:hAnsi="Times New Roman"/>
        </w:rPr>
        <w:t>ables</w:t>
      </w:r>
    </w:p>
    <w:p w14:paraId="7D54274F" w14:textId="5A102455" w:rsidR="009216E8" w:rsidRDefault="00012202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r w:rsidRPr="00912766">
        <w:rPr>
          <w:lang w:val="en-GB"/>
        </w:rPr>
        <w:fldChar w:fldCharType="begin"/>
      </w:r>
      <w:r w:rsidRPr="00912766">
        <w:rPr>
          <w:lang w:val="en-GB"/>
        </w:rPr>
        <w:instrText xml:space="preserve"> TOC \h \z \c "Table" </w:instrText>
      </w:r>
      <w:r w:rsidRPr="00912766">
        <w:rPr>
          <w:lang w:val="en-GB"/>
        </w:rPr>
        <w:fldChar w:fldCharType="separate"/>
      </w:r>
      <w:hyperlink w:anchor="_Toc152845396" w:history="1">
        <w:r w:rsidR="009216E8" w:rsidRPr="00232145">
          <w:rPr>
            <w:rStyle w:val="Hyperlink"/>
            <w:noProof/>
          </w:rPr>
          <w:t>Table 1: Reference documents</w:t>
        </w:r>
        <w:r w:rsidR="009216E8">
          <w:rPr>
            <w:noProof/>
            <w:webHidden/>
          </w:rPr>
          <w:tab/>
        </w:r>
        <w:r w:rsidR="009216E8">
          <w:rPr>
            <w:noProof/>
            <w:webHidden/>
          </w:rPr>
          <w:fldChar w:fldCharType="begin"/>
        </w:r>
        <w:r w:rsidR="009216E8">
          <w:rPr>
            <w:noProof/>
            <w:webHidden/>
          </w:rPr>
          <w:instrText xml:space="preserve"> PAGEREF _Toc152845396 \h </w:instrText>
        </w:r>
        <w:r w:rsidR="009216E8">
          <w:rPr>
            <w:noProof/>
            <w:webHidden/>
          </w:rPr>
        </w:r>
        <w:r w:rsidR="009216E8">
          <w:rPr>
            <w:noProof/>
            <w:webHidden/>
          </w:rPr>
          <w:fldChar w:fldCharType="separate"/>
        </w:r>
        <w:r w:rsidR="009216E8">
          <w:rPr>
            <w:noProof/>
            <w:webHidden/>
          </w:rPr>
          <w:t>5</w:t>
        </w:r>
        <w:r w:rsidR="009216E8">
          <w:rPr>
            <w:noProof/>
            <w:webHidden/>
          </w:rPr>
          <w:fldChar w:fldCharType="end"/>
        </w:r>
      </w:hyperlink>
    </w:p>
    <w:p w14:paraId="20750739" w14:textId="105BF768" w:rsidR="009216E8" w:rsidRDefault="009216E8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hyperlink w:anchor="_Toc152845397" w:history="1">
        <w:r w:rsidRPr="00232145">
          <w:rPr>
            <w:rStyle w:val="Hyperlink"/>
            <w:noProof/>
          </w:rPr>
          <w:t>Table 2: Applicable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_Toc152845397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A2E38F" w14:textId="273BD1E3" w:rsidR="009216E8" w:rsidRDefault="009216E8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hyperlink w:anchor="_Toc152845398" w:history="1">
        <w:r w:rsidRPr="00232145">
          <w:rPr>
            <w:rStyle w:val="Hyperlink"/>
            <w:noProof/>
          </w:rPr>
          <w:t>Table 3: Abbreviations and acronyms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_Toc152845398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00B439" w14:textId="5F72DDFD" w:rsidR="009216E8" w:rsidRDefault="009216E8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hyperlink w:anchor="_Toc152845399" w:history="1">
        <w:r w:rsidRPr="00232145">
          <w:rPr>
            <w:rStyle w:val="Hyperlink"/>
            <w:noProof/>
          </w:rPr>
          <w:t>Table 4: Release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_Toc152845399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5FCC869" w14:textId="0E0ECF4B" w:rsidR="00D02BE5" w:rsidRPr="00912766" w:rsidRDefault="00012202" w:rsidP="00EC0230">
      <w:r w:rsidRPr="00912766">
        <w:rPr>
          <w:lang w:eastAsia="nl-NL"/>
        </w:rPr>
        <w:fldChar w:fldCharType="end"/>
      </w:r>
      <w:bookmarkStart w:id="0" w:name="_Toc486939097"/>
      <w:bookmarkStart w:id="1" w:name="_Ref488221223"/>
      <w:bookmarkStart w:id="2" w:name="_Toc496935248"/>
    </w:p>
    <w:p w14:paraId="659E407C" w14:textId="0D6EFD6C" w:rsidR="001F52A3" w:rsidRPr="00912766" w:rsidRDefault="001F52A3" w:rsidP="00212AAF">
      <w:r w:rsidRPr="00912766">
        <w:br w:type="page"/>
      </w:r>
    </w:p>
    <w:p w14:paraId="1EE38EA8" w14:textId="1A2C18B4" w:rsidR="00471835" w:rsidRPr="00912766" w:rsidRDefault="00471835" w:rsidP="00B20B5B">
      <w:pPr>
        <w:pStyle w:val="Heading1"/>
      </w:pPr>
      <w:bookmarkStart w:id="3" w:name="_Ref12270897"/>
      <w:bookmarkStart w:id="4" w:name="_Toc152845335"/>
      <w:bookmarkEnd w:id="0"/>
      <w:bookmarkEnd w:id="1"/>
      <w:bookmarkEnd w:id="2"/>
      <w:r w:rsidRPr="00912766">
        <w:lastRenderedPageBreak/>
        <w:t>Introduction</w:t>
      </w:r>
      <w:bookmarkEnd w:id="3"/>
      <w:bookmarkEnd w:id="4"/>
    </w:p>
    <w:p w14:paraId="452B3834" w14:textId="4A1A51DF" w:rsidR="00471835" w:rsidRPr="00912766" w:rsidRDefault="001F52A3" w:rsidP="00471835">
      <w:pPr>
        <w:pStyle w:val="Heading2"/>
      </w:pPr>
      <w:bookmarkStart w:id="5" w:name="_Toc152845336"/>
      <w:r w:rsidRPr="00912766">
        <w:t>Document p</w:t>
      </w:r>
      <w:r w:rsidR="00471835" w:rsidRPr="00912766">
        <w:t>urpose</w:t>
      </w:r>
      <w:bookmarkEnd w:id="5"/>
    </w:p>
    <w:p w14:paraId="4014D61E" w14:textId="00B9A6AF" w:rsidR="00CB6AD4" w:rsidRPr="00912766" w:rsidRDefault="00DF447F" w:rsidP="00EC0230">
      <w:r w:rsidRPr="00912766">
        <w:t xml:space="preserve">This document describes the </w:t>
      </w:r>
      <w:fldSimple w:instr=" DOCPROPERTY  Title ">
        <w:r w:rsidR="000847C5">
          <w:t>DDNXA-5.15.2-v2.00 (based on CSE v51.8.6)</w:t>
        </w:r>
      </w:fldSimple>
      <w:r w:rsidR="00AC6633" w:rsidRPr="00912766">
        <w:t xml:space="preserve"> </w:t>
      </w:r>
      <w:r w:rsidRPr="00912766">
        <w:t>release</w:t>
      </w:r>
      <w:r w:rsidR="00FA408F" w:rsidRPr="00912766">
        <w:t xml:space="preserve"> </w:t>
      </w:r>
      <w:r w:rsidR="002C029F">
        <w:t xml:space="preserve">note </w:t>
      </w:r>
      <w:r w:rsidR="00FA408F" w:rsidRPr="00912766">
        <w:t xml:space="preserve">submitted for </w:t>
      </w:r>
      <w:r w:rsidR="00B74437">
        <w:t>Information</w:t>
      </w:r>
      <w:r w:rsidR="001C2E82" w:rsidRPr="00912766">
        <w:t>,</w:t>
      </w:r>
      <w:r w:rsidRPr="00912766">
        <w:t xml:space="preserve"> in terms of delivered documentation artefacts in the release package, implemented changes, defects, review instructions and other useful information.</w:t>
      </w:r>
    </w:p>
    <w:p w14:paraId="3566FDC5" w14:textId="6ADF0D44" w:rsidR="00471835" w:rsidRPr="00912766" w:rsidRDefault="00471835" w:rsidP="00471835">
      <w:pPr>
        <w:pStyle w:val="Heading2"/>
      </w:pPr>
      <w:bookmarkStart w:id="6" w:name="_Toc152845337"/>
      <w:r w:rsidRPr="00912766">
        <w:t>Target audience</w:t>
      </w:r>
      <w:bookmarkEnd w:id="6"/>
    </w:p>
    <w:p w14:paraId="7D858C59" w14:textId="6F170297" w:rsidR="00471835" w:rsidRPr="00912766" w:rsidRDefault="00471835" w:rsidP="00471835">
      <w:pPr>
        <w:spacing w:before="120" w:line="240" w:lineRule="auto"/>
      </w:pPr>
      <w:r w:rsidRPr="00912766">
        <w:t>The target audience for this document includes:</w:t>
      </w:r>
    </w:p>
    <w:p w14:paraId="49BAE8AC" w14:textId="77777777" w:rsidR="00284D70" w:rsidRPr="00912766" w:rsidRDefault="003C7208" w:rsidP="003C7208">
      <w:pPr>
        <w:pStyle w:val="ListParagraph"/>
        <w:numPr>
          <w:ilvl w:val="0"/>
          <w:numId w:val="35"/>
        </w:numPr>
      </w:pPr>
      <w:r w:rsidRPr="00912766">
        <w:t xml:space="preserve">DG TAXUD project </w:t>
      </w:r>
      <w:proofErr w:type="gramStart"/>
      <w:r w:rsidRPr="00912766">
        <w:t>team;</w:t>
      </w:r>
      <w:proofErr w:type="gramEnd"/>
    </w:p>
    <w:p w14:paraId="7D230D8C" w14:textId="77777777" w:rsidR="000847C5" w:rsidRPr="00516932" w:rsidRDefault="000847C5" w:rsidP="000847C5">
      <w:pPr>
        <w:pStyle w:val="ListParagraph"/>
        <w:numPr>
          <w:ilvl w:val="0"/>
          <w:numId w:val="35"/>
        </w:numPr>
      </w:pPr>
      <w:r>
        <w:rPr>
          <w:lang w:val="en-US"/>
        </w:rPr>
        <w:t xml:space="preserve">All National Project </w:t>
      </w:r>
      <w:proofErr w:type="gramStart"/>
      <w:r>
        <w:rPr>
          <w:lang w:val="en-US"/>
        </w:rPr>
        <w:t>teams;</w:t>
      </w:r>
      <w:proofErr w:type="gramEnd"/>
    </w:p>
    <w:p w14:paraId="44CBB662" w14:textId="77777777" w:rsidR="000847C5" w:rsidRPr="004364D8" w:rsidRDefault="000847C5" w:rsidP="000847C5">
      <w:pPr>
        <w:pStyle w:val="ListParagraph"/>
        <w:numPr>
          <w:ilvl w:val="0"/>
          <w:numId w:val="35"/>
        </w:numPr>
      </w:pPr>
      <w:proofErr w:type="gramStart"/>
      <w:r>
        <w:rPr>
          <w:lang w:val="en-US"/>
        </w:rPr>
        <w:t>OLAF;</w:t>
      </w:r>
      <w:proofErr w:type="gramEnd"/>
    </w:p>
    <w:p w14:paraId="0B98C03A" w14:textId="1C30EF1E" w:rsidR="003C7208" w:rsidRPr="00912766" w:rsidRDefault="00873805" w:rsidP="00873805">
      <w:pPr>
        <w:pStyle w:val="ListParagraph"/>
        <w:numPr>
          <w:ilvl w:val="0"/>
          <w:numId w:val="35"/>
        </w:numPr>
      </w:pPr>
      <w:r w:rsidRPr="00912766">
        <w:t>Quality Assurance (QA</w:t>
      </w:r>
      <w:r w:rsidR="00040028">
        <w:t>C</w:t>
      </w:r>
      <w:proofErr w:type="gramStart"/>
      <w:r w:rsidRPr="00912766">
        <w:t>);</w:t>
      </w:r>
      <w:proofErr w:type="gramEnd"/>
    </w:p>
    <w:p w14:paraId="7E132DC2" w14:textId="0DD90770" w:rsidR="003C7208" w:rsidRPr="00912766" w:rsidRDefault="005B13F8" w:rsidP="003C7208">
      <w:pPr>
        <w:pStyle w:val="ListParagraph"/>
        <w:numPr>
          <w:ilvl w:val="0"/>
          <w:numId w:val="35"/>
        </w:numPr>
      </w:pPr>
      <w:r w:rsidRPr="00912766">
        <w:t>ITSM</w:t>
      </w:r>
      <w:r w:rsidR="00281B07" w:rsidRPr="00912766">
        <w:t>3</w:t>
      </w:r>
      <w:r w:rsidR="003C14A2">
        <w:t>-</w:t>
      </w:r>
      <w:r w:rsidRPr="00912766">
        <w:t>TES</w:t>
      </w:r>
      <w:r w:rsidR="000001D6" w:rsidRPr="00912766">
        <w:t>.</w:t>
      </w:r>
    </w:p>
    <w:p w14:paraId="34E1AD50" w14:textId="57A3DEF0" w:rsidR="001F52A3" w:rsidRPr="00912766" w:rsidRDefault="001F52A3" w:rsidP="001F52A3">
      <w:pPr>
        <w:pStyle w:val="Heading2"/>
      </w:pPr>
      <w:bookmarkStart w:id="7" w:name="_Toc152845338"/>
      <w:r w:rsidRPr="00912766">
        <w:t>Scope</w:t>
      </w:r>
      <w:bookmarkEnd w:id="7"/>
    </w:p>
    <w:p w14:paraId="25399549" w14:textId="2762FEA9" w:rsidR="00471835" w:rsidRPr="00912766" w:rsidRDefault="006A6640" w:rsidP="00EC0230">
      <w:r w:rsidRPr="00912766">
        <w:t xml:space="preserve">This document’s scope is limited to the </w:t>
      </w:r>
      <w:fldSimple w:instr=" DOCPROPERTY  Title ">
        <w:r w:rsidR="000847C5">
          <w:t>DDNXA-5.15.2-v2.00 (based on CSE v51.8.6)</w:t>
        </w:r>
      </w:fldSimple>
      <w:r w:rsidR="00B52B87" w:rsidRPr="00912766">
        <w:t xml:space="preserve"> </w:t>
      </w:r>
      <w:r w:rsidRPr="00912766">
        <w:t>release</w:t>
      </w:r>
      <w:r w:rsidR="002C029F">
        <w:t xml:space="preserve"> </w:t>
      </w:r>
      <w:r w:rsidRPr="00912766">
        <w:t>that is indicated in the title. Other releases have their own respective Release Notes.</w:t>
      </w:r>
    </w:p>
    <w:p w14:paraId="6CC33584" w14:textId="1FABAD80" w:rsidR="00471835" w:rsidRPr="00912766" w:rsidRDefault="00471835" w:rsidP="00471835">
      <w:pPr>
        <w:pStyle w:val="Heading2"/>
      </w:pPr>
      <w:bookmarkStart w:id="8" w:name="_Toc152845339"/>
      <w:r w:rsidRPr="00912766">
        <w:t>S</w:t>
      </w:r>
      <w:r w:rsidR="001F52A3" w:rsidRPr="00912766">
        <w:t>tructure</w:t>
      </w:r>
      <w:bookmarkEnd w:id="8"/>
    </w:p>
    <w:p w14:paraId="182BBF40" w14:textId="621517DD" w:rsidR="00090050" w:rsidRPr="00912766" w:rsidRDefault="00090050" w:rsidP="00090050">
      <w:pPr>
        <w:rPr>
          <w:lang w:eastAsia="nl-NL"/>
        </w:rPr>
      </w:pPr>
      <w:r w:rsidRPr="00912766">
        <w:rPr>
          <w:lang w:eastAsia="nl-NL"/>
        </w:rPr>
        <w:t>This document is organised as follows:</w:t>
      </w:r>
    </w:p>
    <w:p w14:paraId="7F6838C5" w14:textId="2C5CE968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="007750D4" w:rsidRPr="00912766">
        <w:rPr>
          <w:b/>
          <w:bCs/>
        </w:rPr>
        <w:fldChar w:fldCharType="begin"/>
      </w:r>
      <w:r w:rsidR="007750D4" w:rsidRPr="00912766">
        <w:rPr>
          <w:b/>
          <w:bCs/>
        </w:rPr>
        <w:instrText xml:space="preserve"> REF _Ref12270897 \n \h </w:instrText>
      </w:r>
      <w:r w:rsidR="00912766">
        <w:rPr>
          <w:b/>
          <w:bCs/>
        </w:rPr>
        <w:instrText xml:space="preserve"> \* MERGEFORMAT </w:instrText>
      </w:r>
      <w:r w:rsidR="007750D4" w:rsidRPr="00912766">
        <w:rPr>
          <w:b/>
          <w:bCs/>
        </w:rPr>
      </w:r>
      <w:r w:rsidR="007750D4" w:rsidRPr="00912766">
        <w:rPr>
          <w:b/>
          <w:bCs/>
        </w:rPr>
        <w:fldChar w:fldCharType="separate"/>
      </w:r>
      <w:r w:rsidR="00AB1108">
        <w:rPr>
          <w:b/>
          <w:bCs/>
        </w:rPr>
        <w:t>1</w:t>
      </w:r>
      <w:r w:rsidR="007750D4"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</w:t>
      </w:r>
      <w:r w:rsidRPr="00912766">
        <w:t xml:space="preserve">– </w:t>
      </w:r>
      <w:r w:rsidR="007750D4" w:rsidRPr="00912766">
        <w:rPr>
          <w:b/>
          <w:bCs/>
        </w:rPr>
        <w:fldChar w:fldCharType="begin"/>
      </w:r>
      <w:r w:rsidR="007750D4" w:rsidRPr="00912766">
        <w:rPr>
          <w:b/>
          <w:bCs/>
        </w:rPr>
        <w:instrText xml:space="preserve"> REF _Ref12270897 \h  \* MERGEFORMAT </w:instrText>
      </w:r>
      <w:r w:rsidR="007750D4" w:rsidRPr="00912766">
        <w:rPr>
          <w:b/>
          <w:bCs/>
        </w:rPr>
      </w:r>
      <w:r w:rsidR="007750D4"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Introduction</w:t>
      </w:r>
      <w:r w:rsidR="007750D4"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describes the scope and the objectives of the </w:t>
      </w:r>
      <w:proofErr w:type="gramStart"/>
      <w:r w:rsidRPr="00912766">
        <w:t>document;</w:t>
      </w:r>
      <w:proofErr w:type="gramEnd"/>
    </w:p>
    <w:p w14:paraId="5C56CFFB" w14:textId="3041C612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="007750D4" w:rsidRPr="00912766">
        <w:rPr>
          <w:b/>
          <w:bCs/>
        </w:rPr>
        <w:fldChar w:fldCharType="begin"/>
      </w:r>
      <w:r w:rsidR="007750D4" w:rsidRPr="00912766">
        <w:rPr>
          <w:b/>
          <w:bCs/>
        </w:rPr>
        <w:instrText xml:space="preserve"> REF _Ref42002982 \n \h </w:instrText>
      </w:r>
      <w:r w:rsidR="00912766">
        <w:rPr>
          <w:b/>
          <w:bCs/>
        </w:rPr>
        <w:instrText xml:space="preserve"> \* MERGEFORMAT </w:instrText>
      </w:r>
      <w:r w:rsidR="007750D4" w:rsidRPr="00912766">
        <w:rPr>
          <w:b/>
          <w:bCs/>
        </w:rPr>
      </w:r>
      <w:r w:rsidR="007750D4" w:rsidRPr="00912766">
        <w:rPr>
          <w:b/>
          <w:bCs/>
        </w:rPr>
        <w:fldChar w:fldCharType="separate"/>
      </w:r>
      <w:r w:rsidR="00AB1108">
        <w:rPr>
          <w:b/>
          <w:bCs/>
        </w:rPr>
        <w:t>2</w:t>
      </w:r>
      <w:r w:rsidR="007750D4"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</w:t>
      </w:r>
      <w:r w:rsidR="00CD73B0" w:rsidRPr="00912766">
        <w:rPr>
          <w:b/>
          <w:bCs/>
        </w:rPr>
        <w:t xml:space="preserve"> </w:t>
      </w:r>
      <w:r w:rsidR="00CD73B0" w:rsidRPr="00912766">
        <w:rPr>
          <w:b/>
          <w:bCs/>
        </w:rPr>
        <w:fldChar w:fldCharType="begin"/>
      </w:r>
      <w:r w:rsidR="00CD73B0" w:rsidRPr="00912766">
        <w:rPr>
          <w:b/>
          <w:bCs/>
        </w:rPr>
        <w:instrText xml:space="preserve"> REF _Ref42004275 \h  \* MERGEFORMAT </w:instrText>
      </w:r>
      <w:r w:rsidR="00CD73B0" w:rsidRPr="00912766">
        <w:rPr>
          <w:b/>
          <w:bCs/>
        </w:rPr>
      </w:r>
      <w:r w:rsidR="00CD73B0"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Delivery contents</w:t>
      </w:r>
      <w:r w:rsidR="00CD73B0"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describes the contents of the release </w:t>
      </w:r>
      <w:proofErr w:type="gramStart"/>
      <w:r w:rsidRPr="00912766">
        <w:t>package;</w:t>
      </w:r>
      <w:proofErr w:type="gramEnd"/>
    </w:p>
    <w:p w14:paraId="0975B81D" w14:textId="327CE8AB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_Ref469907843 \r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>
        <w:rPr>
          <w:b/>
          <w:bCs/>
        </w:rPr>
        <w:t>3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_Ref469907871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Release Scope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informs about the scope and target of the </w:t>
      </w:r>
      <w:proofErr w:type="gramStart"/>
      <w:r w:rsidRPr="00912766">
        <w:t>release;</w:t>
      </w:r>
      <w:proofErr w:type="gramEnd"/>
    </w:p>
    <w:p w14:paraId="0424E18B" w14:textId="058217B0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_Ref526239872 \r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>
        <w:rPr>
          <w:b/>
          <w:bCs/>
        </w:rPr>
        <w:t>4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_Ref526239878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Review Instructions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provides information on how to review the particular </w:t>
      </w:r>
      <w:proofErr w:type="gramStart"/>
      <w:r w:rsidRPr="00912766">
        <w:t>release;</w:t>
      </w:r>
      <w:proofErr w:type="gramEnd"/>
      <w:r w:rsidRPr="00912766">
        <w:t xml:space="preserve"> </w:t>
      </w:r>
    </w:p>
    <w:p w14:paraId="760C1658" w14:textId="4CFA81C6" w:rsidR="00A811C6" w:rsidRPr="00912766" w:rsidRDefault="00A811C6" w:rsidP="00F64558">
      <w:pPr>
        <w:pStyle w:val="ListBullet"/>
      </w:pPr>
      <w:r w:rsidRPr="00912766">
        <w:rPr>
          <w:b/>
          <w:bCs/>
        </w:rPr>
        <w:t>Chapter</w:t>
      </w:r>
      <w:r w:rsidR="00AB1108">
        <w:rPr>
          <w:b/>
          <w:bCs/>
        </w:rPr>
        <w:t xml:space="preserve"> </w:t>
      </w:r>
      <w:r w:rsidR="00AB1108">
        <w:rPr>
          <w:b/>
          <w:bCs/>
        </w:rPr>
        <w:fldChar w:fldCharType="begin"/>
      </w:r>
      <w:r w:rsidR="00AB1108">
        <w:rPr>
          <w:b/>
          <w:bCs/>
        </w:rPr>
        <w:instrText xml:space="preserve"> REF _Ref97299662 \r \h </w:instrText>
      </w:r>
      <w:r w:rsidR="00AB1108">
        <w:rPr>
          <w:b/>
          <w:bCs/>
        </w:rPr>
      </w:r>
      <w:r w:rsidR="00AB1108">
        <w:rPr>
          <w:b/>
          <w:bCs/>
        </w:rPr>
        <w:fldChar w:fldCharType="separate"/>
      </w:r>
      <w:r w:rsidR="00AB1108">
        <w:rPr>
          <w:b/>
          <w:bCs/>
        </w:rPr>
        <w:t>5</w:t>
      </w:r>
      <w:r w:rsidR="00AB1108">
        <w:rPr>
          <w:b/>
          <w:bCs/>
        </w:rPr>
        <w:fldChar w:fldCharType="end"/>
      </w:r>
      <w:r w:rsidR="00AB1108">
        <w:rPr>
          <w:b/>
          <w:bCs/>
        </w:rPr>
        <w:t xml:space="preserve"> </w:t>
      </w:r>
      <w:r w:rsidRPr="00912766">
        <w:rPr>
          <w:b/>
          <w:bCs/>
        </w:rPr>
        <w:t xml:space="preserve">– </w:t>
      </w:r>
      <w:r w:rsidRPr="00912766">
        <w:rPr>
          <w:b/>
          <w:bCs/>
          <w:lang w:val="en-US"/>
        </w:rPr>
        <w:t xml:space="preserve">Deviations </w:t>
      </w:r>
      <w:proofErr w:type="gramStart"/>
      <w:r w:rsidRPr="00912766">
        <w:rPr>
          <w:b/>
          <w:bCs/>
          <w:lang w:val="en-US"/>
        </w:rPr>
        <w:t>note:</w:t>
      </w:r>
      <w:proofErr w:type="gramEnd"/>
      <w:r w:rsidRPr="00912766">
        <w:rPr>
          <w:b/>
          <w:bCs/>
        </w:rPr>
        <w:t xml:space="preserve"> </w:t>
      </w:r>
      <w:r w:rsidRPr="00912766">
        <w:rPr>
          <w:lang w:val="en-US"/>
        </w:rPr>
        <w:t xml:space="preserve">provides information related to the deviations between the approved </w:t>
      </w:r>
      <w:proofErr w:type="spellStart"/>
      <w:r w:rsidRPr="00912766">
        <w:rPr>
          <w:lang w:val="en-US"/>
        </w:rPr>
        <w:t>RfCs</w:t>
      </w:r>
      <w:proofErr w:type="spellEnd"/>
      <w:r w:rsidRPr="00912766">
        <w:rPr>
          <w:lang w:val="en-US"/>
        </w:rPr>
        <w:t xml:space="preserve"> and issues identified right after</w:t>
      </w:r>
      <w:r w:rsidR="00B52B87" w:rsidRPr="00912766">
        <w:rPr>
          <w:lang w:val="en-US"/>
        </w:rPr>
        <w:t>, if any</w:t>
      </w:r>
      <w:r w:rsidRPr="00912766">
        <w:rPr>
          <w:lang w:val="en-US"/>
        </w:rPr>
        <w:t>;</w:t>
      </w:r>
    </w:p>
    <w:p w14:paraId="654B9AB1" w14:textId="62BC1D02" w:rsidR="00EF7016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_Ref526239890 \r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>
        <w:rPr>
          <w:b/>
          <w:bCs/>
        </w:rPr>
        <w:t>6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_Ref526239885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Other Useful Information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provides any other useful information related to the release.</w:t>
      </w:r>
    </w:p>
    <w:p w14:paraId="6827A398" w14:textId="1C3BCEBE" w:rsidR="00471835" w:rsidRPr="00912766" w:rsidRDefault="00471835" w:rsidP="00471835">
      <w:pPr>
        <w:pStyle w:val="Heading2"/>
      </w:pPr>
      <w:bookmarkStart w:id="9" w:name="_Toc152845340"/>
      <w:r w:rsidRPr="00912766">
        <w:t>Reference documents</w:t>
      </w:r>
      <w:bookmarkEnd w:id="9"/>
    </w:p>
    <w:p w14:paraId="3D770B91" w14:textId="2A21EFF6" w:rsidR="005C772B" w:rsidRPr="00912766" w:rsidRDefault="005C772B" w:rsidP="005C772B">
      <w:pPr>
        <w:rPr>
          <w:lang w:eastAsia="ko-KR"/>
        </w:rPr>
      </w:pPr>
      <w:r w:rsidRPr="00912766">
        <w:rPr>
          <w:lang w:eastAsia="ko-KR"/>
        </w:rPr>
        <w:t xml:space="preserve">The table below lists </w:t>
      </w:r>
      <w:r w:rsidR="001F5DD2" w:rsidRPr="00912766">
        <w:rPr>
          <w:lang w:eastAsia="ko-KR"/>
        </w:rPr>
        <w:t xml:space="preserve">the </w:t>
      </w:r>
      <w:r w:rsidRPr="00912766">
        <w:rPr>
          <w:lang w:eastAsia="ko-KR"/>
        </w:rPr>
        <w:t>documents that are referred to in the current document.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8"/>
        <w:gridCol w:w="2788"/>
        <w:gridCol w:w="2269"/>
        <w:gridCol w:w="1274"/>
        <w:gridCol w:w="993"/>
        <w:gridCol w:w="1271"/>
      </w:tblGrid>
      <w:tr w:rsidR="00446D57" w:rsidRPr="00912766" w14:paraId="3EB59F80" w14:textId="77777777" w:rsidTr="00787ED1">
        <w:trPr>
          <w:tblHeader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B70D2DE" w14:textId="10E7A520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26A3C5E2" w14:textId="61D6B7CE" w:rsidR="00446D57" w:rsidRPr="00912766" w:rsidRDefault="00446D57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Title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0C1BB353" w14:textId="3C7D5F2D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>
              <w:rPr>
                <w:rFonts w:eastAsia="PMingLiU"/>
                <w:b/>
                <w:bCs/>
                <w:color w:val="000000"/>
              </w:rPr>
              <w:t>Reference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25674DA" w14:textId="599D8C49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09CD9FBF" w14:textId="752CE247" w:rsidR="00446D57" w:rsidRPr="00912766" w:rsidRDefault="00446D57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0761FFB" w14:textId="34D914CF" w:rsidR="00446D57" w:rsidRPr="00912766" w:rsidRDefault="00446D57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446D57" w:rsidRPr="00912766" w14:paraId="38E10FAE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B4B7A2" w14:textId="19CE5131" w:rsidR="00446D57" w:rsidRPr="00912766" w:rsidRDefault="00446D57" w:rsidP="001C7C7C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R</w:t>
            </w:r>
            <w:r w:rsidRPr="00912766">
              <w:fldChar w:fldCharType="begin"/>
            </w:r>
            <w:r w:rsidRPr="00912766">
              <w:instrText xml:space="preserve"> SEQ ReferenceDocs \# "00" \* MERGEFORMAT </w:instrText>
            </w:r>
            <w:r w:rsidRPr="00912766">
              <w:fldChar w:fldCharType="separate"/>
            </w:r>
            <w:r>
              <w:rPr>
                <w:noProof/>
              </w:rPr>
              <w:t>01</w:t>
            </w:r>
            <w:r w:rsidRPr="00912766">
              <w:fldChar w:fldCharType="end"/>
            </w:r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5A173A" w14:textId="3832AB9B" w:rsidR="00446D57" w:rsidRPr="00912766" w:rsidRDefault="00000000" w:rsidP="003C408B">
            <w:pPr>
              <w:spacing w:after="0" w:line="276" w:lineRule="auto"/>
              <w:jc w:val="left"/>
              <w:rPr>
                <w:rFonts w:eastAsia="PMingLiU"/>
              </w:rPr>
            </w:pPr>
            <w:fldSimple w:instr=" DOCPROPERTY  Title ">
              <w:r w:rsidR="00D92479">
                <w:t>DDNXA Main Document, Annexes and CSE Export 5.15.2</w:t>
              </w:r>
            </w:fldSimple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07AEA5" w14:textId="0AEE18C7" w:rsidR="00446D57" w:rsidRPr="00912766" w:rsidRDefault="00C20D8B" w:rsidP="0073659A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C20D8B">
              <w:rPr>
                <w:rFonts w:eastAsia="PMingLiU"/>
                <w:color w:val="000000"/>
              </w:rPr>
              <w:t>DLV-259-6-6-1-</w:t>
            </w:r>
            <w:r w:rsidR="00AB0BE7">
              <w:rPr>
                <w:rFonts w:eastAsia="PMingLiU"/>
                <w:color w:val="000000"/>
              </w:rPr>
              <w:t>84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F59C4B" w14:textId="34AEE300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79A5F1" w14:textId="1AA32007" w:rsidR="00446D57" w:rsidRPr="00912766" w:rsidRDefault="00A63BB9" w:rsidP="0073659A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2.00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DFC6F9" w14:textId="335FE48F" w:rsidR="00446D57" w:rsidRPr="004748CC" w:rsidRDefault="00000000" w:rsidP="0073659A">
            <w:pPr>
              <w:spacing w:after="0" w:line="276" w:lineRule="auto"/>
              <w:jc w:val="left"/>
              <w:rPr>
                <w:rFonts w:eastAsia="Calibri"/>
                <w:color w:val="000000"/>
                <w:szCs w:val="22"/>
              </w:rPr>
            </w:pPr>
            <w:sdt>
              <w:sdtPr>
                <w:rPr>
                  <w:rStyle w:val="PlaceholderText"/>
                  <w:color w:val="auto"/>
                  <w:szCs w:val="22"/>
                </w:rPr>
                <w:alias w:val="Date"/>
                <w:tag w:val="Date"/>
                <w:id w:val="-596717679"/>
                <w:dataBinding w:xpath="/EurolookProperties/DocumentDate" w:storeItemID="{D3EA5527-7367-4268-9D83-5125C98D0ED2}"/>
                <w:date w:fullDate="2023-12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8E24C8">
                  <w:rPr>
                    <w:rStyle w:val="PlaceholderText"/>
                    <w:color w:val="auto"/>
                    <w:szCs w:val="22"/>
                  </w:rPr>
                  <w:t>01/12/2023</w:t>
                </w:r>
              </w:sdtContent>
            </w:sdt>
            <w:r w:rsidR="00446D57" w:rsidRPr="00EC4F04" w:rsidDel="00472A4D">
              <w:rPr>
                <w:rFonts w:eastAsia="Calibri"/>
                <w:color w:val="000000"/>
                <w:szCs w:val="22"/>
              </w:rPr>
              <w:t xml:space="preserve"> </w:t>
            </w:r>
          </w:p>
        </w:tc>
      </w:tr>
      <w:tr w:rsidR="00446D57" w:rsidRPr="00912766" w14:paraId="6143B807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DC6088" w14:textId="1130E1E7" w:rsidR="00446D57" w:rsidRPr="00912766" w:rsidRDefault="00446D57" w:rsidP="00446D57">
            <w:pPr>
              <w:spacing w:after="0" w:line="276" w:lineRule="auto"/>
              <w:jc w:val="left"/>
            </w:pPr>
            <w:bookmarkStart w:id="10" w:name="R02"/>
            <w:r w:rsidRPr="00912766">
              <w:t>R</w:t>
            </w:r>
            <w:r w:rsidRPr="00912766">
              <w:fldChar w:fldCharType="begin"/>
            </w:r>
            <w:r w:rsidRPr="00912766">
              <w:instrText xml:space="preserve"> SEQ ReferenceDocs \# "00" \* MERGEFORMAT </w:instrText>
            </w:r>
            <w:r w:rsidRPr="00912766">
              <w:fldChar w:fldCharType="separate"/>
            </w:r>
            <w:r>
              <w:rPr>
                <w:noProof/>
              </w:rPr>
              <w:t>02</w:t>
            </w:r>
            <w:r w:rsidRPr="00912766">
              <w:fldChar w:fldCharType="end"/>
            </w:r>
            <w:bookmarkEnd w:id="10"/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070006C" w14:textId="3682BC00" w:rsidR="00446D57" w:rsidRDefault="00C4228B" w:rsidP="00446D57">
            <w:pPr>
              <w:spacing w:after="0" w:line="276" w:lineRule="auto"/>
              <w:jc w:val="left"/>
            </w:pPr>
            <w:r w:rsidRPr="00C4228B">
              <w:rPr>
                <w:lang w:val="en-IE"/>
              </w:rPr>
              <w:t xml:space="preserve">AES-P1 – </w:t>
            </w:r>
            <w:proofErr w:type="spellStart"/>
            <w:r w:rsidRPr="00C4228B">
              <w:rPr>
                <w:lang w:val="en-IE"/>
              </w:rPr>
              <w:t>RfC</w:t>
            </w:r>
            <w:proofErr w:type="spellEnd"/>
            <w:r w:rsidRPr="00C4228B">
              <w:rPr>
                <w:lang w:val="en-IE"/>
              </w:rPr>
              <w:t xml:space="preserve"> list .3</w:t>
            </w:r>
            <w:r w:rsidR="007B6B10">
              <w:rPr>
                <w:lang w:val="en-IE"/>
              </w:rPr>
              <w:t>8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8F4F4F" w14:textId="3682536D" w:rsidR="00446D57" w:rsidRPr="00391D65" w:rsidRDefault="00446D57" w:rsidP="00446D57">
            <w:pPr>
              <w:spacing w:after="0" w:line="276" w:lineRule="auto"/>
              <w:jc w:val="left"/>
              <w:rPr>
                <w:iCs/>
                <w:lang w:val="en-IE"/>
              </w:rPr>
            </w:pPr>
            <w:r w:rsidRPr="0042603B">
              <w:rPr>
                <w:rFonts w:eastAsia="PMingLiU"/>
                <w:color w:val="000000"/>
              </w:rPr>
              <w:t>DLV-259-6-6-1-1</w:t>
            </w:r>
            <w:r w:rsidR="00D3641B">
              <w:rPr>
                <w:rFonts w:eastAsia="PMingLiU"/>
                <w:color w:val="000000"/>
              </w:rPr>
              <w:t>3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CCFFDC" w14:textId="3FBF4310" w:rsidR="00446D57" w:rsidRPr="00912766" w:rsidRDefault="00446D57" w:rsidP="00446D57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805F7B" w14:textId="790ACF95" w:rsidR="00446D57" w:rsidRPr="00912766" w:rsidRDefault="00F70D27" w:rsidP="00446D57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DBD33D" w14:textId="6A04375B" w:rsidR="00446D57" w:rsidRDefault="0032394F" w:rsidP="00446D57">
            <w:pPr>
              <w:spacing w:after="0" w:line="276" w:lineRule="auto"/>
              <w:jc w:val="left"/>
              <w:rPr>
                <w:rStyle w:val="PlaceholderText"/>
                <w:color w:val="auto"/>
                <w:szCs w:val="22"/>
              </w:rPr>
            </w:pPr>
            <w:r>
              <w:rPr>
                <w:rFonts w:eastAsia="Calibri"/>
                <w:szCs w:val="20"/>
              </w:rPr>
              <w:t>2</w:t>
            </w:r>
            <w:r w:rsidR="00D3641B">
              <w:rPr>
                <w:rFonts w:eastAsia="Calibri"/>
                <w:szCs w:val="20"/>
              </w:rPr>
              <w:t>2</w:t>
            </w:r>
            <w:r w:rsidR="00C20D8B">
              <w:rPr>
                <w:rFonts w:eastAsia="Calibri"/>
                <w:szCs w:val="20"/>
              </w:rPr>
              <w:t>/0</w:t>
            </w:r>
            <w:r w:rsidR="00D3641B">
              <w:rPr>
                <w:rFonts w:eastAsia="Calibri"/>
                <w:szCs w:val="20"/>
              </w:rPr>
              <w:t>6</w:t>
            </w:r>
            <w:r w:rsidR="00C20D8B">
              <w:rPr>
                <w:rFonts w:eastAsia="Calibri"/>
                <w:szCs w:val="20"/>
              </w:rPr>
              <w:t>/2023</w:t>
            </w:r>
          </w:p>
        </w:tc>
      </w:tr>
      <w:tr w:rsidR="005248AB" w:rsidRPr="00912766" w14:paraId="5A9028CB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DFBAB99" w14:textId="5E07A6D6" w:rsidR="005248AB" w:rsidRPr="00912766" w:rsidRDefault="005248AB" w:rsidP="005248AB">
            <w:pPr>
              <w:spacing w:after="0" w:line="276" w:lineRule="auto"/>
              <w:jc w:val="left"/>
            </w:pPr>
            <w:bookmarkStart w:id="11" w:name="R04"/>
            <w:r w:rsidRPr="00912766">
              <w:t>R</w:t>
            </w:r>
            <w:r w:rsidRPr="00912766">
              <w:fldChar w:fldCharType="begin"/>
            </w:r>
            <w:r w:rsidRPr="00912766">
              <w:instrText xml:space="preserve"> SEQ ReferenceDocs \# "00" \* MERGEFORMAT </w:instrText>
            </w:r>
            <w:r w:rsidRPr="00912766">
              <w:fldChar w:fldCharType="separate"/>
            </w:r>
            <w:r>
              <w:rPr>
                <w:noProof/>
              </w:rPr>
              <w:t>0</w:t>
            </w:r>
            <w:r w:rsidR="00B23097">
              <w:rPr>
                <w:noProof/>
              </w:rPr>
              <w:t>3</w:t>
            </w:r>
            <w:r w:rsidRPr="00912766">
              <w:fldChar w:fldCharType="end"/>
            </w:r>
            <w:bookmarkEnd w:id="11"/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AF2D8DC" w14:textId="3ECC93D9" w:rsidR="005248AB" w:rsidRDefault="005248AB" w:rsidP="005248AB">
            <w:pPr>
              <w:spacing w:after="0" w:line="276" w:lineRule="auto"/>
              <w:jc w:val="left"/>
              <w:rPr>
                <w:lang w:val="en-IE"/>
              </w:rPr>
            </w:pPr>
            <w:r w:rsidRPr="008441D1">
              <w:rPr>
                <w:lang w:val="en-IE"/>
              </w:rPr>
              <w:t>SDEV-EMCS P4-DDNEA-v3.1</w:t>
            </w:r>
            <w:r w:rsidR="00EE0DE8">
              <w:rPr>
                <w:lang w:val="en-IE"/>
              </w:rPr>
              <w:t>4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764650" w14:textId="4950B3FD" w:rsidR="005248AB" w:rsidRDefault="00C41403" w:rsidP="005248AB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Style w:val="ui-provider"/>
              </w:rPr>
              <w:t>DLV-275-6.8-100-7-20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745575" w14:textId="710917EA" w:rsidR="005248AB" w:rsidRDefault="005248AB" w:rsidP="005248AB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FF6703" w14:textId="21C4B970" w:rsidR="005248AB" w:rsidRDefault="005248AB" w:rsidP="005248A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1F9B28" w14:textId="369A1EBA" w:rsidR="005248AB" w:rsidRDefault="008760D1" w:rsidP="005248A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</w:t>
            </w:r>
            <w:r w:rsidR="00C41403">
              <w:rPr>
                <w:rFonts w:eastAsia="Calibri"/>
                <w:szCs w:val="20"/>
              </w:rPr>
              <w:t>6</w:t>
            </w:r>
            <w:r>
              <w:rPr>
                <w:rFonts w:eastAsia="Calibri"/>
                <w:szCs w:val="20"/>
              </w:rPr>
              <w:t>/0</w:t>
            </w:r>
            <w:r w:rsidR="00C41403">
              <w:rPr>
                <w:rFonts w:eastAsia="Calibri"/>
                <w:szCs w:val="20"/>
              </w:rPr>
              <w:t>5</w:t>
            </w:r>
            <w:r>
              <w:rPr>
                <w:rFonts w:eastAsia="Calibri"/>
                <w:szCs w:val="20"/>
              </w:rPr>
              <w:t>/2023</w:t>
            </w:r>
          </w:p>
        </w:tc>
      </w:tr>
      <w:tr w:rsidR="00B17CAD" w:rsidRPr="00912766" w14:paraId="55C4A40D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3C39120" w14:textId="5786DA1E" w:rsidR="00B17CAD" w:rsidRPr="00912766" w:rsidRDefault="00B17CAD" w:rsidP="005669A1">
            <w:pPr>
              <w:spacing w:after="0" w:line="276" w:lineRule="auto"/>
              <w:jc w:val="left"/>
            </w:pPr>
            <w:bookmarkStart w:id="12" w:name="R05"/>
            <w:r>
              <w:t>R0</w:t>
            </w:r>
            <w:r w:rsidR="00B23097">
              <w:t>4</w:t>
            </w:r>
            <w:bookmarkEnd w:id="12"/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0A36C03" w14:textId="52E6063A" w:rsidR="00B17CAD" w:rsidRPr="008441D1" w:rsidRDefault="005210F2" w:rsidP="005248AB">
            <w:pPr>
              <w:spacing w:after="0" w:line="276" w:lineRule="auto"/>
              <w:jc w:val="left"/>
              <w:rPr>
                <w:lang w:val="en-IE"/>
              </w:rPr>
            </w:pPr>
            <w:r w:rsidRPr="00D20F11">
              <w:rPr>
                <w:lang w:val="en-IE"/>
              </w:rPr>
              <w:t xml:space="preserve">AES-P1 – </w:t>
            </w:r>
            <w:proofErr w:type="spellStart"/>
            <w:r w:rsidRPr="00D20F11">
              <w:rPr>
                <w:lang w:val="en-IE"/>
              </w:rPr>
              <w:t>RfC</w:t>
            </w:r>
            <w:proofErr w:type="spellEnd"/>
            <w:r w:rsidRPr="00D20F11">
              <w:rPr>
                <w:lang w:val="en-IE"/>
              </w:rPr>
              <w:t xml:space="preserve"> list .39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73A4CD" w14:textId="201958D8" w:rsidR="00B17CAD" w:rsidRPr="00FA25DB" w:rsidRDefault="00E7296E" w:rsidP="005248AB">
            <w:pPr>
              <w:spacing w:after="0" w:line="276" w:lineRule="auto"/>
              <w:jc w:val="left"/>
              <w:rPr>
                <w:szCs w:val="22"/>
              </w:rPr>
            </w:pPr>
            <w:r w:rsidRPr="00CF7177">
              <w:t>DLV-259-6-6-1-80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863407" w14:textId="62AEA870" w:rsidR="00B17CAD" w:rsidRDefault="00E7296E" w:rsidP="005248AB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86A538" w14:textId="3D7304D6" w:rsidR="00B17CAD" w:rsidRDefault="00E7296E" w:rsidP="005248A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7D236B" w14:textId="1CE8D34D" w:rsidR="00B17CAD" w:rsidRDefault="00E7296E" w:rsidP="005248A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13/07/2023</w:t>
            </w:r>
          </w:p>
        </w:tc>
      </w:tr>
    </w:tbl>
    <w:p w14:paraId="1E01F369" w14:textId="6482E028" w:rsidR="00471835" w:rsidRPr="00912766" w:rsidRDefault="001F52A3" w:rsidP="001F52A3">
      <w:pPr>
        <w:pStyle w:val="Caption"/>
      </w:pPr>
      <w:bookmarkStart w:id="13" w:name="_Toc152845396"/>
      <w:r w:rsidRPr="00912766">
        <w:t xml:space="preserve">Table </w:t>
      </w:r>
      <w:fldSimple w:instr=" SEQ Table \* ARABIC ">
        <w:r w:rsidR="00CF6094">
          <w:rPr>
            <w:noProof/>
          </w:rPr>
          <w:t>1</w:t>
        </w:r>
      </w:fldSimple>
      <w:r w:rsidRPr="00912766">
        <w:t>: Reference documents</w:t>
      </w:r>
      <w:bookmarkEnd w:id="13"/>
    </w:p>
    <w:p w14:paraId="74B283CB" w14:textId="3F31AE78" w:rsidR="00471835" w:rsidRPr="00912766" w:rsidRDefault="00471835" w:rsidP="00471835">
      <w:pPr>
        <w:pStyle w:val="Heading2"/>
      </w:pPr>
      <w:bookmarkStart w:id="14" w:name="_Toc152845341"/>
      <w:r w:rsidRPr="00912766">
        <w:lastRenderedPageBreak/>
        <w:t>Applicable documents</w:t>
      </w:r>
      <w:bookmarkEnd w:id="14"/>
    </w:p>
    <w:p w14:paraId="6FFF02F7" w14:textId="452802A6" w:rsidR="005C772B" w:rsidRPr="00912766" w:rsidRDefault="005C772B" w:rsidP="005C772B">
      <w:pPr>
        <w:rPr>
          <w:lang w:eastAsia="ko-KR"/>
        </w:rPr>
      </w:pPr>
      <w:r w:rsidRPr="00912766">
        <w:rPr>
          <w:lang w:eastAsia="ko-KR"/>
        </w:rPr>
        <w:t>The table below lists</w:t>
      </w:r>
      <w:r w:rsidR="001F5DD2" w:rsidRPr="00912766">
        <w:rPr>
          <w:lang w:eastAsia="ko-KR"/>
        </w:rPr>
        <w:t xml:space="preserve"> the</w:t>
      </w:r>
      <w:r w:rsidRPr="00912766">
        <w:rPr>
          <w:lang w:eastAsia="ko-KR"/>
        </w:rPr>
        <w:t xml:space="preserve"> documents to which the current document must be compliant</w:t>
      </w:r>
      <w:r w:rsidR="003449C2" w:rsidRPr="00912766">
        <w:rPr>
          <w:lang w:eastAsia="ko-KR"/>
        </w:rPr>
        <w:t xml:space="preserve"> (</w:t>
      </w:r>
      <w:proofErr w:type="gramStart"/>
      <w:r w:rsidR="003449C2" w:rsidRPr="00912766">
        <w:rPr>
          <w:lang w:eastAsia="ko-KR"/>
        </w:rPr>
        <w:t>e.g.</w:t>
      </w:r>
      <w:proofErr w:type="gramEnd"/>
      <w:r w:rsidR="003449C2" w:rsidRPr="00912766">
        <w:rPr>
          <w:lang w:eastAsia="ko-KR"/>
        </w:rPr>
        <w:t xml:space="preserve"> FWC, SC, </w:t>
      </w:r>
      <w:proofErr w:type="spellStart"/>
      <w:r w:rsidR="003449C2" w:rsidRPr="00912766">
        <w:rPr>
          <w:lang w:eastAsia="ko-KR"/>
        </w:rPr>
        <w:t>RfA</w:t>
      </w:r>
      <w:proofErr w:type="spellEnd"/>
      <w:r w:rsidR="003449C2" w:rsidRPr="00912766">
        <w:rPr>
          <w:lang w:eastAsia="ko-KR"/>
        </w:rPr>
        <w:t>)</w:t>
      </w:r>
      <w:r w:rsidRPr="00912766">
        <w:rPr>
          <w:lang w:eastAsia="ko-KR"/>
        </w:rPr>
        <w:t>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0"/>
        <w:gridCol w:w="2887"/>
        <w:gridCol w:w="2128"/>
        <w:gridCol w:w="1274"/>
        <w:gridCol w:w="993"/>
        <w:gridCol w:w="1271"/>
      </w:tblGrid>
      <w:tr w:rsidR="009D7546" w:rsidRPr="00912766" w14:paraId="5A5A8DB4" w14:textId="77777777" w:rsidTr="005E6FC3">
        <w:trPr>
          <w:tblHeader/>
        </w:trPr>
        <w:tc>
          <w:tcPr>
            <w:tcW w:w="28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77864F" w14:textId="77777777" w:rsidR="0028186F" w:rsidRPr="00912766" w:rsidRDefault="0028186F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bookmarkStart w:id="15" w:name="_Toc9855251"/>
            <w:bookmarkStart w:id="16" w:name="_Toc424222772"/>
            <w:r w:rsidRPr="00912766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5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68620F" w14:textId="77777777" w:rsidR="0028186F" w:rsidRPr="00912766" w:rsidRDefault="0028186F" w:rsidP="006E49FF">
            <w:pPr>
              <w:pStyle w:val="TableHeading"/>
              <w:rPr>
                <w:rFonts w:ascii="Times New Roman" w:hAnsi="Times New Roman"/>
              </w:rPr>
            </w:pPr>
            <w:r w:rsidRPr="00912766">
              <w:rPr>
                <w:rFonts w:ascii="Times New Roman" w:hAnsi="Times New Roman"/>
              </w:rPr>
              <w:t>Title</w:t>
            </w:r>
          </w:p>
        </w:tc>
        <w:tc>
          <w:tcPr>
            <w:tcW w:w="11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D4D6958" w14:textId="5AF297B4" w:rsidR="00CF44B8" w:rsidRDefault="00CF44B8" w:rsidP="0073659A">
            <w:pPr>
              <w:spacing w:after="0" w:line="276" w:lineRule="auto"/>
              <w:jc w:val="left"/>
              <w:rPr>
                <w:rFonts w:ascii="Times New Roman Bold" w:eastAsia="PMingLiU" w:hAnsi="Times New Roman Bold" w:hint="eastAsia"/>
                <w:b/>
                <w:bCs/>
                <w:color w:val="000000"/>
              </w:rPr>
            </w:pPr>
            <w:r>
              <w:rPr>
                <w:rFonts w:ascii="Times New Roman Bold" w:eastAsia="PMingLiU" w:hAnsi="Times New Roman Bold"/>
                <w:b/>
                <w:bCs/>
                <w:color w:val="000000"/>
              </w:rPr>
              <w:t>Reference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486BFBB" w14:textId="0B90CE77" w:rsidR="0028186F" w:rsidRPr="00912766" w:rsidRDefault="00090050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0761A17" w14:textId="77777777" w:rsidR="0028186F" w:rsidRPr="00912766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DD39DD4" w14:textId="77777777" w:rsidR="0028186F" w:rsidRPr="00912766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EB7C68" w:rsidRPr="00912766" w14:paraId="7E9C8868" w14:textId="77777777" w:rsidTr="005E6FC3">
        <w:tc>
          <w:tcPr>
            <w:tcW w:w="28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74FBA6" w14:textId="38AA250E" w:rsidR="00893660" w:rsidRPr="00912766" w:rsidRDefault="00893660" w:rsidP="00893660">
            <w:pPr>
              <w:spacing w:after="0" w:line="276" w:lineRule="auto"/>
              <w:jc w:val="left"/>
            </w:pPr>
            <w:r w:rsidRPr="00912766">
              <w:t>A</w:t>
            </w:r>
            <w:r w:rsidRPr="00912766">
              <w:fldChar w:fldCharType="begin"/>
            </w:r>
            <w:r w:rsidRPr="00912766">
              <w:instrText xml:space="preserve"> SEQ ApplicableDocs \# "00" </w:instrText>
            </w:r>
            <w:r w:rsidRPr="00912766">
              <w:fldChar w:fldCharType="separate"/>
            </w:r>
            <w:r w:rsidR="002913CF">
              <w:rPr>
                <w:noProof/>
              </w:rPr>
              <w:t>01</w:t>
            </w:r>
            <w:r w:rsidRPr="00912766">
              <w:fldChar w:fldCharType="end"/>
            </w:r>
          </w:p>
        </w:tc>
        <w:tc>
          <w:tcPr>
            <w:tcW w:w="15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EE6DFB3" w14:textId="725C5696" w:rsidR="00893660" w:rsidRPr="00F02CC7" w:rsidRDefault="00893660" w:rsidP="00893660">
            <w:pPr>
              <w:spacing w:after="0" w:line="276" w:lineRule="auto"/>
              <w:jc w:val="left"/>
            </w:pPr>
            <w:r w:rsidRPr="00F02CC7">
              <w:t>SOFT-DEV Framework Contract</w:t>
            </w:r>
          </w:p>
        </w:tc>
        <w:tc>
          <w:tcPr>
            <w:tcW w:w="11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F49B7F" w14:textId="359A8E21" w:rsidR="00893660" w:rsidRPr="00F02CC7" w:rsidRDefault="00893660" w:rsidP="00893660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F02CC7">
              <w:t>TAXUD/2021/CC/162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20D269" w14:textId="7C9A27B7" w:rsidR="00893660" w:rsidRPr="00F02CC7" w:rsidRDefault="00893660" w:rsidP="00893660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F02CC7">
              <w:rPr>
                <w:rFonts w:eastAsia="PMingLiU"/>
                <w:color w:val="000000"/>
              </w:rPr>
              <w:t>SOFT</w:t>
            </w:r>
            <w:r w:rsidR="004878A0">
              <w:rPr>
                <w:rFonts w:eastAsia="PMingLiU"/>
                <w:color w:val="000000"/>
              </w:rPr>
              <w:t>-</w:t>
            </w:r>
            <w:r w:rsidRPr="00F02CC7">
              <w:rPr>
                <w:rFonts w:eastAsia="PMingLiU"/>
                <w:color w:val="000000"/>
              </w:rPr>
              <w:t>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834CDB3" w14:textId="58025A6B" w:rsidR="00893660" w:rsidRPr="00F02CC7" w:rsidRDefault="00893660" w:rsidP="00893660">
            <w:pPr>
              <w:spacing w:after="0" w:line="276" w:lineRule="auto"/>
              <w:jc w:val="left"/>
            </w:pPr>
            <w:r w:rsidRPr="00F02CC7">
              <w:t>N/A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C437C7" w14:textId="6D539322" w:rsidR="00893660" w:rsidRPr="00F02CC7" w:rsidRDefault="00893660" w:rsidP="00893660">
            <w:pPr>
              <w:spacing w:after="0" w:line="276" w:lineRule="auto"/>
              <w:jc w:val="left"/>
            </w:pPr>
            <w:r w:rsidRPr="00F02CC7">
              <w:t>24/06/2021</w:t>
            </w:r>
          </w:p>
        </w:tc>
      </w:tr>
      <w:tr w:rsidR="00EB7C68" w:rsidRPr="00912766" w14:paraId="37760275" w14:textId="77777777" w:rsidTr="005E6FC3">
        <w:tc>
          <w:tcPr>
            <w:tcW w:w="28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29FACE2" w14:textId="3DCC9DDB" w:rsidR="007F0387" w:rsidRPr="00912766" w:rsidRDefault="007F0387" w:rsidP="007F0387">
            <w:pPr>
              <w:spacing w:after="0" w:line="276" w:lineRule="auto"/>
              <w:jc w:val="left"/>
            </w:pPr>
            <w:r w:rsidRPr="00912766">
              <w:t>A</w:t>
            </w:r>
            <w:r w:rsidRPr="00912766">
              <w:fldChar w:fldCharType="begin"/>
            </w:r>
            <w:r w:rsidRPr="00912766">
              <w:instrText xml:space="preserve"> SEQ ApplicableDocs \# "00" </w:instrText>
            </w:r>
            <w:r w:rsidRPr="00912766">
              <w:fldChar w:fldCharType="separate"/>
            </w:r>
            <w:r w:rsidR="002913CF">
              <w:rPr>
                <w:noProof/>
              </w:rPr>
              <w:t>02</w:t>
            </w:r>
            <w:r w:rsidRPr="00912766">
              <w:fldChar w:fldCharType="end"/>
            </w:r>
          </w:p>
        </w:tc>
        <w:tc>
          <w:tcPr>
            <w:tcW w:w="15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B82DA5" w14:textId="514AA44E" w:rsidR="007F0387" w:rsidRPr="005E6FC3" w:rsidRDefault="007F0387" w:rsidP="007F0387">
            <w:pPr>
              <w:pStyle w:val="TableHeading"/>
              <w:rPr>
                <w:rFonts w:ascii="Times New Roman" w:hAnsi="Times New Roman"/>
              </w:rPr>
            </w:pPr>
            <w:r w:rsidRPr="00827DC3">
              <w:rPr>
                <w:rFonts w:ascii="Times New Roman" w:hAnsi="Times New Roman"/>
                <w:b w:val="0"/>
              </w:rPr>
              <w:t>Specific Contract 06</w:t>
            </w:r>
          </w:p>
        </w:tc>
        <w:tc>
          <w:tcPr>
            <w:tcW w:w="11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A53217" w14:textId="378E1449" w:rsidR="007F0387" w:rsidRPr="00D608B3" w:rsidRDefault="007F0387" w:rsidP="007F0387">
            <w:pPr>
              <w:spacing w:after="0" w:line="276" w:lineRule="auto"/>
              <w:jc w:val="left"/>
            </w:pPr>
            <w:r w:rsidRPr="00827DC3">
              <w:rPr>
                <w:rFonts w:eastAsia="PMingLiU"/>
                <w:color w:val="000000"/>
              </w:rPr>
              <w:t>TAXUD/2022/DE/119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BC0116" w14:textId="61F88BFF" w:rsidR="007F0387" w:rsidRPr="00912766" w:rsidRDefault="007F0387" w:rsidP="007F0387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827DC3">
              <w:rPr>
                <w:rFonts w:eastAsia="PMingLiU"/>
                <w:color w:val="000000"/>
              </w:rPr>
              <w:t>SOFT</w:t>
            </w:r>
            <w:r w:rsidR="004878A0">
              <w:rPr>
                <w:rFonts w:eastAsia="PMingLiU"/>
                <w:color w:val="000000"/>
              </w:rPr>
              <w:t>-</w:t>
            </w:r>
            <w:r w:rsidRPr="00827DC3">
              <w:rPr>
                <w:rFonts w:eastAsia="PMingLiU"/>
                <w:color w:val="000000"/>
              </w:rPr>
              <w:t>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D828349" w14:textId="23E67641" w:rsidR="007F0387" w:rsidRPr="00912766" w:rsidRDefault="007F0387" w:rsidP="007F0387">
            <w:pPr>
              <w:spacing w:after="0" w:line="276" w:lineRule="auto"/>
              <w:jc w:val="left"/>
            </w:pPr>
            <w:r w:rsidRPr="00827DC3">
              <w:t>N/A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F33647" w14:textId="386AC8FA" w:rsidR="007F0387" w:rsidRPr="00912766" w:rsidRDefault="007F0387" w:rsidP="007F0387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 w:rsidRPr="00827DC3">
              <w:t>22/04/2022</w:t>
            </w:r>
          </w:p>
        </w:tc>
      </w:tr>
    </w:tbl>
    <w:p w14:paraId="714555A4" w14:textId="32EF6872" w:rsidR="00284E57" w:rsidRPr="00912766" w:rsidRDefault="00BC6090" w:rsidP="001F03D8">
      <w:pPr>
        <w:pStyle w:val="Caption"/>
      </w:pPr>
      <w:bookmarkStart w:id="17" w:name="_Toc152845397"/>
      <w:r w:rsidRPr="00912766">
        <w:t xml:space="preserve">Table </w:t>
      </w:r>
      <w:fldSimple w:instr=" SEQ Table \* ARABIC ">
        <w:r w:rsidR="00CF6094">
          <w:rPr>
            <w:noProof/>
          </w:rPr>
          <w:t>2</w:t>
        </w:r>
      </w:fldSimple>
      <w:r w:rsidRPr="00912766">
        <w:t>: Applicable documents</w:t>
      </w:r>
      <w:bookmarkEnd w:id="15"/>
      <w:bookmarkEnd w:id="16"/>
      <w:bookmarkEnd w:id="17"/>
    </w:p>
    <w:p w14:paraId="39406773" w14:textId="3531534A" w:rsidR="001F03D8" w:rsidRPr="00912766" w:rsidRDefault="001F03D8" w:rsidP="001F03D8">
      <w:pPr>
        <w:pStyle w:val="Heading2"/>
      </w:pPr>
      <w:bookmarkStart w:id="18" w:name="_Toc152845342"/>
      <w:r w:rsidRPr="00912766">
        <w:t>Abbreviations &amp; acronyms</w:t>
      </w:r>
      <w:bookmarkEnd w:id="18"/>
    </w:p>
    <w:p w14:paraId="3EB677C4" w14:textId="1210AE03" w:rsidR="001F03D8" w:rsidRPr="00912766" w:rsidRDefault="001F03D8" w:rsidP="005B4956">
      <w:r w:rsidRPr="00912766">
        <w:t>For a better understanding of the present document, the following table provides a list of the principal abbreviations and acronyms used.</w:t>
      </w:r>
    </w:p>
    <w:p w14:paraId="24F05141" w14:textId="1290AACE" w:rsidR="00CA02AA" w:rsidRPr="00912766" w:rsidRDefault="00CA02AA" w:rsidP="008360AF">
      <w:pPr>
        <w:pStyle w:val="Text2"/>
        <w:rPr>
          <w:rFonts w:ascii="Times New Roman" w:hAnsi="Times New Roman"/>
          <w:sz w:val="22"/>
          <w:szCs w:val="22"/>
        </w:rPr>
      </w:pPr>
      <w:r w:rsidRPr="00912766">
        <w:rPr>
          <w:rFonts w:ascii="Times New Roman" w:hAnsi="Times New Roman"/>
          <w:sz w:val="22"/>
          <w:szCs w:val="22"/>
        </w:rPr>
        <w:t>See also the ‘list of acronyms’ on TEMPO.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5"/>
        <w:gridCol w:w="6368"/>
      </w:tblGrid>
      <w:tr w:rsidR="00ED5791" w:rsidRPr="00912766" w14:paraId="25374804" w14:textId="77777777" w:rsidTr="00A168AD">
        <w:trPr>
          <w:tblHeader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B01FA49" w14:textId="77777777" w:rsidR="00ED5791" w:rsidRPr="00912766" w:rsidRDefault="00ED5791" w:rsidP="005033EF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Abbreviation/Acronym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5EB76BF" w14:textId="77777777" w:rsidR="00ED5791" w:rsidRPr="00912766" w:rsidRDefault="00ED5791" w:rsidP="005033EF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Definition</w:t>
            </w:r>
          </w:p>
        </w:tc>
      </w:tr>
      <w:tr w:rsidR="00C51CE3" w:rsidRPr="00912766" w14:paraId="4BB1A692" w14:textId="77777777" w:rsidTr="00DA0F8C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4D297FF" w14:textId="089527CF" w:rsidR="00C51CE3" w:rsidRPr="00912766" w:rsidRDefault="00C51CE3" w:rsidP="00C51CE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AES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E1DE39C" w14:textId="5D24E5C6" w:rsidR="00C51CE3" w:rsidRPr="00912766" w:rsidRDefault="00C51CE3" w:rsidP="00C51CE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Automated Export System</w:t>
            </w:r>
          </w:p>
        </w:tc>
      </w:tr>
      <w:tr w:rsidR="00396744" w:rsidRPr="00912766" w14:paraId="384421F2" w14:textId="77777777" w:rsidTr="00DA0F8C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545B824" w14:textId="1D6A0ED8" w:rsidR="00396744" w:rsidRPr="00912766" w:rsidRDefault="00396744" w:rsidP="00C51CE3">
            <w:pPr>
              <w:spacing w:after="0" w:line="276" w:lineRule="auto"/>
              <w:jc w:val="left"/>
            </w:pPr>
            <w:r>
              <w:t>APO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EB60755" w14:textId="3E9DEB12" w:rsidR="00396744" w:rsidRPr="00912766" w:rsidRDefault="00396744" w:rsidP="00C51CE3">
            <w:pPr>
              <w:spacing w:after="0" w:line="276" w:lineRule="auto"/>
              <w:jc w:val="left"/>
            </w:pPr>
            <w:r>
              <w:t>Authorised Position</w:t>
            </w:r>
          </w:p>
        </w:tc>
      </w:tr>
      <w:tr w:rsidR="00852F48" w:rsidRPr="00912766" w14:paraId="7F12600D" w14:textId="77777777" w:rsidTr="00DA0F8C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104A316" w14:textId="6021A290" w:rsidR="00852F48" w:rsidRPr="00912766" w:rsidRDefault="00852F48" w:rsidP="00C51CE3">
            <w:pPr>
              <w:spacing w:after="0" w:line="276" w:lineRule="auto"/>
              <w:jc w:val="left"/>
            </w:pPr>
            <w:r>
              <w:t>CCO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F17496" w14:textId="28281CDF" w:rsidR="00852F48" w:rsidRPr="00912766" w:rsidRDefault="003A54D6" w:rsidP="00C51CE3">
            <w:pPr>
              <w:spacing w:after="0" w:line="276" w:lineRule="auto"/>
              <w:jc w:val="left"/>
            </w:pPr>
            <w:r>
              <w:t>Consolidated Comments</w:t>
            </w:r>
          </w:p>
        </w:tc>
      </w:tr>
      <w:tr w:rsidR="00D15083" w:rsidRPr="00912766" w14:paraId="56C91D18" w14:textId="77777777" w:rsidTr="00CB4449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2C454D" w14:textId="23D0ECF1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DDNXA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56B7736" w14:textId="211EA0F6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Design Document for National Export Applications</w:t>
            </w:r>
          </w:p>
        </w:tc>
      </w:tr>
      <w:tr w:rsidR="00D15083" w:rsidRPr="00912766" w14:paraId="34C74DA1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501324" w14:textId="6B8FB1E5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DG TAXUD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FFB3FB2" w14:textId="02A89DA6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Directorate-General Taxation and Customs Union</w:t>
            </w:r>
          </w:p>
        </w:tc>
      </w:tr>
      <w:tr w:rsidR="00D15083" w:rsidRPr="00912766" w14:paraId="5EED87B0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CF9FBA5" w14:textId="19B49BBC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DLV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37C0D4" w14:textId="40C73824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Deliverable</w:t>
            </w:r>
          </w:p>
        </w:tc>
      </w:tr>
      <w:tr w:rsidR="00965161" w:rsidRPr="00912766" w:rsidDel="00D93EE9" w14:paraId="1997F355" w14:textId="77777777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A4318D" w14:textId="3F70F634" w:rsidR="00965161" w:rsidDel="00D93EE9" w:rsidRDefault="00965161" w:rsidP="00D15083">
            <w:pPr>
              <w:spacing w:after="0" w:line="276" w:lineRule="auto"/>
              <w:jc w:val="left"/>
            </w:pPr>
            <w:r>
              <w:t>EMCS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0DE1AF" w14:textId="3C76D814" w:rsidR="00965161" w:rsidDel="00D93EE9" w:rsidRDefault="00965161" w:rsidP="00D15083">
            <w:pPr>
              <w:spacing w:after="0" w:line="276" w:lineRule="auto"/>
              <w:jc w:val="left"/>
            </w:pPr>
            <w:r>
              <w:t>Excise Movements Control System</w:t>
            </w:r>
          </w:p>
        </w:tc>
      </w:tr>
      <w:tr w:rsidR="00D15083" w:rsidRPr="00912766" w14:paraId="4C7FD0C2" w14:textId="77777777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24C6E2" w14:textId="76978C69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IAR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EEC170" w14:textId="2EF28A90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Impact Analysis Report</w:t>
            </w:r>
          </w:p>
        </w:tc>
      </w:tr>
      <w:tr w:rsidR="00D15083" w:rsidRPr="00912766" w14:paraId="626C9E50" w14:textId="3EEEB41E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1994D1" w14:textId="02BFCBEC" w:rsidR="00D15083" w:rsidRPr="00912766" w:rsidRDefault="00D15083" w:rsidP="00D15083">
            <w:pPr>
              <w:spacing w:after="0" w:line="276" w:lineRule="auto"/>
              <w:jc w:val="left"/>
            </w:pPr>
            <w:r>
              <w:t>IMP</w:t>
            </w:r>
            <w:r w:rsidR="00065B98">
              <w:t>L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6EF2FC" w14:textId="23F31162" w:rsidR="00D15083" w:rsidRPr="00912766" w:rsidRDefault="00D15083" w:rsidP="00D15083">
            <w:pPr>
              <w:spacing w:after="0" w:line="276" w:lineRule="auto"/>
              <w:jc w:val="left"/>
            </w:pPr>
            <w:r>
              <w:t>Implementation Details</w:t>
            </w:r>
          </w:p>
        </w:tc>
      </w:tr>
      <w:tr w:rsidR="00ED3F99" w:rsidRPr="00912766" w14:paraId="1C99AFBF" w14:textId="77777777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5C817E" w14:textId="2A5CE970" w:rsidR="00ED3F99" w:rsidRDefault="00ED3F99" w:rsidP="00D15083">
            <w:pPr>
              <w:spacing w:after="0" w:line="276" w:lineRule="auto"/>
              <w:jc w:val="left"/>
            </w:pPr>
            <w:r>
              <w:t>INV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E086A2" w14:textId="3C693850" w:rsidR="00ED3F99" w:rsidRDefault="00ED3F99" w:rsidP="00D15083">
            <w:pPr>
              <w:spacing w:after="0" w:line="276" w:lineRule="auto"/>
              <w:jc w:val="left"/>
            </w:pPr>
            <w:r>
              <w:t>Invalidation</w:t>
            </w:r>
          </w:p>
        </w:tc>
      </w:tr>
      <w:tr w:rsidR="00D15083" w:rsidRPr="00912766" w14:paraId="673AB7F5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5BFD12F" w14:textId="52B01B5A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QA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AC8DFB3" w14:textId="4916345F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Quality Assurance</w:t>
            </w:r>
          </w:p>
        </w:tc>
      </w:tr>
      <w:tr w:rsidR="001640C3" w:rsidRPr="00912766" w14:paraId="33C7A596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B95DCC" w14:textId="58A60858" w:rsidR="001640C3" w:rsidRDefault="001640C3" w:rsidP="00D15083">
            <w:pPr>
              <w:spacing w:after="0" w:line="276" w:lineRule="auto"/>
              <w:jc w:val="left"/>
            </w:pPr>
            <w:r>
              <w:t>NA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3501F26" w14:textId="73927520" w:rsidR="001640C3" w:rsidRDefault="001640C3" w:rsidP="00D15083">
            <w:pPr>
              <w:spacing w:after="0" w:line="276" w:lineRule="auto"/>
              <w:jc w:val="left"/>
            </w:pPr>
            <w:r>
              <w:t>National Administration</w:t>
            </w:r>
          </w:p>
        </w:tc>
      </w:tr>
      <w:tr w:rsidR="000B14DC" w:rsidRPr="00912766" w14:paraId="1264288D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ED9DBD2" w14:textId="35E8B822" w:rsidR="000B14DC" w:rsidRDefault="00990A4F" w:rsidP="00D15083">
            <w:pPr>
              <w:spacing w:after="0" w:line="276" w:lineRule="auto"/>
              <w:jc w:val="left"/>
            </w:pPr>
            <w:r>
              <w:t>NCTS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D2DC8E" w14:textId="60A5BD9C" w:rsidR="000B14DC" w:rsidRDefault="00172B4C" w:rsidP="00D15083">
            <w:pPr>
              <w:spacing w:after="0" w:line="276" w:lineRule="auto"/>
              <w:jc w:val="left"/>
            </w:pPr>
            <w:r>
              <w:t>New Computerised Transit System</w:t>
            </w:r>
          </w:p>
        </w:tc>
      </w:tr>
      <w:tr w:rsidR="00D15083" w:rsidRPr="00912766" w14:paraId="7A2F1C14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DB492E6" w14:textId="773A4FF7" w:rsidR="00D15083" w:rsidRPr="00912766" w:rsidRDefault="00D15083" w:rsidP="00D15083">
            <w:pPr>
              <w:spacing w:after="0" w:line="276" w:lineRule="auto"/>
              <w:jc w:val="left"/>
            </w:pPr>
            <w:r>
              <w:t>NPM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37427FE" w14:textId="73E51F1C" w:rsidR="00D15083" w:rsidRPr="00912766" w:rsidRDefault="00D15083" w:rsidP="00D15083">
            <w:pPr>
              <w:spacing w:after="0" w:line="276" w:lineRule="auto"/>
              <w:jc w:val="left"/>
            </w:pPr>
            <w:r>
              <w:t>National Project Managers</w:t>
            </w:r>
          </w:p>
        </w:tc>
      </w:tr>
      <w:tr w:rsidR="00D15083" w:rsidRPr="00912766" w14:paraId="6282C51E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603FE2" w14:textId="1AC4BEC4" w:rsidR="00D15083" w:rsidRPr="00912766" w:rsidRDefault="00D15083" w:rsidP="00D15083">
            <w:pPr>
              <w:spacing w:after="0" w:line="276" w:lineRule="auto"/>
              <w:jc w:val="left"/>
            </w:pPr>
            <w:proofErr w:type="spellStart"/>
            <w:r w:rsidRPr="00912766">
              <w:t>RfC</w:t>
            </w:r>
            <w:proofErr w:type="spellEnd"/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67F739B" w14:textId="0FA8106A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Request for Change</w:t>
            </w:r>
          </w:p>
        </w:tc>
      </w:tr>
      <w:tr w:rsidR="00D15083" w:rsidRPr="00912766" w14:paraId="7769DAC9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9B8C81" w14:textId="799726A1" w:rsidR="00D15083" w:rsidRPr="00912766" w:rsidRDefault="00D15083" w:rsidP="00D15083">
            <w:pPr>
              <w:spacing w:after="0" w:line="276" w:lineRule="auto"/>
              <w:jc w:val="left"/>
            </w:pPr>
            <w:proofErr w:type="spellStart"/>
            <w:r w:rsidRPr="00912766">
              <w:t>Rf</w:t>
            </w:r>
            <w:r w:rsidR="00065B98">
              <w:t>A</w:t>
            </w:r>
            <w:proofErr w:type="spellEnd"/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69DDAD" w14:textId="36B1D55E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 xml:space="preserve">Request for </w:t>
            </w:r>
            <w:r w:rsidR="00ED75DD">
              <w:t>Acceptance</w:t>
            </w:r>
          </w:p>
        </w:tc>
      </w:tr>
      <w:tr w:rsidR="00D15083" w:rsidRPr="00912766" w14:paraId="6DD8839C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B2F6BC" w14:textId="263DF375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RNO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5B0772B" w14:textId="31B185AE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Release Note</w:t>
            </w:r>
          </w:p>
        </w:tc>
      </w:tr>
      <w:tr w:rsidR="00D15083" w:rsidRPr="00912766" w14:paraId="7624488A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9E3D474" w14:textId="68FFE013" w:rsidR="00D15083" w:rsidRPr="00912766" w:rsidRDefault="00D15083" w:rsidP="00D15083">
            <w:pPr>
              <w:spacing w:after="0" w:line="276" w:lineRule="auto"/>
              <w:jc w:val="left"/>
            </w:pPr>
            <w:proofErr w:type="spellStart"/>
            <w:r w:rsidRPr="00912766">
              <w:t>SfA</w:t>
            </w:r>
            <w:proofErr w:type="spellEnd"/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45A455F" w14:textId="3B44222D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Submit for Acceptance</w:t>
            </w:r>
          </w:p>
        </w:tc>
      </w:tr>
      <w:tr w:rsidR="00D15083" w:rsidRPr="00912766" w14:paraId="7692ADA0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289315" w14:textId="741BDC9E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SfI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29F5BD4" w14:textId="6BEB7F39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Submit for Information</w:t>
            </w:r>
          </w:p>
        </w:tc>
      </w:tr>
      <w:tr w:rsidR="00D15083" w:rsidRPr="00912766" w14:paraId="494928D2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108DFF" w14:textId="16AFDFFA" w:rsidR="00D15083" w:rsidRPr="00912766" w:rsidRDefault="00D15083" w:rsidP="00D15083">
            <w:pPr>
              <w:spacing w:after="0" w:line="276" w:lineRule="auto"/>
              <w:jc w:val="left"/>
            </w:pPr>
            <w:proofErr w:type="spellStart"/>
            <w:r w:rsidRPr="00912766">
              <w:t>SfR</w:t>
            </w:r>
            <w:proofErr w:type="spellEnd"/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B2443C8" w14:textId="74302B92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Submit for Review</w:t>
            </w:r>
          </w:p>
        </w:tc>
      </w:tr>
      <w:tr w:rsidR="00C32478" w:rsidRPr="00912766" w14:paraId="12B03756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040D86" w14:textId="2DF98B5E" w:rsidR="00C32478" w:rsidRPr="00912766" w:rsidRDefault="00C32478" w:rsidP="00D15083">
            <w:pPr>
              <w:spacing w:after="0" w:line="276" w:lineRule="auto"/>
              <w:jc w:val="left"/>
            </w:pPr>
            <w:r>
              <w:rPr>
                <w:szCs w:val="22"/>
                <w:lang w:val="en-US"/>
              </w:rPr>
              <w:t>SOFT</w:t>
            </w:r>
            <w:r w:rsidR="004878A0">
              <w:rPr>
                <w:szCs w:val="22"/>
                <w:lang w:val="en-US"/>
              </w:rPr>
              <w:t>-</w:t>
            </w:r>
            <w:r>
              <w:rPr>
                <w:szCs w:val="22"/>
                <w:lang w:val="en-US"/>
              </w:rPr>
              <w:t>DEV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B87C57E" w14:textId="47D184F5" w:rsidR="00C32478" w:rsidRPr="00912766" w:rsidRDefault="00C32478" w:rsidP="00D15083">
            <w:pPr>
              <w:spacing w:after="0" w:line="276" w:lineRule="auto"/>
              <w:jc w:val="left"/>
            </w:pPr>
            <w:r>
              <w:t>Software Development (DG TAXUD Contractor)</w:t>
            </w:r>
          </w:p>
        </w:tc>
      </w:tr>
      <w:tr w:rsidR="00D15083" w:rsidRPr="00912766" w14:paraId="71A569E1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B0136AD" w14:textId="3E383674" w:rsidR="00D15083" w:rsidRPr="00912766" w:rsidRDefault="00D15083" w:rsidP="00D15083">
            <w:pPr>
              <w:spacing w:after="0" w:line="276" w:lineRule="auto"/>
              <w:jc w:val="left"/>
            </w:pPr>
            <w:r>
              <w:t>UCC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9B8761" w14:textId="06A7F355" w:rsidR="00D15083" w:rsidRPr="00912766" w:rsidRDefault="00D15083" w:rsidP="00D15083">
            <w:pPr>
              <w:spacing w:after="0" w:line="276" w:lineRule="auto"/>
              <w:jc w:val="left"/>
            </w:pPr>
            <w:r>
              <w:t>Union Customs Code</w:t>
            </w:r>
          </w:p>
        </w:tc>
      </w:tr>
      <w:tr w:rsidR="00965161" w:rsidRPr="00912766" w14:paraId="67B0C507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F26556F" w14:textId="724CD23D" w:rsidR="00965161" w:rsidRDefault="00B655CE" w:rsidP="00D15083">
            <w:pPr>
              <w:spacing w:after="0" w:line="276" w:lineRule="auto"/>
              <w:jc w:val="left"/>
            </w:pPr>
            <w:r>
              <w:t>XSD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CA882D9" w14:textId="1C8FA419" w:rsidR="00965161" w:rsidRDefault="00ED75DD" w:rsidP="00D15083">
            <w:pPr>
              <w:spacing w:after="0" w:line="276" w:lineRule="auto"/>
              <w:jc w:val="left"/>
            </w:pPr>
            <w:r>
              <w:t>XML Schema Definition</w:t>
            </w:r>
          </w:p>
        </w:tc>
      </w:tr>
    </w:tbl>
    <w:p w14:paraId="4A6C198F" w14:textId="5113D112" w:rsidR="00024A37" w:rsidRPr="00912766" w:rsidRDefault="001F03D8" w:rsidP="001F03D8">
      <w:pPr>
        <w:pStyle w:val="Caption"/>
        <w:keepNext/>
      </w:pPr>
      <w:bookmarkStart w:id="19" w:name="_Reference_Documents"/>
      <w:bookmarkStart w:id="20" w:name="_Toc11335282"/>
      <w:bookmarkStart w:id="21" w:name="_Toc152845398"/>
      <w:bookmarkEnd w:id="19"/>
      <w:r w:rsidRPr="00912766">
        <w:rPr>
          <w:szCs w:val="22"/>
        </w:rPr>
        <w:t xml:space="preserve">Table </w:t>
      </w:r>
      <w:r w:rsidR="00CF6094">
        <w:rPr>
          <w:szCs w:val="22"/>
        </w:rPr>
        <w:fldChar w:fldCharType="begin"/>
      </w:r>
      <w:r w:rsidR="00CF6094">
        <w:rPr>
          <w:szCs w:val="22"/>
        </w:rPr>
        <w:instrText xml:space="preserve"> SEQ Table \* ARABIC </w:instrText>
      </w:r>
      <w:r w:rsidR="00CF6094">
        <w:rPr>
          <w:szCs w:val="22"/>
        </w:rPr>
        <w:fldChar w:fldCharType="separate"/>
      </w:r>
      <w:r w:rsidR="00CF6094">
        <w:rPr>
          <w:noProof/>
          <w:szCs w:val="22"/>
        </w:rPr>
        <w:t>3</w:t>
      </w:r>
      <w:r w:rsidR="00CF6094">
        <w:rPr>
          <w:szCs w:val="22"/>
        </w:rPr>
        <w:fldChar w:fldCharType="end"/>
      </w:r>
      <w:r w:rsidRPr="00912766">
        <w:rPr>
          <w:szCs w:val="22"/>
        </w:rPr>
        <w:t>: A</w:t>
      </w:r>
      <w:r w:rsidRPr="00912766">
        <w:t>bbreviations and acronyms</w:t>
      </w:r>
      <w:bookmarkEnd w:id="20"/>
      <w:bookmarkEnd w:id="21"/>
    </w:p>
    <w:p w14:paraId="244CD449" w14:textId="5B28CF2D" w:rsidR="001F03D8" w:rsidRPr="00912766" w:rsidRDefault="00024A37" w:rsidP="00024A37">
      <w:pPr>
        <w:spacing w:after="0" w:line="240" w:lineRule="auto"/>
        <w:jc w:val="left"/>
        <w:rPr>
          <w:b/>
        </w:rPr>
      </w:pPr>
      <w:r w:rsidRPr="00912766">
        <w:br w:type="page"/>
      </w:r>
    </w:p>
    <w:p w14:paraId="03CF2EDC" w14:textId="77777777" w:rsidR="00D25D31" w:rsidRPr="003F1C4A" w:rsidRDefault="00D25D31" w:rsidP="00D25D31">
      <w:pPr>
        <w:pStyle w:val="Heading1"/>
        <w:rPr>
          <w:bCs/>
        </w:rPr>
      </w:pPr>
      <w:bookmarkStart w:id="22" w:name="_Toc413846051"/>
      <w:bookmarkStart w:id="23" w:name="_Toc14789295"/>
      <w:bookmarkStart w:id="24" w:name="_Toc9860210"/>
      <w:bookmarkStart w:id="25" w:name="_Toc8827075"/>
      <w:bookmarkStart w:id="26" w:name="_Toc1745119"/>
      <w:bookmarkStart w:id="27" w:name="_Ref42002982"/>
      <w:bookmarkStart w:id="28" w:name="_Ref42003001"/>
      <w:bookmarkStart w:id="29" w:name="_Ref42004238"/>
      <w:bookmarkStart w:id="30" w:name="_Ref42004275"/>
      <w:bookmarkStart w:id="31" w:name="_Toc152845343"/>
      <w:r w:rsidRPr="003F1C4A">
        <w:rPr>
          <w:bCs/>
        </w:rPr>
        <w:lastRenderedPageBreak/>
        <w:t>Delivery contents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1515B808" w14:textId="113060D9" w:rsidR="00D116EA" w:rsidRDefault="00B52B87" w:rsidP="00D116EA">
      <w:pPr>
        <w:rPr>
          <w:bCs/>
          <w:lang w:val="en-US"/>
        </w:rPr>
      </w:pPr>
      <w:bookmarkStart w:id="32" w:name="_Toc532829251"/>
      <w:bookmarkStart w:id="33" w:name="_Toc413846052"/>
      <w:bookmarkStart w:id="34" w:name="_Toc1745120"/>
      <w:bookmarkStart w:id="35" w:name="_Toc8827076"/>
      <w:bookmarkStart w:id="36" w:name="_Toc9860211"/>
      <w:bookmarkStart w:id="37" w:name="_Toc14789296"/>
      <w:bookmarkEnd w:id="32"/>
      <w:r w:rsidRPr="00912766">
        <w:rPr>
          <w:lang w:val="en-US"/>
        </w:rPr>
        <w:t xml:space="preserve">This is the delivery of the </w:t>
      </w:r>
      <w:fldSimple w:instr=" DOCPROPERTY  Title ">
        <w:r w:rsidR="00EC5E5D">
          <w:t>DDNXA Main Document, Annexes and CSE Export 5.15.2</w:t>
        </w:r>
      </w:fldSimple>
      <w:r w:rsidRPr="00912766">
        <w:rPr>
          <w:lang w:val="en-US"/>
        </w:rPr>
        <w:t xml:space="preserve"> release package.</w:t>
      </w:r>
      <w:r w:rsidR="00D116EA">
        <w:rPr>
          <w:lang w:val="en-US"/>
        </w:rPr>
        <w:t xml:space="preserve"> Actions applicable to this delivery are included in </w:t>
      </w:r>
      <w:r w:rsidR="00DF75A5" w:rsidRPr="00DF75A5">
        <w:rPr>
          <w:bCs/>
          <w:lang w:val="en-US"/>
        </w:rPr>
        <w:t>DDNXA 5.15.</w:t>
      </w:r>
      <w:r w:rsidR="005E458A">
        <w:rPr>
          <w:bCs/>
          <w:lang w:val="en-US"/>
        </w:rPr>
        <w:t>2</w:t>
      </w:r>
      <w:r w:rsidR="00DF75A5" w:rsidRPr="00DF75A5">
        <w:rPr>
          <w:bCs/>
          <w:lang w:val="en-US"/>
        </w:rPr>
        <w:t>_</w:t>
      </w:r>
      <w:r w:rsidR="006D4668">
        <w:rPr>
          <w:bCs/>
          <w:lang w:val="en-US"/>
        </w:rPr>
        <w:t>v</w:t>
      </w:r>
      <w:r w:rsidR="007654A9">
        <w:rPr>
          <w:bCs/>
          <w:lang w:val="en-US"/>
        </w:rPr>
        <w:t>2.00</w:t>
      </w:r>
      <w:r w:rsidR="006D4668">
        <w:rPr>
          <w:bCs/>
          <w:lang w:val="en-US"/>
        </w:rPr>
        <w:t>_</w:t>
      </w:r>
      <w:r w:rsidR="00DF75A5" w:rsidRPr="00DF75A5">
        <w:rPr>
          <w:bCs/>
          <w:lang w:val="en-US"/>
        </w:rPr>
        <w:t>Action_List</w:t>
      </w:r>
      <w:r w:rsidR="0003296C">
        <w:rPr>
          <w:bCs/>
          <w:lang w:val="en-US"/>
        </w:rPr>
        <w:t xml:space="preserve"> </w:t>
      </w:r>
      <w:r w:rsidR="00D116EA" w:rsidRPr="00AE72E0">
        <w:rPr>
          <w:bCs/>
          <w:lang w:val="en-US"/>
        </w:rPr>
        <w:t>file.</w:t>
      </w:r>
    </w:p>
    <w:p w14:paraId="037BAB85" w14:textId="77777777" w:rsidR="00194546" w:rsidRPr="005E25F4" w:rsidRDefault="00194546" w:rsidP="00194546">
      <w:pPr>
        <w:rPr>
          <w:lang w:val="en-US"/>
        </w:rPr>
      </w:pPr>
      <w:r w:rsidRPr="00794DB1">
        <w:t>The delivery consists of:</w:t>
      </w:r>
    </w:p>
    <w:p w14:paraId="3A9B4715" w14:textId="5C071B14" w:rsidR="005543BB" w:rsidRPr="00097E7B" w:rsidRDefault="00AA3F43" w:rsidP="005543BB">
      <w:pPr>
        <w:pStyle w:val="ListParagraph"/>
        <w:numPr>
          <w:ilvl w:val="0"/>
          <w:numId w:val="37"/>
        </w:numPr>
        <w:rPr>
          <w:lang w:val="fr-BE"/>
        </w:rPr>
      </w:pPr>
      <w:r w:rsidRPr="00097E7B">
        <w:rPr>
          <w:lang w:val="fr-BE"/>
        </w:rPr>
        <w:t>P1-</w:t>
      </w:r>
      <w:r w:rsidR="005543BB" w:rsidRPr="00097E7B">
        <w:rPr>
          <w:lang w:val="fr-BE"/>
        </w:rPr>
        <w:t>DDNXA</w:t>
      </w:r>
      <w:r w:rsidR="0061693E" w:rsidRPr="00097E7B">
        <w:rPr>
          <w:lang w:val="fr-BE"/>
        </w:rPr>
        <w:t xml:space="preserve">-Main </w:t>
      </w:r>
      <w:proofErr w:type="gramStart"/>
      <w:r w:rsidR="0061693E" w:rsidRPr="00097E7B">
        <w:rPr>
          <w:lang w:val="fr-BE"/>
        </w:rPr>
        <w:t>Document-5.15.</w:t>
      </w:r>
      <w:r w:rsidR="005E458A" w:rsidRPr="00097E7B">
        <w:rPr>
          <w:lang w:val="fr-BE"/>
        </w:rPr>
        <w:t>2</w:t>
      </w:r>
      <w:r w:rsidR="0061693E" w:rsidRPr="00097E7B">
        <w:rPr>
          <w:lang w:val="fr-BE"/>
        </w:rPr>
        <w:t>-v</w:t>
      </w:r>
      <w:r w:rsidR="007654A9" w:rsidRPr="00097E7B">
        <w:rPr>
          <w:lang w:val="fr-BE"/>
        </w:rPr>
        <w:t>2.00</w:t>
      </w:r>
      <w:r w:rsidR="00830994">
        <w:rPr>
          <w:lang w:val="fr-BE"/>
        </w:rPr>
        <w:t>-SfA</w:t>
      </w:r>
      <w:r w:rsidR="0061693E" w:rsidRPr="00097E7B">
        <w:rPr>
          <w:lang w:val="fr-BE"/>
        </w:rPr>
        <w:t>.docx;</w:t>
      </w:r>
      <w:proofErr w:type="gramEnd"/>
    </w:p>
    <w:p w14:paraId="0614BFB0" w14:textId="17A6BAC4" w:rsidR="008D6414" w:rsidRDefault="005543BB" w:rsidP="005543BB">
      <w:pPr>
        <w:pStyle w:val="ListParagraph"/>
        <w:numPr>
          <w:ilvl w:val="0"/>
          <w:numId w:val="37"/>
        </w:numPr>
      </w:pPr>
      <w:r w:rsidRPr="00383594">
        <w:t xml:space="preserve">DDNA </w:t>
      </w:r>
      <w:r w:rsidRPr="00383089">
        <w:t>CSE Database- v5</w:t>
      </w:r>
      <w:r w:rsidRPr="00383089">
        <w:rPr>
          <w:lang w:val="el-GR"/>
        </w:rPr>
        <w:t>1</w:t>
      </w:r>
      <w:r w:rsidRPr="00383089">
        <w:t>.</w:t>
      </w:r>
      <w:proofErr w:type="gramStart"/>
      <w:r w:rsidRPr="00383089">
        <w:rPr>
          <w:lang w:val="en-US"/>
        </w:rPr>
        <w:t>8</w:t>
      </w:r>
      <w:r w:rsidRPr="00383089">
        <w:rPr>
          <w:lang w:val="el-GR"/>
        </w:rPr>
        <w:t>.</w:t>
      </w:r>
      <w:r w:rsidR="007654A9">
        <w:rPr>
          <w:lang w:val="en-US"/>
        </w:rPr>
        <w:t>6</w:t>
      </w:r>
      <w:r w:rsidR="00BC3427">
        <w:t>;</w:t>
      </w:r>
      <w:proofErr w:type="gramEnd"/>
    </w:p>
    <w:p w14:paraId="7257A547" w14:textId="3A24F9B7" w:rsidR="00830994" w:rsidRDefault="00830994" w:rsidP="005543BB">
      <w:pPr>
        <w:pStyle w:val="ListParagraph"/>
        <w:numPr>
          <w:ilvl w:val="0"/>
          <w:numId w:val="37"/>
        </w:numPr>
      </w:pPr>
      <w:r>
        <w:t xml:space="preserve">This release </w:t>
      </w:r>
      <w:proofErr w:type="gramStart"/>
      <w:r>
        <w:t>notes</w:t>
      </w:r>
      <w:proofErr w:type="gramEnd"/>
    </w:p>
    <w:p w14:paraId="61233D25" w14:textId="18E0B94B" w:rsidR="00830994" w:rsidRPr="00383594" w:rsidRDefault="00830994" w:rsidP="005543BB">
      <w:pPr>
        <w:pStyle w:val="ListParagraph"/>
        <w:numPr>
          <w:ilvl w:val="0"/>
          <w:numId w:val="37"/>
        </w:numPr>
      </w:pPr>
      <w:r>
        <w:rPr>
          <w:noProof/>
        </w:rPr>
        <w:drawing>
          <wp:inline distT="0" distB="0" distL="0" distR="0" wp14:anchorId="00314007" wp14:editId="0065B218">
            <wp:extent cx="5761355" cy="10585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C8F99" w14:textId="21C0624F" w:rsidR="00830994" w:rsidRDefault="00830994" w:rsidP="00830994">
      <w:pPr>
        <w:pStyle w:val="ListParagraph"/>
        <w:numPr>
          <w:ilvl w:val="0"/>
          <w:numId w:val="37"/>
        </w:numPr>
        <w:jc w:val="left"/>
        <w:rPr>
          <w:lang w:val="en-IE"/>
        </w:rPr>
      </w:pPr>
      <w:r w:rsidRPr="00C32ADB">
        <w:rPr>
          <w:lang w:val="en-IE"/>
        </w:rPr>
        <w:t>DDN</w:t>
      </w:r>
      <w:r>
        <w:rPr>
          <w:lang w:val="en-IE"/>
        </w:rPr>
        <w:t>X</w:t>
      </w:r>
      <w:r w:rsidRPr="00C32ADB">
        <w:rPr>
          <w:lang w:val="en-IE"/>
        </w:rPr>
        <w:t xml:space="preserve">A Supporting Documents </w:t>
      </w:r>
    </w:p>
    <w:p w14:paraId="08EDD121" w14:textId="77777777" w:rsidR="00830994" w:rsidRDefault="00830994" w:rsidP="00830994">
      <w:pPr>
        <w:pStyle w:val="ListParagraph"/>
        <w:numPr>
          <w:ilvl w:val="1"/>
          <w:numId w:val="37"/>
        </w:numPr>
        <w:jc w:val="left"/>
        <w:rPr>
          <w:lang w:val="en-IE"/>
        </w:rPr>
      </w:pPr>
      <w:r>
        <w:rPr>
          <w:lang w:val="en-IE"/>
        </w:rPr>
        <w:t xml:space="preserve">APO Files to trace the comments applied during the various review </w:t>
      </w:r>
      <w:proofErr w:type="gramStart"/>
      <w:r>
        <w:rPr>
          <w:lang w:val="en-IE"/>
        </w:rPr>
        <w:t>cycles;</w:t>
      </w:r>
      <w:proofErr w:type="gramEnd"/>
    </w:p>
    <w:p w14:paraId="267C8BDF" w14:textId="77777777" w:rsidR="00830994" w:rsidRDefault="00830994" w:rsidP="00830994">
      <w:pPr>
        <w:pStyle w:val="ListParagraph"/>
        <w:numPr>
          <w:ilvl w:val="1"/>
          <w:numId w:val="37"/>
        </w:numPr>
        <w:jc w:val="left"/>
        <w:rPr>
          <w:lang w:val="en-IE"/>
        </w:rPr>
      </w:pPr>
      <w:r>
        <w:rPr>
          <w:lang w:val="en-IE"/>
        </w:rPr>
        <w:t xml:space="preserve">The RFCs included in </w:t>
      </w:r>
      <w:r w:rsidRPr="00C32ADB">
        <w:rPr>
          <w:lang w:val="en-IE"/>
        </w:rPr>
        <w:t>R</w:t>
      </w:r>
      <w:r>
        <w:rPr>
          <w:lang w:val="en-IE"/>
        </w:rPr>
        <w:t>F</w:t>
      </w:r>
      <w:r w:rsidRPr="00C32ADB">
        <w:rPr>
          <w:lang w:val="en-IE"/>
        </w:rPr>
        <w:t xml:space="preserve">C-List.38 </w:t>
      </w:r>
      <w:r>
        <w:rPr>
          <w:lang w:val="en-IE"/>
        </w:rPr>
        <w:t xml:space="preserve">and </w:t>
      </w:r>
      <w:proofErr w:type="gramStart"/>
      <w:r>
        <w:rPr>
          <w:lang w:val="en-IE"/>
        </w:rPr>
        <w:t xml:space="preserve">in </w:t>
      </w:r>
      <w:r w:rsidRPr="00C32ADB">
        <w:rPr>
          <w:lang w:val="en-IE"/>
        </w:rPr>
        <w:t xml:space="preserve"> R</w:t>
      </w:r>
      <w:r>
        <w:rPr>
          <w:lang w:val="en-IE"/>
        </w:rPr>
        <w:t>F</w:t>
      </w:r>
      <w:r w:rsidRPr="00C32ADB">
        <w:rPr>
          <w:lang w:val="en-IE"/>
        </w:rPr>
        <w:t>C</w:t>
      </w:r>
      <w:proofErr w:type="gramEnd"/>
      <w:r w:rsidRPr="00C32ADB">
        <w:rPr>
          <w:lang w:val="en-IE"/>
        </w:rPr>
        <w:t>-List.39;</w:t>
      </w:r>
    </w:p>
    <w:p w14:paraId="130EBC49" w14:textId="58FF14B1" w:rsidR="00830994" w:rsidRDefault="00830994" w:rsidP="00830994">
      <w:pPr>
        <w:pStyle w:val="ListParagraph"/>
        <w:numPr>
          <w:ilvl w:val="1"/>
          <w:numId w:val="37"/>
        </w:numPr>
        <w:jc w:val="left"/>
        <w:rPr>
          <w:lang w:val="en-IE"/>
        </w:rPr>
      </w:pPr>
      <w:r>
        <w:rPr>
          <w:lang w:val="en-IE"/>
        </w:rPr>
        <w:t xml:space="preserve">The file </w:t>
      </w:r>
      <w:r w:rsidRPr="003B28E4">
        <w:rPr>
          <w:lang w:val="en-IE"/>
        </w:rPr>
        <w:t>_RFC-List.38+39_Scope_InfoOnPlanning-v2.02</w:t>
      </w:r>
      <w:r w:rsidR="00C731F3">
        <w:rPr>
          <w:lang w:val="en-IE"/>
        </w:rPr>
        <w:t>_AES</w:t>
      </w:r>
      <w:r w:rsidRPr="003B28E4">
        <w:rPr>
          <w:lang w:val="en-IE"/>
        </w:rPr>
        <w:t>.xlsx</w:t>
      </w:r>
      <w:r>
        <w:rPr>
          <w:lang w:val="en-IE"/>
        </w:rPr>
        <w:t xml:space="preserve"> that gives an overview of all RFCs implemented in the DDN</w:t>
      </w:r>
      <w:r>
        <w:rPr>
          <w:lang w:val="en-IE"/>
        </w:rPr>
        <w:t>X</w:t>
      </w:r>
      <w:r>
        <w:rPr>
          <w:lang w:val="en-IE"/>
        </w:rPr>
        <w:t>A (and in DDCO</w:t>
      </w:r>
      <w:r>
        <w:rPr>
          <w:lang w:val="en-IE"/>
        </w:rPr>
        <w:t>M</w:t>
      </w:r>
      <w:proofErr w:type="gramStart"/>
      <w:r>
        <w:rPr>
          <w:lang w:val="en-IE"/>
        </w:rPr>
        <w:t>);</w:t>
      </w:r>
      <w:proofErr w:type="gramEnd"/>
    </w:p>
    <w:p w14:paraId="375A00EE" w14:textId="77777777" w:rsidR="00830994" w:rsidRDefault="00830994" w:rsidP="00830994">
      <w:pPr>
        <w:pStyle w:val="ListParagraph"/>
        <w:numPr>
          <w:ilvl w:val="1"/>
          <w:numId w:val="37"/>
        </w:numPr>
        <w:jc w:val="left"/>
        <w:rPr>
          <w:lang w:val="en-IE"/>
        </w:rPr>
      </w:pPr>
      <w:r>
        <w:rPr>
          <w:lang w:val="en-IE"/>
        </w:rPr>
        <w:t xml:space="preserve">The comparison of the Main Document against the previous </w:t>
      </w:r>
      <w:proofErr w:type="gramStart"/>
      <w:r>
        <w:rPr>
          <w:lang w:val="en-IE"/>
        </w:rPr>
        <w:t>release;</w:t>
      </w:r>
      <w:proofErr w:type="gramEnd"/>
    </w:p>
    <w:p w14:paraId="687F3BFF" w14:textId="369EF41B" w:rsidR="009877D0" w:rsidRDefault="00933B84" w:rsidP="00C731F3">
      <w:pPr>
        <w:pStyle w:val="ListParagraph"/>
        <w:numPr>
          <w:ilvl w:val="1"/>
          <w:numId w:val="37"/>
        </w:numPr>
        <w:jc w:val="left"/>
        <w:rPr>
          <w:lang w:val="en-IE"/>
        </w:rPr>
      </w:pPr>
      <w:r w:rsidRPr="00C731F3">
        <w:rPr>
          <w:lang w:val="en-IE"/>
        </w:rPr>
        <w:t>DDNXA Supporting Documents (</w:t>
      </w:r>
      <w:r w:rsidR="00F8228A" w:rsidRPr="00C731F3">
        <w:rPr>
          <w:lang w:val="en-IE"/>
        </w:rPr>
        <w:t>DDNXA 5.15.</w:t>
      </w:r>
      <w:r w:rsidR="005E458A" w:rsidRPr="00C731F3">
        <w:rPr>
          <w:lang w:val="en-IE"/>
        </w:rPr>
        <w:t>2</w:t>
      </w:r>
      <w:r w:rsidR="00F8228A" w:rsidRPr="00C731F3">
        <w:rPr>
          <w:lang w:val="en-IE"/>
        </w:rPr>
        <w:t>_</w:t>
      </w:r>
      <w:r w:rsidR="006D4668" w:rsidRPr="00C731F3">
        <w:rPr>
          <w:lang w:val="en-IE"/>
        </w:rPr>
        <w:t>v</w:t>
      </w:r>
      <w:r w:rsidR="008A1AE1" w:rsidRPr="00C731F3">
        <w:rPr>
          <w:lang w:val="en-IE"/>
        </w:rPr>
        <w:t>2.00</w:t>
      </w:r>
      <w:r w:rsidR="006D4668" w:rsidRPr="00C731F3">
        <w:rPr>
          <w:lang w:val="en-IE"/>
        </w:rPr>
        <w:t>_</w:t>
      </w:r>
      <w:r w:rsidR="00F8228A" w:rsidRPr="00C731F3">
        <w:rPr>
          <w:lang w:val="en-IE"/>
        </w:rPr>
        <w:t>Action_List.xlsx</w:t>
      </w:r>
      <w:r w:rsidRPr="00C731F3">
        <w:rPr>
          <w:lang w:val="en-IE"/>
        </w:rPr>
        <w:t xml:space="preserve"> and EMCS IEs).</w:t>
      </w:r>
    </w:p>
    <w:p w14:paraId="0B0783CF" w14:textId="3F964984" w:rsidR="00C731F3" w:rsidRDefault="00C731F3" w:rsidP="00C731F3">
      <w:pPr>
        <w:pStyle w:val="ListParagraph"/>
        <w:numPr>
          <w:ilvl w:val="0"/>
          <w:numId w:val="37"/>
        </w:numPr>
        <w:jc w:val="left"/>
        <w:rPr>
          <w:lang w:val="en-IE"/>
        </w:rPr>
      </w:pPr>
      <w:r>
        <w:rPr>
          <w:noProof/>
        </w:rPr>
        <w:drawing>
          <wp:inline distT="0" distB="0" distL="0" distR="0" wp14:anchorId="42546198" wp14:editId="1B3DC72C">
            <wp:extent cx="5761355" cy="1323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B1F14" w14:textId="77777777" w:rsidR="00C731F3" w:rsidRDefault="00C731F3" w:rsidP="00C731F3">
      <w:pPr>
        <w:pStyle w:val="ListParagraph"/>
        <w:numPr>
          <w:ilvl w:val="0"/>
          <w:numId w:val="37"/>
        </w:numPr>
        <w:jc w:val="left"/>
        <w:rPr>
          <w:lang w:val="en-IE"/>
        </w:rPr>
      </w:pPr>
      <w:r w:rsidRPr="0038737F">
        <w:rPr>
          <w:lang w:val="en-IE"/>
        </w:rPr>
        <w:t>DDNTA Appendices (A, B,</w:t>
      </w:r>
      <w:r>
        <w:rPr>
          <w:lang w:val="en-IE"/>
        </w:rPr>
        <w:t xml:space="preserve"> C, D,</w:t>
      </w:r>
      <w:r w:rsidRPr="0038737F">
        <w:rPr>
          <w:lang w:val="en-IE"/>
        </w:rPr>
        <w:t xml:space="preserve"> J, K, M, N, Q2, R, S, Y, Z), Appendix X (XSD</w:t>
      </w:r>
      <w:proofErr w:type="gramStart"/>
      <w:r w:rsidRPr="0038737F">
        <w:rPr>
          <w:lang w:val="en-IE"/>
        </w:rPr>
        <w:t>);</w:t>
      </w:r>
      <w:proofErr w:type="gramEnd"/>
    </w:p>
    <w:p w14:paraId="3AA6E7B3" w14:textId="416F5BBF" w:rsidR="00C731F3" w:rsidRDefault="00C731F3" w:rsidP="00C731F3">
      <w:pPr>
        <w:ind w:left="720"/>
      </w:pPr>
      <w:r>
        <w:rPr>
          <w:noProof/>
        </w:rPr>
        <w:drawing>
          <wp:inline distT="0" distB="0" distL="0" distR="0" wp14:anchorId="681F84B4" wp14:editId="6749E6CD">
            <wp:extent cx="5761355" cy="27031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270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3A8C8" w14:textId="77777777" w:rsidR="00C731F3" w:rsidRDefault="00C731F3" w:rsidP="007824E0"/>
    <w:p w14:paraId="1DBEBBEC" w14:textId="30139CD0" w:rsidR="007824E0" w:rsidRDefault="007824E0" w:rsidP="007824E0">
      <w:r w:rsidRPr="001321EE">
        <w:t xml:space="preserve">For any additional information, please contact: </w:t>
      </w:r>
      <w:hyperlink r:id="rId18" w:history="1">
        <w:r w:rsidRPr="00AD137E">
          <w:rPr>
            <w:rStyle w:val="Hyperlink"/>
          </w:rPr>
          <w:t>support@itsmtaxud.europa.eu</w:t>
        </w:r>
      </w:hyperlink>
      <w:r w:rsidRPr="001321EE">
        <w:t xml:space="preserve"> </w:t>
      </w:r>
    </w:p>
    <w:p w14:paraId="15F5E317" w14:textId="77777777" w:rsidR="00D116EA" w:rsidRPr="00D116EA" w:rsidRDefault="00D116EA" w:rsidP="00B52B87"/>
    <w:p w14:paraId="06C44BEA" w14:textId="3728F5CF" w:rsidR="001321EE" w:rsidRPr="00912766" w:rsidRDefault="00806148" w:rsidP="00B52B87">
      <w:r w:rsidRPr="00912766">
        <w:br w:type="page"/>
      </w:r>
    </w:p>
    <w:p w14:paraId="4A0DA414" w14:textId="77777777" w:rsidR="001321EE" w:rsidRPr="00912766" w:rsidRDefault="001321EE" w:rsidP="001321EE">
      <w:pPr>
        <w:pStyle w:val="Heading1"/>
        <w:tabs>
          <w:tab w:val="clear" w:pos="510"/>
          <w:tab w:val="num" w:pos="432"/>
        </w:tabs>
        <w:spacing w:before="240" w:after="240" w:line="240" w:lineRule="auto"/>
        <w:ind w:left="431" w:right="862" w:hanging="431"/>
      </w:pPr>
      <w:bookmarkStart w:id="38" w:name="_Toc413846058"/>
      <w:bookmarkStart w:id="39" w:name="_Ref469907843"/>
      <w:bookmarkStart w:id="40" w:name="_Ref469907871"/>
      <w:bookmarkStart w:id="41" w:name="_Toc526355322"/>
      <w:bookmarkStart w:id="42" w:name="_Toc526355400"/>
      <w:bookmarkStart w:id="43" w:name="_Toc40787816"/>
      <w:bookmarkStart w:id="44" w:name="_Toc152845344"/>
      <w:r w:rsidRPr="00912766">
        <w:lastRenderedPageBreak/>
        <w:t>Release Scope</w:t>
      </w:r>
      <w:bookmarkEnd w:id="38"/>
      <w:bookmarkEnd w:id="39"/>
      <w:bookmarkEnd w:id="40"/>
      <w:bookmarkEnd w:id="41"/>
      <w:bookmarkEnd w:id="42"/>
      <w:bookmarkEnd w:id="43"/>
      <w:bookmarkEnd w:id="44"/>
    </w:p>
    <w:p w14:paraId="3B258F34" w14:textId="4B26AA75" w:rsidR="00C731F3" w:rsidRDefault="00C731F3" w:rsidP="00C731F3">
      <w:pPr>
        <w:pStyle w:val="Text1"/>
        <w:rPr>
          <w:rFonts w:ascii="Times New Roman" w:hAnsi="Times New Roman"/>
          <w:sz w:val="22"/>
          <w:szCs w:val="24"/>
          <w:lang w:eastAsia="en-GB"/>
        </w:rPr>
      </w:pPr>
      <w:r w:rsidRPr="00D45380">
        <w:rPr>
          <w:rFonts w:ascii="Times New Roman" w:hAnsi="Times New Roman"/>
          <w:sz w:val="22"/>
          <w:szCs w:val="24"/>
          <w:lang w:eastAsia="en-GB"/>
        </w:rPr>
        <w:t>The deliverable includes the DDN</w:t>
      </w:r>
      <w:r>
        <w:rPr>
          <w:rFonts w:ascii="Times New Roman" w:hAnsi="Times New Roman"/>
          <w:sz w:val="22"/>
          <w:szCs w:val="24"/>
          <w:lang w:eastAsia="en-GB"/>
        </w:rPr>
        <w:t>X</w:t>
      </w:r>
      <w:r w:rsidRPr="00D45380">
        <w:rPr>
          <w:rFonts w:ascii="Times New Roman" w:hAnsi="Times New Roman"/>
          <w:sz w:val="22"/>
          <w:szCs w:val="24"/>
          <w:lang w:eastAsia="en-GB"/>
        </w:rPr>
        <w:t xml:space="preserve">A </w:t>
      </w:r>
      <w:r>
        <w:rPr>
          <w:rFonts w:ascii="Times New Roman" w:hAnsi="Times New Roman"/>
          <w:sz w:val="22"/>
          <w:szCs w:val="24"/>
          <w:lang w:eastAsia="en-GB"/>
        </w:rPr>
        <w:t xml:space="preserve">Main Document, </w:t>
      </w:r>
      <w:proofErr w:type="gramStart"/>
      <w:r w:rsidRPr="00D45380">
        <w:rPr>
          <w:rFonts w:ascii="Times New Roman" w:hAnsi="Times New Roman"/>
          <w:sz w:val="22"/>
          <w:szCs w:val="24"/>
          <w:lang w:eastAsia="en-GB"/>
        </w:rPr>
        <w:t>Appendices</w:t>
      </w:r>
      <w:proofErr w:type="gramEnd"/>
      <w:r w:rsidRPr="00D45380">
        <w:rPr>
          <w:rFonts w:ascii="Times New Roman" w:hAnsi="Times New Roman"/>
          <w:sz w:val="22"/>
          <w:szCs w:val="24"/>
          <w:lang w:eastAsia="en-GB"/>
        </w:rPr>
        <w:t xml:space="preserve"> </w:t>
      </w:r>
      <w:r>
        <w:rPr>
          <w:rFonts w:ascii="Times New Roman" w:hAnsi="Times New Roman"/>
          <w:sz w:val="22"/>
          <w:szCs w:val="24"/>
          <w:lang w:eastAsia="en-GB"/>
        </w:rPr>
        <w:t xml:space="preserve">and some Supporting </w:t>
      </w:r>
      <w:r w:rsidRPr="0066705B">
        <w:rPr>
          <w:rFonts w:ascii="Times New Roman" w:hAnsi="Times New Roman"/>
          <w:sz w:val="22"/>
          <w:szCs w:val="24"/>
          <w:lang w:eastAsia="en-GB"/>
        </w:rPr>
        <w:t xml:space="preserve">Documents. The version is </w:t>
      </w:r>
      <w:r w:rsidRPr="0066705B">
        <w:rPr>
          <w:rFonts w:ascii="Times New Roman" w:hAnsi="Times New Roman"/>
          <w:i/>
          <w:sz w:val="22"/>
          <w:szCs w:val="24"/>
          <w:lang w:eastAsia="en-GB"/>
        </w:rPr>
        <w:t xml:space="preserve">Sent for </w:t>
      </w:r>
      <w:r w:rsidRPr="0066705B">
        <w:rPr>
          <w:rFonts w:ascii="Times New Roman" w:hAnsi="Times New Roman"/>
          <w:i/>
          <w:sz w:val="22"/>
          <w:szCs w:val="24"/>
          <w:lang w:val="en-US" w:eastAsia="en-GB"/>
        </w:rPr>
        <w:t>Information (after external verification)</w:t>
      </w:r>
      <w:r w:rsidRPr="0066705B">
        <w:rPr>
          <w:rFonts w:ascii="Times New Roman" w:hAnsi="Times New Roman"/>
          <w:sz w:val="22"/>
          <w:szCs w:val="24"/>
          <w:lang w:eastAsia="en-GB"/>
        </w:rPr>
        <w:t xml:space="preserve">. </w:t>
      </w:r>
    </w:p>
    <w:p w14:paraId="0A1D31B1" w14:textId="77777777" w:rsidR="00155147" w:rsidRPr="00912766" w:rsidRDefault="00155147" w:rsidP="00F844A6">
      <w:pPr>
        <w:spacing w:after="0" w:line="240" w:lineRule="auto"/>
        <w:jc w:val="left"/>
      </w:pPr>
    </w:p>
    <w:p w14:paraId="15A742AA" w14:textId="77777777" w:rsidR="009216E8" w:rsidRDefault="00C731F3" w:rsidP="00F844A6">
      <w:pPr>
        <w:spacing w:after="0" w:line="240" w:lineRule="auto"/>
        <w:jc w:val="left"/>
      </w:pPr>
      <w:r w:rsidRPr="00C731F3">
        <w:drawing>
          <wp:inline distT="0" distB="0" distL="0" distR="0" wp14:anchorId="0CC8EFF4" wp14:editId="7F1E2183">
            <wp:extent cx="5761355" cy="21888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18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53B8A" w14:textId="4FAD8915" w:rsidR="009216E8" w:rsidRPr="00912766" w:rsidRDefault="009216E8" w:rsidP="009216E8">
      <w:pPr>
        <w:pStyle w:val="Caption"/>
        <w:keepNext/>
      </w:pPr>
      <w:bookmarkStart w:id="45" w:name="_Toc152845399"/>
      <w:r w:rsidRPr="00912766">
        <w:rPr>
          <w:szCs w:val="22"/>
        </w:rPr>
        <w:t xml:space="preserve">Table </w:t>
      </w:r>
      <w:r>
        <w:rPr>
          <w:szCs w:val="22"/>
        </w:rPr>
        <w:fldChar w:fldCharType="begin"/>
      </w:r>
      <w:r>
        <w:rPr>
          <w:szCs w:val="22"/>
        </w:rPr>
        <w:instrText xml:space="preserve"> SEQ Table \* ARABIC </w:instrText>
      </w:r>
      <w:r>
        <w:rPr>
          <w:szCs w:val="22"/>
        </w:rPr>
        <w:fldChar w:fldCharType="separate"/>
      </w:r>
      <w:r>
        <w:rPr>
          <w:noProof/>
          <w:szCs w:val="22"/>
        </w:rPr>
        <w:t>4</w:t>
      </w:r>
      <w:r>
        <w:rPr>
          <w:szCs w:val="22"/>
        </w:rPr>
        <w:fldChar w:fldCharType="end"/>
      </w:r>
      <w:r w:rsidRPr="00912766">
        <w:rPr>
          <w:szCs w:val="22"/>
        </w:rPr>
        <w:t xml:space="preserve">: </w:t>
      </w:r>
      <w:r>
        <w:rPr>
          <w:szCs w:val="22"/>
        </w:rPr>
        <w:t>Release scope</w:t>
      </w:r>
      <w:bookmarkEnd w:id="45"/>
    </w:p>
    <w:p w14:paraId="0779660F" w14:textId="0B173DB7" w:rsidR="001321EE" w:rsidRPr="00912766" w:rsidRDefault="00F844A6" w:rsidP="00F844A6">
      <w:pPr>
        <w:spacing w:after="0" w:line="240" w:lineRule="auto"/>
        <w:jc w:val="left"/>
      </w:pPr>
      <w:r w:rsidRPr="00912766">
        <w:br w:type="page"/>
      </w:r>
    </w:p>
    <w:p w14:paraId="4DB08EDA" w14:textId="77777777" w:rsidR="001321EE" w:rsidRPr="00912766" w:rsidRDefault="001321EE" w:rsidP="001321EE">
      <w:pPr>
        <w:pStyle w:val="Heading1"/>
        <w:tabs>
          <w:tab w:val="clear" w:pos="510"/>
          <w:tab w:val="num" w:pos="432"/>
        </w:tabs>
        <w:spacing w:before="240" w:after="240" w:line="240" w:lineRule="auto"/>
        <w:ind w:left="431" w:right="862" w:hanging="431"/>
      </w:pPr>
      <w:bookmarkStart w:id="46" w:name="_Ref526239872"/>
      <w:bookmarkStart w:id="47" w:name="_Ref526239878"/>
      <w:bookmarkStart w:id="48" w:name="_Toc526355323"/>
      <w:bookmarkStart w:id="49" w:name="_Toc526355401"/>
      <w:bookmarkStart w:id="50" w:name="_Toc40787817"/>
      <w:bookmarkStart w:id="51" w:name="_Toc152845345"/>
      <w:r w:rsidRPr="00912766">
        <w:lastRenderedPageBreak/>
        <w:t>Review Instructions</w:t>
      </w:r>
      <w:bookmarkEnd w:id="46"/>
      <w:bookmarkEnd w:id="47"/>
      <w:bookmarkEnd w:id="48"/>
      <w:bookmarkEnd w:id="49"/>
      <w:bookmarkEnd w:id="50"/>
      <w:bookmarkEnd w:id="51"/>
    </w:p>
    <w:p w14:paraId="7F21EF3B" w14:textId="7ABCBA62" w:rsidR="00D14A49" w:rsidRDefault="00C731F3" w:rsidP="00F86B25">
      <w:pPr>
        <w:rPr>
          <w:lang w:val="en-US" w:eastAsia="ko-KR"/>
        </w:rPr>
      </w:pPr>
      <w:r>
        <w:rPr>
          <w:szCs w:val="22"/>
          <w:lang w:val="en-US"/>
        </w:rPr>
        <w:t xml:space="preserve">This </w:t>
      </w:r>
      <w:r w:rsidRPr="00255820">
        <w:rPr>
          <w:szCs w:val="22"/>
          <w:lang w:val="en-US"/>
        </w:rPr>
        <w:t xml:space="preserve">deliverable </w:t>
      </w:r>
      <w:r>
        <w:rPr>
          <w:szCs w:val="22"/>
          <w:lang w:val="en-US"/>
        </w:rPr>
        <w:t xml:space="preserve">is published for acceptance by </w:t>
      </w:r>
      <w:proofErr w:type="gramStart"/>
      <w:r>
        <w:rPr>
          <w:szCs w:val="22"/>
          <w:lang w:val="en-US"/>
        </w:rPr>
        <w:t>ECCG</w:t>
      </w:r>
      <w:proofErr w:type="gramEnd"/>
    </w:p>
    <w:p w14:paraId="6B5C4785" w14:textId="4E30A2E4" w:rsidR="00155147" w:rsidRPr="00912766" w:rsidRDefault="00155147" w:rsidP="00155147">
      <w:pPr>
        <w:pStyle w:val="Text1"/>
        <w:spacing w:after="0"/>
        <w:jc w:val="left"/>
        <w:rPr>
          <w:rFonts w:ascii="Times New Roman" w:hAnsi="Times New Roman"/>
          <w:lang w:val="en-US"/>
        </w:rPr>
      </w:pPr>
    </w:p>
    <w:p w14:paraId="2942B7A5" w14:textId="77777777" w:rsidR="00C731F3" w:rsidRPr="00DF0D38" w:rsidRDefault="00C731F3" w:rsidP="00C731F3">
      <w:pPr>
        <w:pStyle w:val="Heading1"/>
        <w:tabs>
          <w:tab w:val="clear" w:pos="510"/>
          <w:tab w:val="num" w:pos="432"/>
        </w:tabs>
        <w:spacing w:before="240" w:after="240" w:line="240" w:lineRule="auto"/>
        <w:ind w:left="431" w:right="862" w:hanging="431"/>
      </w:pPr>
      <w:bookmarkStart w:id="52" w:name="_Ref526352701"/>
      <w:bookmarkStart w:id="53" w:name="_Toc40778874"/>
      <w:bookmarkStart w:id="54" w:name="_Toc152819116"/>
      <w:bookmarkStart w:id="55" w:name="_Toc152845346"/>
      <w:r>
        <w:t>Other Useful Information</w:t>
      </w:r>
      <w:bookmarkEnd w:id="52"/>
      <w:bookmarkEnd w:id="53"/>
      <w:bookmarkEnd w:id="54"/>
      <w:bookmarkEnd w:id="55"/>
    </w:p>
    <w:p w14:paraId="1C980912" w14:textId="5C0941DF" w:rsidR="00196ECC" w:rsidRDefault="00EF5802" w:rsidP="00A93119">
      <w:pPr>
        <w:rPr>
          <w:szCs w:val="22"/>
          <w:lang w:val="en-US" w:eastAsia="en-US"/>
        </w:rPr>
      </w:pPr>
      <w:r>
        <w:rPr>
          <w:szCs w:val="22"/>
          <w:lang w:val="en-US" w:eastAsia="en-US"/>
        </w:rPr>
        <w:t>In</w:t>
      </w:r>
      <w:r w:rsidR="001237E2">
        <w:rPr>
          <w:szCs w:val="22"/>
          <w:lang w:val="en-US" w:eastAsia="en-US"/>
        </w:rPr>
        <w:t xml:space="preserve"> terms of </w:t>
      </w:r>
      <w:r w:rsidR="00441E2C">
        <w:rPr>
          <w:szCs w:val="22"/>
          <w:lang w:val="en-US" w:eastAsia="en-US"/>
        </w:rPr>
        <w:t xml:space="preserve">the </w:t>
      </w:r>
      <w:fldSimple w:instr=" DOCPROPERTY  Title ">
        <w:r w:rsidR="00521E27">
          <w:t>DDNXA Main Document, Annexes and CSE Export 5.15.2</w:t>
        </w:r>
      </w:fldSimple>
      <w:r w:rsidR="00441E2C" w:rsidRPr="00912766">
        <w:rPr>
          <w:lang w:val="en-US"/>
        </w:rPr>
        <w:t xml:space="preserve"> release package</w:t>
      </w:r>
      <w:r w:rsidR="001237E2">
        <w:rPr>
          <w:szCs w:val="22"/>
          <w:lang w:val="en-US" w:eastAsia="en-US"/>
        </w:rPr>
        <w:t xml:space="preserve">, the EMCS IEs folder is included. The EMCS IEs </w:t>
      </w:r>
      <w:r w:rsidR="009F2D47">
        <w:rPr>
          <w:szCs w:val="22"/>
          <w:lang w:val="en-US" w:eastAsia="en-US"/>
        </w:rPr>
        <w:t>has been updated to include</w:t>
      </w:r>
      <w:r w:rsidR="001237E2">
        <w:rPr>
          <w:szCs w:val="22"/>
          <w:lang w:val="en-US" w:eastAsia="en-US"/>
        </w:rPr>
        <w:t xml:space="preserve"> t</w:t>
      </w:r>
      <w:r w:rsidR="001237E2" w:rsidRPr="001237E2">
        <w:rPr>
          <w:szCs w:val="22"/>
          <w:lang w:val="en-US" w:eastAsia="en-US"/>
        </w:rPr>
        <w:t xml:space="preserve">he </w:t>
      </w:r>
      <w:r w:rsidR="009F2D47" w:rsidRPr="001237E2">
        <w:rPr>
          <w:szCs w:val="22"/>
          <w:lang w:val="en-US" w:eastAsia="en-US"/>
        </w:rPr>
        <w:t>latest valid specifications</w:t>
      </w:r>
      <w:r w:rsidR="009F2D47">
        <w:rPr>
          <w:szCs w:val="22"/>
          <w:lang w:val="en-US" w:eastAsia="en-US"/>
        </w:rPr>
        <w:t xml:space="preserve"> </w:t>
      </w:r>
      <w:r w:rsidR="001237E2" w:rsidRPr="001237E2">
        <w:rPr>
          <w:szCs w:val="22"/>
          <w:lang w:val="en-US" w:eastAsia="en-US"/>
        </w:rPr>
        <w:t>of the ‘e-AD Request Rejection’ N_EAD_REJ (IE832)</w:t>
      </w:r>
      <w:r w:rsidR="00A07CDE">
        <w:rPr>
          <w:szCs w:val="22"/>
          <w:lang w:val="en-US" w:eastAsia="en-US"/>
        </w:rPr>
        <w:t xml:space="preserve"> [</w:t>
      </w:r>
      <w:r w:rsidR="00A07CDE">
        <w:rPr>
          <w:szCs w:val="22"/>
          <w:lang w:val="en-US" w:eastAsia="en-US"/>
        </w:rPr>
        <w:fldChar w:fldCharType="begin"/>
      </w:r>
      <w:r w:rsidR="00A07CDE">
        <w:rPr>
          <w:szCs w:val="22"/>
          <w:lang w:val="en-US" w:eastAsia="en-US"/>
        </w:rPr>
        <w:instrText xml:space="preserve"> REF R04 \h </w:instrText>
      </w:r>
      <w:r w:rsidR="00A07CDE">
        <w:rPr>
          <w:szCs w:val="22"/>
          <w:lang w:val="en-US" w:eastAsia="en-US"/>
        </w:rPr>
      </w:r>
      <w:r w:rsidR="00A07CDE">
        <w:rPr>
          <w:szCs w:val="22"/>
          <w:lang w:val="en-US" w:eastAsia="en-US"/>
        </w:rPr>
        <w:fldChar w:fldCharType="separate"/>
      </w:r>
      <w:r w:rsidR="00A07CDE" w:rsidRPr="00912766">
        <w:t>R</w:t>
      </w:r>
      <w:r w:rsidR="00A07CDE">
        <w:rPr>
          <w:noProof/>
        </w:rPr>
        <w:t>04</w:t>
      </w:r>
      <w:r w:rsidR="00A07CDE">
        <w:rPr>
          <w:szCs w:val="22"/>
          <w:lang w:val="en-US" w:eastAsia="en-US"/>
        </w:rPr>
        <w:fldChar w:fldCharType="end"/>
      </w:r>
      <w:r w:rsidR="00A07CDE">
        <w:rPr>
          <w:szCs w:val="22"/>
          <w:lang w:val="en-US" w:eastAsia="en-US"/>
        </w:rPr>
        <w:t>]</w:t>
      </w:r>
      <w:r w:rsidR="009F2D47">
        <w:rPr>
          <w:szCs w:val="22"/>
          <w:lang w:val="en-US" w:eastAsia="en-US"/>
        </w:rPr>
        <w:t>.</w:t>
      </w:r>
      <w:r w:rsidR="001237E2" w:rsidRPr="001237E2">
        <w:rPr>
          <w:szCs w:val="22"/>
          <w:lang w:val="en-US" w:eastAsia="en-US"/>
        </w:rPr>
        <w:t xml:space="preserve"> </w:t>
      </w:r>
      <w:r w:rsidR="00A07CDE">
        <w:rPr>
          <w:szCs w:val="22"/>
          <w:lang w:val="en-US" w:eastAsia="en-US"/>
        </w:rPr>
        <w:t xml:space="preserve">The above </w:t>
      </w:r>
      <w:r w:rsidR="00005558">
        <w:rPr>
          <w:szCs w:val="22"/>
          <w:lang w:val="en-US" w:eastAsia="en-US"/>
        </w:rPr>
        <w:t xml:space="preserve">EMCS IE </w:t>
      </w:r>
      <w:r>
        <w:rPr>
          <w:szCs w:val="22"/>
          <w:lang w:val="en-US" w:eastAsia="en-US"/>
        </w:rPr>
        <w:t>is</w:t>
      </w:r>
      <w:r w:rsidR="00A07CDE">
        <w:rPr>
          <w:szCs w:val="22"/>
          <w:lang w:val="en-US" w:eastAsia="en-US"/>
        </w:rPr>
        <w:t xml:space="preserve"> provided</w:t>
      </w:r>
      <w:r w:rsidR="001237E2" w:rsidRPr="001237E2">
        <w:rPr>
          <w:szCs w:val="22"/>
          <w:lang w:val="en-US" w:eastAsia="en-US"/>
        </w:rPr>
        <w:t xml:space="preserve"> for demonstration purposes only.</w:t>
      </w:r>
    </w:p>
    <w:p w14:paraId="2F6EFF1B" w14:textId="77777777" w:rsidR="00430ECF" w:rsidRDefault="00430ECF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  <w:bookmarkStart w:id="56" w:name="_Toc127981294"/>
      <w:bookmarkEnd w:id="56"/>
    </w:p>
    <w:p w14:paraId="74758F05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BF0FF88" w14:textId="399F999D" w:rsidR="00C731F3" w:rsidRDefault="00C731F3" w:rsidP="00C731F3">
      <w:pPr>
        <w:spacing w:after="0" w:line="240" w:lineRule="auto"/>
        <w:jc w:val="left"/>
      </w:pPr>
      <w:r w:rsidRPr="00F70EA0">
        <w:rPr>
          <w:szCs w:val="22"/>
        </w:rPr>
        <w:t xml:space="preserve">For any </w:t>
      </w:r>
      <w:r>
        <w:rPr>
          <w:szCs w:val="22"/>
        </w:rPr>
        <w:t>question or comment</w:t>
      </w:r>
      <w:r w:rsidRPr="00F70EA0">
        <w:rPr>
          <w:szCs w:val="22"/>
        </w:rPr>
        <w:t xml:space="preserve">, please contact: </w:t>
      </w:r>
      <w:hyperlink r:id="rId20" w:history="1">
        <w:r w:rsidRPr="00BC1D7D">
          <w:rPr>
            <w:rStyle w:val="Hyperlink"/>
          </w:rPr>
          <w:t>support@itsmtaxud.europa.eu</w:t>
        </w:r>
      </w:hyperlink>
      <w:r>
        <w:t xml:space="preserve"> </w:t>
      </w:r>
      <w:r>
        <w:br/>
        <w:t xml:space="preserve">with cc </w:t>
      </w:r>
      <w:hyperlink r:id="rId21" w:history="1">
        <w:r w:rsidR="009216E8" w:rsidRPr="00D60ACE">
          <w:rPr>
            <w:rStyle w:val="Hyperlink"/>
          </w:rPr>
          <w:t>nicolae-adrian.radu</w:t>
        </w:r>
        <w:r w:rsidR="009216E8" w:rsidRPr="00D60ACE">
          <w:rPr>
            <w:rStyle w:val="Hyperlink"/>
          </w:rPr>
          <w:t>@ext.ec.europa.eu</w:t>
        </w:r>
      </w:hyperlink>
      <w:r>
        <w:t>.</w:t>
      </w:r>
    </w:p>
    <w:p w14:paraId="7B3687B8" w14:textId="77777777" w:rsidR="00644CB8" w:rsidRPr="00C731F3" w:rsidRDefault="00644CB8" w:rsidP="00787ED1">
      <w:pPr>
        <w:autoSpaceDE w:val="0"/>
        <w:autoSpaceDN w:val="0"/>
        <w:adjustRightInd w:val="0"/>
        <w:rPr>
          <w:szCs w:val="22"/>
          <w:lang w:eastAsia="en-US"/>
        </w:rPr>
      </w:pPr>
    </w:p>
    <w:p w14:paraId="3635EE4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708D1B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0D1C0B5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1867BE73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6AC59DCA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41059ADE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66951DCD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709F2BE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703F0DD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5AE7E62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4A3E3CF7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620C50AB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5012451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C34B86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8E69A0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0D357F2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515BFDAD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4B3B9B3A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5A816AEC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21DB3164" w14:textId="77777777" w:rsidR="00FD24C0" w:rsidRDefault="00FD24C0" w:rsidP="00787ED1">
      <w:pPr>
        <w:autoSpaceDE w:val="0"/>
        <w:autoSpaceDN w:val="0"/>
        <w:adjustRightInd w:val="0"/>
      </w:pPr>
    </w:p>
    <w:bookmarkEnd w:id="33"/>
    <w:bookmarkEnd w:id="34"/>
    <w:bookmarkEnd w:id="35"/>
    <w:bookmarkEnd w:id="36"/>
    <w:bookmarkEnd w:id="37"/>
    <w:p w14:paraId="6AEC2BFD" w14:textId="77777777" w:rsidR="00A17A64" w:rsidRPr="00912766" w:rsidRDefault="00A17A64" w:rsidP="001321EE">
      <w:pPr>
        <w:rPr>
          <w:szCs w:val="22"/>
          <w:lang w:val="en-US"/>
        </w:rPr>
      </w:pPr>
    </w:p>
    <w:sectPr w:rsidR="00A17A64" w:rsidRPr="00912766" w:rsidSect="00880F13">
      <w:headerReference w:type="even" r:id="rId22"/>
      <w:footerReference w:type="even" r:id="rId23"/>
      <w:footerReference w:type="default" r:id="rId24"/>
      <w:footerReference w:type="first" r:id="rId25"/>
      <w:pgSz w:w="11907" w:h="16840" w:code="9"/>
      <w:pgMar w:top="1417" w:right="1417" w:bottom="1417" w:left="1417" w:header="709" w:footer="1059" w:gutter="0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3D713" w14:textId="77777777" w:rsidR="0030420F" w:rsidRDefault="0030420F">
      <w:pPr>
        <w:spacing w:after="0" w:line="240" w:lineRule="auto"/>
      </w:pPr>
      <w:r>
        <w:separator/>
      </w:r>
    </w:p>
  </w:endnote>
  <w:endnote w:type="continuationSeparator" w:id="0">
    <w:p w14:paraId="4BB302DD" w14:textId="77777777" w:rsidR="0030420F" w:rsidRDefault="0030420F">
      <w:pPr>
        <w:spacing w:after="0" w:line="240" w:lineRule="auto"/>
      </w:pPr>
      <w:r>
        <w:continuationSeparator/>
      </w:r>
    </w:p>
  </w:endnote>
  <w:endnote w:type="continuationNotice" w:id="1">
    <w:p w14:paraId="62E62F71" w14:textId="77777777" w:rsidR="0030420F" w:rsidRDefault="003042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ooter - Footer"/>
      <w:tag w:val="tkgx793blqwVsfMzIs5ka6-Aa3Kt4ltWaoVXwcSq1qvk0"/>
      <w:id w:val="-66499086"/>
    </w:sdtPr>
    <w:sdtContent>
      <w:p w14:paraId="2D2540D0" w14:textId="121769F7" w:rsidR="004E0623" w:rsidRPr="00097E7B" w:rsidRDefault="00000000">
        <w:pPr>
          <w:pStyle w:val="FooterLine"/>
          <w:rPr>
            <w:lang w:val="en-IE"/>
          </w:rPr>
        </w:pPr>
        <w:sdt>
          <w:sdtPr>
            <w:rPr>
              <w:lang w:val="en-IE"/>
            </w:rPr>
            <w:id w:val="-171457221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097E7B" w:rsidRPr="00097E7B">
              <w:rPr>
                <w:lang w:val="en-IE"/>
              </w:rPr>
              <w:t>DDNXA-5.15.2-v2.00 (based on CSE v51.8.6)</w:t>
            </w:r>
          </w:sdtContent>
        </w:sdt>
        <w:r w:rsidR="004E0623" w:rsidRPr="00097E7B">
          <w:rPr>
            <w:lang w:val="en-IE"/>
          </w:rPr>
          <w:t xml:space="preserve"> - </w:t>
        </w:r>
        <w:sdt>
          <w:sdtPr>
            <w:rPr>
              <w:lang w:val="en-IE"/>
            </w:rPr>
            <w:id w:val="-199987560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097E7B" w:rsidRPr="00097E7B">
              <w:rPr>
                <w:lang w:val="en-IE"/>
              </w:rPr>
              <w:t>Release Note to ECCG</w:t>
            </w:r>
          </w:sdtContent>
        </w:sdt>
        <w:r w:rsidR="004E0623" w:rsidRPr="00097E7B">
          <w:rPr>
            <w:lang w:val="en-IE"/>
          </w:rPr>
          <w:tab/>
          <w:t xml:space="preserve">Page </w:t>
        </w:r>
        <w:r w:rsidR="004E0623">
          <w:fldChar w:fldCharType="begin"/>
        </w:r>
        <w:r w:rsidR="004E0623" w:rsidRPr="00097E7B">
          <w:rPr>
            <w:lang w:val="en-IE"/>
          </w:rPr>
          <w:instrText>PAGE</w:instrText>
        </w:r>
        <w:r w:rsidR="004E0623">
          <w:fldChar w:fldCharType="separate"/>
        </w:r>
        <w:r w:rsidR="004E0623" w:rsidRPr="00097E7B">
          <w:rPr>
            <w:noProof/>
            <w:lang w:val="en-IE"/>
          </w:rPr>
          <w:t>6</w:t>
        </w:r>
        <w:r w:rsidR="004E0623">
          <w:fldChar w:fldCharType="end"/>
        </w:r>
        <w:r w:rsidR="004E0623" w:rsidRPr="00097E7B">
          <w:rPr>
            <w:lang w:val="en-IE"/>
          </w:rPr>
          <w:t xml:space="preserve"> / </w:t>
        </w:r>
        <w:r w:rsidR="004E0623">
          <w:fldChar w:fldCharType="begin"/>
        </w:r>
        <w:r w:rsidR="004E0623" w:rsidRPr="00097E7B">
          <w:rPr>
            <w:lang w:val="en-IE"/>
          </w:rPr>
          <w:instrText>NUMPAGES</w:instrText>
        </w:r>
        <w:r w:rsidR="004E0623">
          <w:fldChar w:fldCharType="separate"/>
        </w:r>
        <w:r w:rsidR="004E0623" w:rsidRPr="00097E7B">
          <w:rPr>
            <w:noProof/>
            <w:lang w:val="en-IE"/>
          </w:rPr>
          <w:t>2</w:t>
        </w:r>
        <w:r w:rsidR="004E0623">
          <w:fldChar w:fldCharType="end"/>
        </w:r>
      </w:p>
      <w:p w14:paraId="0934336C" w14:textId="54EFB070" w:rsidR="004E0623" w:rsidRPr="004364D8" w:rsidRDefault="00000000">
        <w:pPr>
          <w:pStyle w:val="Footer"/>
          <w:rPr>
            <w:lang w:val="fr-BE"/>
          </w:rPr>
        </w:pPr>
        <w:sdt>
          <w:sdtPr>
            <w:rPr>
              <w:noProof/>
              <w:lang w:val="fr-BE"/>
            </w:rPr>
            <w:id w:val="-1646350973"/>
            <w:dataBinding w:xpath="/Texts/TechFooterVersion" w:storeItemID="{4EF90DE6-88B6-4264-9629-4D8DFDFE87D2}"/>
            <w:text w:multiLine="1"/>
          </w:sdtPr>
          <w:sdtContent>
            <w:r w:rsidR="004E0623">
              <w:rPr>
                <w:noProof/>
                <w:lang w:val="fr-BE"/>
              </w:rPr>
              <w:t>Document version</w:t>
            </w:r>
          </w:sdtContent>
        </w:sdt>
        <w:r w:rsidR="004E0623" w:rsidRPr="004364D8">
          <w:rPr>
            <w:lang w:val="fr-BE"/>
          </w:rPr>
          <w:t xml:space="preserve"> </w:t>
        </w:r>
        <w:sdt>
          <w:sdtPr>
            <w:rPr>
              <w:lang w:val="fr-BE"/>
            </w:rPr>
            <w:alias w:val="Version"/>
            <w:id w:val="-581447756"/>
            <w:dataBinding w:xpath="/EurolookProperties/DocumentVersion" w:storeItemID="{D3EA5527-7367-4268-9D83-5125C98D0ED2}"/>
            <w:text w:multiLine="1"/>
          </w:sdtPr>
          <w:sdtContent>
            <w:r w:rsidR="00097E7B">
              <w:rPr>
                <w:lang w:val="fr-BE"/>
              </w:rPr>
              <w:t>1.00 EN</w:t>
            </w:r>
          </w:sdtContent>
        </w:sdt>
        <w:r w:rsidR="004E0623" w:rsidRPr="004364D8">
          <w:rPr>
            <w:lang w:val="fr-BE"/>
          </w:rPr>
          <w:t xml:space="preserve"> </w:t>
        </w:r>
        <w:sdt>
          <w:sdtPr>
            <w:rPr>
              <w:noProof/>
              <w:lang w:val="fr-BE"/>
            </w:rPr>
            <w:id w:val="-1738384756"/>
            <w:dataBinding w:xpath="/Texts/TechFooterDated" w:storeItemID="{4EF90DE6-88B6-4264-9629-4D8DFDFE87D2}"/>
            <w:text w:multiLine="1"/>
          </w:sdtPr>
          <w:sdtContent>
            <w:r w:rsidR="004E0623" w:rsidRPr="004364D8">
              <w:rPr>
                <w:noProof/>
                <w:lang w:val="fr-BE"/>
              </w:rPr>
              <w:t>dated</w:t>
            </w:r>
          </w:sdtContent>
        </w:sdt>
        <w:r w:rsidR="004E0623" w:rsidRPr="004364D8">
          <w:rPr>
            <w:lang w:val="fr-BE"/>
          </w:rPr>
          <w:t xml:space="preserve"> </w:t>
        </w:r>
        <w:sdt>
          <w:sdtPr>
            <w:rPr>
              <w:lang w:val="fr-BE"/>
            </w:rPr>
            <w:alias w:val=""/>
            <w:id w:val="-64425944"/>
            <w:dataBinding w:xpath="/EurolookProperties/DocumentDate" w:storeItemID="{D3EA5527-7367-4268-9D83-5125C98D0ED2}"/>
            <w:date w:fullDate="2023-12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8E24C8" w:rsidRPr="00097E7B">
              <w:rPr>
                <w:lang w:val="fr-BE"/>
              </w:rPr>
              <w:t>01/12/2023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ooter - Footer"/>
      <w:tag w:val="tkgx793blqwVsfMzIs5ka6-Aa3Kt4ltWaoVXwcSq1qvk0"/>
      <w:id w:val="1051889446"/>
    </w:sdtPr>
    <w:sdtContent>
      <w:p w14:paraId="016CF4A0" w14:textId="695B177D" w:rsidR="004E0623" w:rsidRPr="00097E7B" w:rsidRDefault="00000000" w:rsidP="001F03D8">
        <w:pPr>
          <w:pStyle w:val="FooterLine"/>
          <w:rPr>
            <w:lang w:val="en-IE"/>
          </w:rPr>
        </w:pPr>
        <w:sdt>
          <w:sdtPr>
            <w:rPr>
              <w:lang w:val="en-IE"/>
            </w:rPr>
            <w:id w:val="-2101790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097E7B" w:rsidRPr="00097E7B">
              <w:rPr>
                <w:lang w:val="en-IE"/>
              </w:rPr>
              <w:t>DDNXA-5.15.2-v2.00 (based on CSE v51.8.6)</w:t>
            </w:r>
          </w:sdtContent>
        </w:sdt>
        <w:r w:rsidR="004E0623" w:rsidRPr="00097E7B">
          <w:rPr>
            <w:lang w:val="en-IE"/>
          </w:rPr>
          <w:t xml:space="preserve"> - </w:t>
        </w:r>
        <w:sdt>
          <w:sdtPr>
            <w:rPr>
              <w:lang w:val="en-IE"/>
            </w:rPr>
            <w:id w:val="-170300464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097E7B" w:rsidRPr="00097E7B">
              <w:rPr>
                <w:lang w:val="en-IE"/>
              </w:rPr>
              <w:t>Release Note to ECCG</w:t>
            </w:r>
          </w:sdtContent>
        </w:sdt>
        <w:r w:rsidR="004E0623" w:rsidRPr="00097E7B">
          <w:rPr>
            <w:lang w:val="en-IE"/>
          </w:rPr>
          <w:tab/>
          <w:t xml:space="preserve">Page </w:t>
        </w:r>
        <w:r w:rsidR="004E0623">
          <w:fldChar w:fldCharType="begin"/>
        </w:r>
        <w:r w:rsidR="004E0623" w:rsidRPr="00097E7B">
          <w:rPr>
            <w:lang w:val="en-IE"/>
          </w:rPr>
          <w:instrText>PAGE</w:instrText>
        </w:r>
        <w:r w:rsidR="004E0623">
          <w:fldChar w:fldCharType="separate"/>
        </w:r>
        <w:r w:rsidR="00BA2653" w:rsidRPr="00097E7B">
          <w:rPr>
            <w:noProof/>
            <w:lang w:val="en-IE"/>
          </w:rPr>
          <w:t>10</w:t>
        </w:r>
        <w:r w:rsidR="004E0623">
          <w:fldChar w:fldCharType="end"/>
        </w:r>
        <w:r w:rsidR="004E0623" w:rsidRPr="00097E7B">
          <w:rPr>
            <w:lang w:val="en-IE"/>
          </w:rPr>
          <w:t xml:space="preserve"> / </w:t>
        </w:r>
        <w:r w:rsidR="004E0623">
          <w:fldChar w:fldCharType="begin"/>
        </w:r>
        <w:r w:rsidR="004E0623" w:rsidRPr="00097E7B">
          <w:rPr>
            <w:lang w:val="en-IE"/>
          </w:rPr>
          <w:instrText>NUMPAGES</w:instrText>
        </w:r>
        <w:r w:rsidR="004E0623">
          <w:fldChar w:fldCharType="separate"/>
        </w:r>
        <w:r w:rsidR="00BA2653" w:rsidRPr="00097E7B">
          <w:rPr>
            <w:noProof/>
            <w:lang w:val="en-IE"/>
          </w:rPr>
          <w:t>10</w:t>
        </w:r>
        <w:r w:rsidR="004E0623">
          <w:fldChar w:fldCharType="end"/>
        </w:r>
      </w:p>
      <w:p w14:paraId="01852AD5" w14:textId="21B927D1" w:rsidR="004E0623" w:rsidRPr="00097E7B" w:rsidRDefault="00000000">
        <w:pPr>
          <w:pStyle w:val="Footer"/>
          <w:rPr>
            <w:lang w:val="fr-BE"/>
          </w:rPr>
        </w:pPr>
        <w:sdt>
          <w:sdtPr>
            <w:rPr>
              <w:noProof/>
              <w:lang w:val="fr-BE"/>
            </w:rPr>
            <w:id w:val="-1203323583"/>
            <w:dataBinding w:xpath="/Texts/TechFooterVersion" w:storeItemID="{4EF90DE6-88B6-4264-9629-4D8DFDFE87D2}"/>
            <w:text w:multiLine="1"/>
          </w:sdtPr>
          <w:sdtContent>
            <w:r w:rsidR="004E0623" w:rsidRPr="00097E7B">
              <w:rPr>
                <w:noProof/>
                <w:lang w:val="fr-BE"/>
              </w:rPr>
              <w:t>Document version</w:t>
            </w:r>
          </w:sdtContent>
        </w:sdt>
        <w:r w:rsidR="004E0623" w:rsidRPr="00097E7B">
          <w:rPr>
            <w:lang w:val="fr-BE"/>
          </w:rPr>
          <w:t xml:space="preserve"> </w:t>
        </w:r>
        <w:sdt>
          <w:sdtPr>
            <w:rPr>
              <w:lang w:val="fr-BE"/>
            </w:rPr>
            <w:alias w:val="Version"/>
            <w:id w:val="-807239695"/>
            <w:dataBinding w:xpath="/EurolookProperties/DocumentVersion" w:storeItemID="{D3EA5527-7367-4268-9D83-5125C98D0ED2}"/>
            <w:text w:multiLine="1"/>
          </w:sdtPr>
          <w:sdtContent>
            <w:r w:rsidR="00097E7B">
              <w:rPr>
                <w:lang w:val="fr-BE"/>
              </w:rPr>
              <w:t>1.00 EN</w:t>
            </w:r>
          </w:sdtContent>
        </w:sdt>
        <w:r w:rsidR="004E0623" w:rsidRPr="00097E7B">
          <w:rPr>
            <w:lang w:val="fr-BE"/>
          </w:rPr>
          <w:t xml:space="preserve"> </w:t>
        </w:r>
        <w:sdt>
          <w:sdtPr>
            <w:rPr>
              <w:noProof/>
              <w:lang w:val="fr-BE"/>
            </w:rPr>
            <w:id w:val="-1750648157"/>
            <w:dataBinding w:xpath="/Texts/TechFooterDated" w:storeItemID="{4EF90DE6-88B6-4264-9629-4D8DFDFE87D2}"/>
            <w:text w:multiLine="1"/>
          </w:sdtPr>
          <w:sdtContent>
            <w:r w:rsidR="004E0623" w:rsidRPr="00097E7B">
              <w:rPr>
                <w:noProof/>
                <w:lang w:val="fr-BE"/>
              </w:rPr>
              <w:t>dated</w:t>
            </w:r>
          </w:sdtContent>
        </w:sdt>
        <w:r w:rsidR="004E0623" w:rsidRPr="00097E7B">
          <w:rPr>
            <w:lang w:val="fr-BE"/>
          </w:rPr>
          <w:t xml:space="preserve"> </w:t>
        </w:r>
        <w:sdt>
          <w:sdtPr>
            <w:rPr>
              <w:lang w:val="fr-BE"/>
            </w:rPr>
            <w:alias w:val=""/>
            <w:id w:val="-642578304"/>
            <w:dataBinding w:xpath="/EurolookProperties/DocumentDate" w:storeItemID="{D3EA5527-7367-4268-9D83-5125C98D0ED2}"/>
            <w:date w:fullDate="2023-12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8E24C8" w:rsidRPr="00097E7B">
              <w:rPr>
                <w:lang w:val="fr-BE"/>
              </w:rPr>
              <w:t>01/12/2023</w:t>
            </w:r>
          </w:sdtContent>
        </w:sdt>
      </w:p>
      <w:p w14:paraId="09E1B7BF" w14:textId="7A33ADC1" w:rsidR="004E0623" w:rsidRPr="001F03D8" w:rsidRDefault="004E0623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312867792"/>
            <w:placeholder>
              <w:docPart w:val="FCC66B9EFA894F46B974EF6C9DFE9CE4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Publicly available (PA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="00097E7B">
              <w:rPr>
                <w:bCs/>
                <w:szCs w:val="16"/>
                <w:lang w:eastAsia="en-US"/>
              </w:rPr>
              <w:t>Publicly available (PA)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EC Footers - EC Standard Footer "/>
      <w:tag w:val="SVoGAZ38gakDmzcHmLly90-Uz5BECj2qQF70SGAMzDdI0"/>
      <w:id w:val="-1471894362"/>
    </w:sdtPr>
    <w:sdtContent>
      <w:p w14:paraId="71BDB680" w14:textId="7C7874CA" w:rsidR="004E0623" w:rsidRDefault="00000000">
        <w:pPr>
          <w:pStyle w:val="Footer"/>
        </w:pPr>
        <w:sdt>
          <w:sdtPr>
            <w:rPr>
              <w:noProof/>
              <w:lang w:val="fr-BE"/>
            </w:rPr>
            <w:id w:val="-796519606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4E0623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3D8B59E8" w14:textId="5609E1BF" w:rsidR="004E0623" w:rsidRPr="001F03D8" w:rsidRDefault="00000000">
        <w:pPr>
          <w:pStyle w:val="Footer"/>
          <w:rPr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2677A" w14:textId="77777777" w:rsidR="0030420F" w:rsidRDefault="0030420F">
      <w:pPr>
        <w:spacing w:after="0" w:line="240" w:lineRule="auto"/>
      </w:pPr>
      <w:r>
        <w:separator/>
      </w:r>
    </w:p>
  </w:footnote>
  <w:footnote w:type="continuationSeparator" w:id="0">
    <w:p w14:paraId="3346DBBA" w14:textId="77777777" w:rsidR="0030420F" w:rsidRDefault="0030420F">
      <w:pPr>
        <w:spacing w:after="0" w:line="240" w:lineRule="auto"/>
      </w:pPr>
      <w:r>
        <w:continuationSeparator/>
      </w:r>
    </w:p>
  </w:footnote>
  <w:footnote w:type="continuationNotice" w:id="1">
    <w:p w14:paraId="7989AE84" w14:textId="77777777" w:rsidR="0030420F" w:rsidRDefault="003042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A954" w14:textId="77777777" w:rsidR="004E0623" w:rsidRDefault="004E0623">
    <w:pPr>
      <w:pStyle w:val="Header"/>
    </w:pPr>
  </w:p>
  <w:p w14:paraId="6A3EA04B" w14:textId="77777777" w:rsidR="004E0623" w:rsidRDefault="004E06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8326206"/>
    <w:lvl w:ilvl="0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NormalSubitem"/>
      <w:lvlText w:val="*"/>
      <w:lvlJc w:val="left"/>
    </w:lvl>
  </w:abstractNum>
  <w:abstractNum w:abstractNumId="3" w15:restartNumberingAfterBreak="0">
    <w:nsid w:val="04A0285C"/>
    <w:multiLevelType w:val="hybridMultilevel"/>
    <w:tmpl w:val="67940DAE"/>
    <w:lvl w:ilvl="0" w:tplc="3A50734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96AD2"/>
    <w:multiLevelType w:val="hybridMultilevel"/>
    <w:tmpl w:val="7856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E014F"/>
    <w:multiLevelType w:val="singleLevel"/>
    <w:tmpl w:val="E8824D90"/>
    <w:lvl w:ilvl="0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</w:abstractNum>
  <w:abstractNum w:abstractNumId="6" w15:restartNumberingAfterBreak="0">
    <w:nsid w:val="09F351B1"/>
    <w:multiLevelType w:val="hybridMultilevel"/>
    <w:tmpl w:val="4DD0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F623C"/>
    <w:multiLevelType w:val="hybridMultilevel"/>
    <w:tmpl w:val="BD469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813F8"/>
    <w:multiLevelType w:val="hybridMultilevel"/>
    <w:tmpl w:val="408A77E2"/>
    <w:lvl w:ilvl="0" w:tplc="52AC1C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A524B"/>
    <w:multiLevelType w:val="hybridMultilevel"/>
    <w:tmpl w:val="91144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B7201"/>
    <w:multiLevelType w:val="multilevel"/>
    <w:tmpl w:val="D1625A42"/>
    <w:name w:val="ListNumberNumbering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12AC7FDB"/>
    <w:multiLevelType w:val="singleLevel"/>
    <w:tmpl w:val="FCE8006A"/>
    <w:lvl w:ilvl="0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 w15:restartNumberingAfterBreak="0">
    <w:nsid w:val="12FC00DF"/>
    <w:multiLevelType w:val="singleLevel"/>
    <w:tmpl w:val="E3A014D6"/>
    <w:lvl w:ilvl="0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</w:abstractNum>
  <w:abstractNum w:abstractNumId="13" w15:restartNumberingAfterBreak="0">
    <w:nsid w:val="19B90DF8"/>
    <w:multiLevelType w:val="hybridMultilevel"/>
    <w:tmpl w:val="F8C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62E22"/>
    <w:multiLevelType w:val="singleLevel"/>
    <w:tmpl w:val="3E0E150E"/>
    <w:lvl w:ilvl="0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</w:abstractNum>
  <w:abstractNum w:abstractNumId="15" w15:restartNumberingAfterBreak="0">
    <w:nsid w:val="1CAA545C"/>
    <w:multiLevelType w:val="hybridMultilevel"/>
    <w:tmpl w:val="22AEE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B27682"/>
    <w:multiLevelType w:val="hybridMultilevel"/>
    <w:tmpl w:val="6C0463D8"/>
    <w:lvl w:ilvl="0" w:tplc="9B8E187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C96F06"/>
    <w:multiLevelType w:val="hybridMultilevel"/>
    <w:tmpl w:val="04EC4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E0B0E"/>
    <w:multiLevelType w:val="multilevel"/>
    <w:tmpl w:val="68D8C006"/>
    <w:lvl w:ilvl="0">
      <w:start w:val="1"/>
      <w:numFmt w:val="upperRoman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  <w:rPr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1FAB0D6C"/>
    <w:multiLevelType w:val="hybridMultilevel"/>
    <w:tmpl w:val="318C2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946177"/>
    <w:multiLevelType w:val="multilevel"/>
    <w:tmpl w:val="CC48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22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3" w15:restartNumberingAfterBreak="0">
    <w:nsid w:val="293503A5"/>
    <w:multiLevelType w:val="hybridMultilevel"/>
    <w:tmpl w:val="0526DC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2C463AFF"/>
    <w:multiLevelType w:val="multilevel"/>
    <w:tmpl w:val="A932707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2C492CC9"/>
    <w:multiLevelType w:val="multilevel"/>
    <w:tmpl w:val="D82EEFC4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C8D5AD3"/>
    <w:multiLevelType w:val="singleLevel"/>
    <w:tmpl w:val="697C5A48"/>
    <w:lvl w:ilvl="0">
      <w:start w:val="1"/>
      <w:numFmt w:val="bullet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8" w15:restartNumberingAfterBreak="0">
    <w:nsid w:val="2D293CE3"/>
    <w:multiLevelType w:val="multilevel"/>
    <w:tmpl w:val="4DC8517E"/>
    <w:name w:val="LegalNumParNumbering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29" w15:restartNumberingAfterBreak="0">
    <w:nsid w:val="2D4441D1"/>
    <w:multiLevelType w:val="hybridMultilevel"/>
    <w:tmpl w:val="458C63B0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336909D7"/>
    <w:multiLevelType w:val="hybridMultilevel"/>
    <w:tmpl w:val="470E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4B4721"/>
    <w:multiLevelType w:val="hybridMultilevel"/>
    <w:tmpl w:val="FA1A6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A95FCD"/>
    <w:multiLevelType w:val="hybridMultilevel"/>
    <w:tmpl w:val="4F90A6F8"/>
    <w:lvl w:ilvl="0" w:tplc="9B8E187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E0053AD"/>
    <w:multiLevelType w:val="hybridMultilevel"/>
    <w:tmpl w:val="148CB10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440E12E5"/>
    <w:multiLevelType w:val="hybridMultilevel"/>
    <w:tmpl w:val="398E8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EB1FD8"/>
    <w:multiLevelType w:val="hybridMultilevel"/>
    <w:tmpl w:val="7EAE4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922302"/>
    <w:multiLevelType w:val="singleLevel"/>
    <w:tmpl w:val="4840124C"/>
    <w:lvl w:ilvl="0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</w:abstractNum>
  <w:abstractNum w:abstractNumId="39" w15:restartNumberingAfterBreak="0">
    <w:nsid w:val="465D172F"/>
    <w:multiLevelType w:val="multilevel"/>
    <w:tmpl w:val="6AEE9BA4"/>
    <w:lvl w:ilvl="0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70784E"/>
    <w:multiLevelType w:val="multilevel"/>
    <w:tmpl w:val="2B62B30A"/>
    <w:lvl w:ilvl="0">
      <w:start w:val="1"/>
      <w:numFmt w:val="upperRoman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  <w:rPr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4B067343"/>
    <w:multiLevelType w:val="hybridMultilevel"/>
    <w:tmpl w:val="AB768010"/>
    <w:lvl w:ilvl="0" w:tplc="36023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1A982C"/>
    <w:multiLevelType w:val="multilevel"/>
    <w:tmpl w:val="73EA311E"/>
    <w:name w:val="ListBulletNumbering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44" w15:restartNumberingAfterBreak="0">
    <w:nsid w:val="5072619B"/>
    <w:multiLevelType w:val="multilevel"/>
    <w:tmpl w:val="16E016D6"/>
    <w:name w:val="ListDashNumbering"/>
    <w:lvl w:ilvl="0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45" w15:restartNumberingAfterBreak="0">
    <w:nsid w:val="568C0A31"/>
    <w:multiLevelType w:val="hybridMultilevel"/>
    <w:tmpl w:val="288E34FE"/>
    <w:lvl w:ilvl="0" w:tplc="616CEC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903898"/>
    <w:multiLevelType w:val="hybridMultilevel"/>
    <w:tmpl w:val="D938E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486164"/>
    <w:multiLevelType w:val="multilevel"/>
    <w:tmpl w:val="D82EEFC4"/>
    <w:numStyleLink w:val="Style7"/>
  </w:abstractNum>
  <w:abstractNum w:abstractNumId="51" w15:restartNumberingAfterBreak="0">
    <w:nsid w:val="7C65145E"/>
    <w:multiLevelType w:val="multilevel"/>
    <w:tmpl w:val="41864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53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 w16cid:durableId="1959483910">
    <w:abstractNumId w:val="51"/>
  </w:num>
  <w:num w:numId="2" w16cid:durableId="918636615">
    <w:abstractNumId w:val="43"/>
  </w:num>
  <w:num w:numId="3" w16cid:durableId="1415661745">
    <w:abstractNumId w:val="10"/>
  </w:num>
  <w:num w:numId="4" w16cid:durableId="39747579">
    <w:abstractNumId w:val="44"/>
  </w:num>
  <w:num w:numId="5" w16cid:durableId="181818995">
    <w:abstractNumId w:val="28"/>
  </w:num>
  <w:num w:numId="6" w16cid:durableId="368575056">
    <w:abstractNumId w:val="52"/>
  </w:num>
  <w:num w:numId="7" w16cid:durableId="392586217">
    <w:abstractNumId w:val="53"/>
  </w:num>
  <w:num w:numId="8" w16cid:durableId="607201902">
    <w:abstractNumId w:val="2"/>
    <w:lvlOverride w:ilvl="0">
      <w:lvl w:ilvl="0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916749438">
    <w:abstractNumId w:val="33"/>
  </w:num>
  <w:num w:numId="10" w16cid:durableId="152768054">
    <w:abstractNumId w:val="46"/>
  </w:num>
  <w:num w:numId="11" w16cid:durableId="1572036819">
    <w:abstractNumId w:val="0"/>
  </w:num>
  <w:num w:numId="12" w16cid:durableId="1040713665">
    <w:abstractNumId w:val="49"/>
  </w:num>
  <w:num w:numId="13" w16cid:durableId="1025255790">
    <w:abstractNumId w:val="39"/>
  </w:num>
  <w:num w:numId="14" w16cid:durableId="1289429248">
    <w:abstractNumId w:val="1"/>
  </w:num>
  <w:num w:numId="15" w16cid:durableId="1610359203">
    <w:abstractNumId w:val="24"/>
  </w:num>
  <w:num w:numId="16" w16cid:durableId="84151423">
    <w:abstractNumId w:val="48"/>
  </w:num>
  <w:num w:numId="17" w16cid:durableId="255328553">
    <w:abstractNumId w:val="11"/>
  </w:num>
  <w:num w:numId="18" w16cid:durableId="62339814">
    <w:abstractNumId w:val="5"/>
  </w:num>
  <w:num w:numId="19" w16cid:durableId="27800103">
    <w:abstractNumId w:val="35"/>
  </w:num>
  <w:num w:numId="20" w16cid:durableId="1265185880">
    <w:abstractNumId w:val="38"/>
  </w:num>
  <w:num w:numId="21" w16cid:durableId="1020931535">
    <w:abstractNumId w:val="21"/>
  </w:num>
  <w:num w:numId="22" w16cid:durableId="1845701343">
    <w:abstractNumId w:val="14"/>
  </w:num>
  <w:num w:numId="23" w16cid:durableId="1177109592">
    <w:abstractNumId w:val="12"/>
  </w:num>
  <w:num w:numId="24" w16cid:durableId="795223782">
    <w:abstractNumId w:val="45"/>
  </w:num>
  <w:num w:numId="25" w16cid:durableId="290943000">
    <w:abstractNumId w:val="40"/>
  </w:num>
  <w:num w:numId="26" w16cid:durableId="1072387404">
    <w:abstractNumId w:val="45"/>
  </w:num>
  <w:num w:numId="27" w16cid:durableId="1755660978">
    <w:abstractNumId w:val="3"/>
  </w:num>
  <w:num w:numId="28" w16cid:durableId="172572278">
    <w:abstractNumId w:val="25"/>
  </w:num>
  <w:num w:numId="29" w16cid:durableId="1177429521">
    <w:abstractNumId w:val="26"/>
  </w:num>
  <w:num w:numId="30" w16cid:durableId="894777165">
    <w:abstractNumId w:val="50"/>
  </w:num>
  <w:num w:numId="31" w16cid:durableId="184247931">
    <w:abstractNumId w:val="42"/>
  </w:num>
  <w:num w:numId="32" w16cid:durableId="1998802402">
    <w:abstractNumId w:val="8"/>
  </w:num>
  <w:num w:numId="33" w16cid:durableId="190279039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68149660">
    <w:abstractNumId w:val="34"/>
  </w:num>
  <w:num w:numId="35" w16cid:durableId="1130692">
    <w:abstractNumId w:val="17"/>
  </w:num>
  <w:num w:numId="36" w16cid:durableId="1490055290">
    <w:abstractNumId w:val="15"/>
  </w:num>
  <w:num w:numId="37" w16cid:durableId="628361222">
    <w:abstractNumId w:val="13"/>
  </w:num>
  <w:num w:numId="38" w16cid:durableId="125903020">
    <w:abstractNumId w:val="31"/>
  </w:num>
  <w:num w:numId="39" w16cid:durableId="535971277">
    <w:abstractNumId w:val="27"/>
  </w:num>
  <w:num w:numId="40" w16cid:durableId="134220528">
    <w:abstractNumId w:val="23"/>
  </w:num>
  <w:num w:numId="41" w16cid:durableId="1447627048">
    <w:abstractNumId w:val="9"/>
  </w:num>
  <w:num w:numId="42" w16cid:durableId="1675838822">
    <w:abstractNumId w:val="30"/>
  </w:num>
  <w:num w:numId="43" w16cid:durableId="1900896785">
    <w:abstractNumId w:val="30"/>
  </w:num>
  <w:num w:numId="44" w16cid:durableId="1196850447">
    <w:abstractNumId w:val="30"/>
  </w:num>
  <w:num w:numId="45" w16cid:durableId="1566916128">
    <w:abstractNumId w:val="37"/>
  </w:num>
  <w:num w:numId="46" w16cid:durableId="1918593409">
    <w:abstractNumId w:val="22"/>
  </w:num>
  <w:num w:numId="47" w16cid:durableId="20132029">
    <w:abstractNumId w:val="7"/>
  </w:num>
  <w:num w:numId="48" w16cid:durableId="1995183558">
    <w:abstractNumId w:val="6"/>
  </w:num>
  <w:num w:numId="49" w16cid:durableId="1256132258">
    <w:abstractNumId w:val="19"/>
  </w:num>
  <w:num w:numId="50" w16cid:durableId="1614821091">
    <w:abstractNumId w:val="36"/>
  </w:num>
  <w:num w:numId="51" w16cid:durableId="448397549">
    <w:abstractNumId w:val="32"/>
  </w:num>
  <w:num w:numId="52" w16cid:durableId="1350833920">
    <w:abstractNumId w:val="16"/>
  </w:num>
  <w:num w:numId="53" w16cid:durableId="1924414018">
    <w:abstractNumId w:val="51"/>
  </w:num>
  <w:num w:numId="54" w16cid:durableId="1054698697">
    <w:abstractNumId w:val="29"/>
  </w:num>
  <w:num w:numId="55" w16cid:durableId="343751713">
    <w:abstractNumId w:val="20"/>
  </w:num>
  <w:num w:numId="56" w16cid:durableId="10958797">
    <w:abstractNumId w:val="47"/>
  </w:num>
  <w:num w:numId="57" w16cid:durableId="1445542682">
    <w:abstractNumId w:val="4"/>
  </w:num>
  <w:num w:numId="58" w16cid:durableId="17739323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54821389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1D6"/>
    <w:rsid w:val="000004D1"/>
    <w:rsid w:val="00000E2E"/>
    <w:rsid w:val="00000FB9"/>
    <w:rsid w:val="00002D5E"/>
    <w:rsid w:val="00002E47"/>
    <w:rsid w:val="00002EBE"/>
    <w:rsid w:val="00003534"/>
    <w:rsid w:val="00005558"/>
    <w:rsid w:val="00006420"/>
    <w:rsid w:val="000068A1"/>
    <w:rsid w:val="00012202"/>
    <w:rsid w:val="00012587"/>
    <w:rsid w:val="00012A03"/>
    <w:rsid w:val="000138BB"/>
    <w:rsid w:val="0001422D"/>
    <w:rsid w:val="00014FA3"/>
    <w:rsid w:val="00015A2A"/>
    <w:rsid w:val="000164B7"/>
    <w:rsid w:val="00020F19"/>
    <w:rsid w:val="00020F5B"/>
    <w:rsid w:val="0002338F"/>
    <w:rsid w:val="00024A37"/>
    <w:rsid w:val="0002651B"/>
    <w:rsid w:val="000271DB"/>
    <w:rsid w:val="000323A9"/>
    <w:rsid w:val="0003296C"/>
    <w:rsid w:val="000329F7"/>
    <w:rsid w:val="00033517"/>
    <w:rsid w:val="00033CDA"/>
    <w:rsid w:val="0003535B"/>
    <w:rsid w:val="00040028"/>
    <w:rsid w:val="00040C02"/>
    <w:rsid w:val="00041562"/>
    <w:rsid w:val="0004374A"/>
    <w:rsid w:val="00043F6A"/>
    <w:rsid w:val="0004751B"/>
    <w:rsid w:val="00051AD5"/>
    <w:rsid w:val="0005205A"/>
    <w:rsid w:val="00052D48"/>
    <w:rsid w:val="0005477B"/>
    <w:rsid w:val="000561D0"/>
    <w:rsid w:val="000572A2"/>
    <w:rsid w:val="00057725"/>
    <w:rsid w:val="00060FDE"/>
    <w:rsid w:val="0006168D"/>
    <w:rsid w:val="00061F8C"/>
    <w:rsid w:val="00064E73"/>
    <w:rsid w:val="00065B98"/>
    <w:rsid w:val="0006725B"/>
    <w:rsid w:val="00070BF7"/>
    <w:rsid w:val="00072CEF"/>
    <w:rsid w:val="000738EB"/>
    <w:rsid w:val="000740C4"/>
    <w:rsid w:val="00075E98"/>
    <w:rsid w:val="000847C5"/>
    <w:rsid w:val="00086BE5"/>
    <w:rsid w:val="00090050"/>
    <w:rsid w:val="00090693"/>
    <w:rsid w:val="0009250E"/>
    <w:rsid w:val="00095670"/>
    <w:rsid w:val="0009593C"/>
    <w:rsid w:val="00095D25"/>
    <w:rsid w:val="00096E1E"/>
    <w:rsid w:val="00097E7B"/>
    <w:rsid w:val="000A5637"/>
    <w:rsid w:val="000A6085"/>
    <w:rsid w:val="000A704C"/>
    <w:rsid w:val="000A79F0"/>
    <w:rsid w:val="000B14DC"/>
    <w:rsid w:val="000C1CE4"/>
    <w:rsid w:val="000C31AF"/>
    <w:rsid w:val="000C5D4B"/>
    <w:rsid w:val="000C669D"/>
    <w:rsid w:val="000C66DA"/>
    <w:rsid w:val="000C7A7E"/>
    <w:rsid w:val="000D1E13"/>
    <w:rsid w:val="000D31C8"/>
    <w:rsid w:val="000E03DE"/>
    <w:rsid w:val="000E1DFC"/>
    <w:rsid w:val="000E2394"/>
    <w:rsid w:val="000E3CFA"/>
    <w:rsid w:val="000E43C9"/>
    <w:rsid w:val="000E7FCB"/>
    <w:rsid w:val="000F013B"/>
    <w:rsid w:val="000F161E"/>
    <w:rsid w:val="000F22F3"/>
    <w:rsid w:val="000F5041"/>
    <w:rsid w:val="000F52C3"/>
    <w:rsid w:val="000F636E"/>
    <w:rsid w:val="000F7A53"/>
    <w:rsid w:val="00100606"/>
    <w:rsid w:val="00101DE7"/>
    <w:rsid w:val="0010590B"/>
    <w:rsid w:val="00107128"/>
    <w:rsid w:val="00110594"/>
    <w:rsid w:val="001111E5"/>
    <w:rsid w:val="001121D9"/>
    <w:rsid w:val="0011553E"/>
    <w:rsid w:val="00120549"/>
    <w:rsid w:val="001208F7"/>
    <w:rsid w:val="00120BA9"/>
    <w:rsid w:val="0012150A"/>
    <w:rsid w:val="00122025"/>
    <w:rsid w:val="0012287E"/>
    <w:rsid w:val="0012324C"/>
    <w:rsid w:val="00123366"/>
    <w:rsid w:val="001237E2"/>
    <w:rsid w:val="00125F26"/>
    <w:rsid w:val="00126FC3"/>
    <w:rsid w:val="001321EE"/>
    <w:rsid w:val="0013488F"/>
    <w:rsid w:val="00141DC0"/>
    <w:rsid w:val="00143ED7"/>
    <w:rsid w:val="00144EDD"/>
    <w:rsid w:val="00150877"/>
    <w:rsid w:val="00151D03"/>
    <w:rsid w:val="00153E17"/>
    <w:rsid w:val="00155147"/>
    <w:rsid w:val="00155B19"/>
    <w:rsid w:val="0015674A"/>
    <w:rsid w:val="00163F54"/>
    <w:rsid w:val="001640C3"/>
    <w:rsid w:val="00166989"/>
    <w:rsid w:val="00167994"/>
    <w:rsid w:val="00170E16"/>
    <w:rsid w:val="00172B4C"/>
    <w:rsid w:val="0017521C"/>
    <w:rsid w:val="0017523D"/>
    <w:rsid w:val="00175D75"/>
    <w:rsid w:val="00180252"/>
    <w:rsid w:val="00180FEB"/>
    <w:rsid w:val="0018181C"/>
    <w:rsid w:val="0018355F"/>
    <w:rsid w:val="001929DA"/>
    <w:rsid w:val="00194546"/>
    <w:rsid w:val="001947D3"/>
    <w:rsid w:val="00195806"/>
    <w:rsid w:val="00196ECC"/>
    <w:rsid w:val="00196FFA"/>
    <w:rsid w:val="001A0507"/>
    <w:rsid w:val="001A4A17"/>
    <w:rsid w:val="001A4F80"/>
    <w:rsid w:val="001B4DE1"/>
    <w:rsid w:val="001B4EE7"/>
    <w:rsid w:val="001C033D"/>
    <w:rsid w:val="001C1CFC"/>
    <w:rsid w:val="001C23C0"/>
    <w:rsid w:val="001C2D80"/>
    <w:rsid w:val="001C2DFC"/>
    <w:rsid w:val="001C2E82"/>
    <w:rsid w:val="001C38B4"/>
    <w:rsid w:val="001C49A8"/>
    <w:rsid w:val="001C5874"/>
    <w:rsid w:val="001C7C7C"/>
    <w:rsid w:val="001D0DCA"/>
    <w:rsid w:val="001D20FE"/>
    <w:rsid w:val="001D36BF"/>
    <w:rsid w:val="001D6337"/>
    <w:rsid w:val="001D7476"/>
    <w:rsid w:val="001D7677"/>
    <w:rsid w:val="001E19C5"/>
    <w:rsid w:val="001E589B"/>
    <w:rsid w:val="001F03D8"/>
    <w:rsid w:val="001F0BCE"/>
    <w:rsid w:val="001F30E5"/>
    <w:rsid w:val="001F3701"/>
    <w:rsid w:val="001F399A"/>
    <w:rsid w:val="001F4164"/>
    <w:rsid w:val="001F52A3"/>
    <w:rsid w:val="001F5DD2"/>
    <w:rsid w:val="001F60F8"/>
    <w:rsid w:val="001F6BF4"/>
    <w:rsid w:val="001F6CCE"/>
    <w:rsid w:val="001F7CF8"/>
    <w:rsid w:val="00200E29"/>
    <w:rsid w:val="0020184A"/>
    <w:rsid w:val="00201EFF"/>
    <w:rsid w:val="00202416"/>
    <w:rsid w:val="002055EE"/>
    <w:rsid w:val="00206BBB"/>
    <w:rsid w:val="002115F9"/>
    <w:rsid w:val="002125FF"/>
    <w:rsid w:val="00212AAF"/>
    <w:rsid w:val="00213495"/>
    <w:rsid w:val="00214382"/>
    <w:rsid w:val="00214ABB"/>
    <w:rsid w:val="00215549"/>
    <w:rsid w:val="00220190"/>
    <w:rsid w:val="002209A1"/>
    <w:rsid w:val="00223752"/>
    <w:rsid w:val="00224E5B"/>
    <w:rsid w:val="002322AE"/>
    <w:rsid w:val="00233AF8"/>
    <w:rsid w:val="0023701A"/>
    <w:rsid w:val="00241E01"/>
    <w:rsid w:val="00246967"/>
    <w:rsid w:val="00247A5B"/>
    <w:rsid w:val="00247D4C"/>
    <w:rsid w:val="00252635"/>
    <w:rsid w:val="0025276B"/>
    <w:rsid w:val="00254279"/>
    <w:rsid w:val="0025434C"/>
    <w:rsid w:val="0026002D"/>
    <w:rsid w:val="002611D3"/>
    <w:rsid w:val="00262E23"/>
    <w:rsid w:val="002672CD"/>
    <w:rsid w:val="00271D32"/>
    <w:rsid w:val="002758A9"/>
    <w:rsid w:val="00276371"/>
    <w:rsid w:val="0027720C"/>
    <w:rsid w:val="00277683"/>
    <w:rsid w:val="00277F5E"/>
    <w:rsid w:val="0028186F"/>
    <w:rsid w:val="00281B07"/>
    <w:rsid w:val="00284D70"/>
    <w:rsid w:val="00284E57"/>
    <w:rsid w:val="00284F2E"/>
    <w:rsid w:val="002875D8"/>
    <w:rsid w:val="002913CF"/>
    <w:rsid w:val="002931BE"/>
    <w:rsid w:val="002A0147"/>
    <w:rsid w:val="002A3442"/>
    <w:rsid w:val="002A5273"/>
    <w:rsid w:val="002A741D"/>
    <w:rsid w:val="002B03C5"/>
    <w:rsid w:val="002B207B"/>
    <w:rsid w:val="002B2811"/>
    <w:rsid w:val="002B2A0A"/>
    <w:rsid w:val="002B49E1"/>
    <w:rsid w:val="002B5002"/>
    <w:rsid w:val="002B7DAB"/>
    <w:rsid w:val="002C029F"/>
    <w:rsid w:val="002C146E"/>
    <w:rsid w:val="002C1EAB"/>
    <w:rsid w:val="002C2CE4"/>
    <w:rsid w:val="002C443D"/>
    <w:rsid w:val="002D0630"/>
    <w:rsid w:val="002D0E91"/>
    <w:rsid w:val="002D5F43"/>
    <w:rsid w:val="002D6FDF"/>
    <w:rsid w:val="002D7541"/>
    <w:rsid w:val="002E1058"/>
    <w:rsid w:val="002E3EB0"/>
    <w:rsid w:val="002E4ED1"/>
    <w:rsid w:val="002E6289"/>
    <w:rsid w:val="002E764F"/>
    <w:rsid w:val="002F0120"/>
    <w:rsid w:val="002F0C6B"/>
    <w:rsid w:val="002F163A"/>
    <w:rsid w:val="002F51DA"/>
    <w:rsid w:val="00300A83"/>
    <w:rsid w:val="0030375B"/>
    <w:rsid w:val="0030420F"/>
    <w:rsid w:val="00307002"/>
    <w:rsid w:val="00307AC1"/>
    <w:rsid w:val="00310AC7"/>
    <w:rsid w:val="003160FD"/>
    <w:rsid w:val="00317C85"/>
    <w:rsid w:val="00320E43"/>
    <w:rsid w:val="00321044"/>
    <w:rsid w:val="0032394F"/>
    <w:rsid w:val="003240C0"/>
    <w:rsid w:val="003251C6"/>
    <w:rsid w:val="00325853"/>
    <w:rsid w:val="00325981"/>
    <w:rsid w:val="0032632C"/>
    <w:rsid w:val="0032690B"/>
    <w:rsid w:val="00334F39"/>
    <w:rsid w:val="00335048"/>
    <w:rsid w:val="00335DED"/>
    <w:rsid w:val="00336AC9"/>
    <w:rsid w:val="00340879"/>
    <w:rsid w:val="00340EEE"/>
    <w:rsid w:val="00341C9C"/>
    <w:rsid w:val="003449C2"/>
    <w:rsid w:val="003537C3"/>
    <w:rsid w:val="003608EC"/>
    <w:rsid w:val="00364A2F"/>
    <w:rsid w:val="00364AE2"/>
    <w:rsid w:val="00366FFF"/>
    <w:rsid w:val="00372445"/>
    <w:rsid w:val="00373686"/>
    <w:rsid w:val="00383089"/>
    <w:rsid w:val="00384010"/>
    <w:rsid w:val="003867AA"/>
    <w:rsid w:val="003869CC"/>
    <w:rsid w:val="00393CA0"/>
    <w:rsid w:val="00394CAF"/>
    <w:rsid w:val="00395E8C"/>
    <w:rsid w:val="00396744"/>
    <w:rsid w:val="00396CC8"/>
    <w:rsid w:val="0039743F"/>
    <w:rsid w:val="003974E2"/>
    <w:rsid w:val="003976AA"/>
    <w:rsid w:val="00397A0A"/>
    <w:rsid w:val="003A33CD"/>
    <w:rsid w:val="003A4F74"/>
    <w:rsid w:val="003A54D6"/>
    <w:rsid w:val="003A5C65"/>
    <w:rsid w:val="003A5FE9"/>
    <w:rsid w:val="003B0600"/>
    <w:rsid w:val="003B2A22"/>
    <w:rsid w:val="003B30B3"/>
    <w:rsid w:val="003C14A2"/>
    <w:rsid w:val="003C3280"/>
    <w:rsid w:val="003C32A9"/>
    <w:rsid w:val="003C3D3B"/>
    <w:rsid w:val="003C408B"/>
    <w:rsid w:val="003C6BED"/>
    <w:rsid w:val="003C6C0F"/>
    <w:rsid w:val="003C7208"/>
    <w:rsid w:val="003D1B28"/>
    <w:rsid w:val="003D2FE1"/>
    <w:rsid w:val="003D661F"/>
    <w:rsid w:val="003D79BA"/>
    <w:rsid w:val="003E07BB"/>
    <w:rsid w:val="003E1B86"/>
    <w:rsid w:val="003E668A"/>
    <w:rsid w:val="003F1C4A"/>
    <w:rsid w:val="003F6F62"/>
    <w:rsid w:val="003F767D"/>
    <w:rsid w:val="003F7793"/>
    <w:rsid w:val="00400699"/>
    <w:rsid w:val="00400875"/>
    <w:rsid w:val="004011FF"/>
    <w:rsid w:val="004042BB"/>
    <w:rsid w:val="004057B7"/>
    <w:rsid w:val="00412F87"/>
    <w:rsid w:val="0041430E"/>
    <w:rsid w:val="00417D3E"/>
    <w:rsid w:val="004200DD"/>
    <w:rsid w:val="00422184"/>
    <w:rsid w:val="00424542"/>
    <w:rsid w:val="00424C20"/>
    <w:rsid w:val="00424DA7"/>
    <w:rsid w:val="00425E80"/>
    <w:rsid w:val="00430ECF"/>
    <w:rsid w:val="00433ED8"/>
    <w:rsid w:val="00434769"/>
    <w:rsid w:val="004364D8"/>
    <w:rsid w:val="00436717"/>
    <w:rsid w:val="0044009E"/>
    <w:rsid w:val="00440888"/>
    <w:rsid w:val="00441C62"/>
    <w:rsid w:val="00441E2C"/>
    <w:rsid w:val="0044300F"/>
    <w:rsid w:val="004445E7"/>
    <w:rsid w:val="00444EC9"/>
    <w:rsid w:val="00444F59"/>
    <w:rsid w:val="00445962"/>
    <w:rsid w:val="00446D57"/>
    <w:rsid w:val="00451321"/>
    <w:rsid w:val="00451756"/>
    <w:rsid w:val="00452845"/>
    <w:rsid w:val="004538F9"/>
    <w:rsid w:val="00462A1B"/>
    <w:rsid w:val="0046720D"/>
    <w:rsid w:val="0046785A"/>
    <w:rsid w:val="004714F3"/>
    <w:rsid w:val="0047176E"/>
    <w:rsid w:val="00471835"/>
    <w:rsid w:val="00471B1C"/>
    <w:rsid w:val="0047271A"/>
    <w:rsid w:val="00472A4D"/>
    <w:rsid w:val="00473353"/>
    <w:rsid w:val="004736D5"/>
    <w:rsid w:val="004748CC"/>
    <w:rsid w:val="00474A3D"/>
    <w:rsid w:val="00477714"/>
    <w:rsid w:val="00477EA2"/>
    <w:rsid w:val="00481310"/>
    <w:rsid w:val="00482D0C"/>
    <w:rsid w:val="004878A0"/>
    <w:rsid w:val="00487A48"/>
    <w:rsid w:val="00490EBF"/>
    <w:rsid w:val="00494F4F"/>
    <w:rsid w:val="00495196"/>
    <w:rsid w:val="004A00CD"/>
    <w:rsid w:val="004A06AD"/>
    <w:rsid w:val="004A127D"/>
    <w:rsid w:val="004A1D5B"/>
    <w:rsid w:val="004A297E"/>
    <w:rsid w:val="004A3B4B"/>
    <w:rsid w:val="004A3DD2"/>
    <w:rsid w:val="004A6F04"/>
    <w:rsid w:val="004A75B0"/>
    <w:rsid w:val="004B00D9"/>
    <w:rsid w:val="004B0C0C"/>
    <w:rsid w:val="004B0F47"/>
    <w:rsid w:val="004B1F8D"/>
    <w:rsid w:val="004B27F5"/>
    <w:rsid w:val="004B3DEF"/>
    <w:rsid w:val="004B3E0E"/>
    <w:rsid w:val="004B5737"/>
    <w:rsid w:val="004B712C"/>
    <w:rsid w:val="004B716B"/>
    <w:rsid w:val="004C09C4"/>
    <w:rsid w:val="004C3885"/>
    <w:rsid w:val="004C6999"/>
    <w:rsid w:val="004D0293"/>
    <w:rsid w:val="004D2822"/>
    <w:rsid w:val="004D637A"/>
    <w:rsid w:val="004E0623"/>
    <w:rsid w:val="004E1732"/>
    <w:rsid w:val="004E2767"/>
    <w:rsid w:val="004E3423"/>
    <w:rsid w:val="004E3E5D"/>
    <w:rsid w:val="004E4806"/>
    <w:rsid w:val="004E4FA3"/>
    <w:rsid w:val="004E68C6"/>
    <w:rsid w:val="004F49CF"/>
    <w:rsid w:val="004F6F95"/>
    <w:rsid w:val="00503164"/>
    <w:rsid w:val="005033EF"/>
    <w:rsid w:val="00503A6D"/>
    <w:rsid w:val="00506726"/>
    <w:rsid w:val="0051038D"/>
    <w:rsid w:val="00512F0C"/>
    <w:rsid w:val="00514443"/>
    <w:rsid w:val="005146B4"/>
    <w:rsid w:val="0051742A"/>
    <w:rsid w:val="005210F2"/>
    <w:rsid w:val="00521522"/>
    <w:rsid w:val="00521E27"/>
    <w:rsid w:val="005248AB"/>
    <w:rsid w:val="00525587"/>
    <w:rsid w:val="005310A8"/>
    <w:rsid w:val="00531150"/>
    <w:rsid w:val="0053196B"/>
    <w:rsid w:val="00534390"/>
    <w:rsid w:val="005350BF"/>
    <w:rsid w:val="00535195"/>
    <w:rsid w:val="00535EFF"/>
    <w:rsid w:val="00536054"/>
    <w:rsid w:val="00536B3D"/>
    <w:rsid w:val="00537A20"/>
    <w:rsid w:val="00537D8D"/>
    <w:rsid w:val="00541B7A"/>
    <w:rsid w:val="00542039"/>
    <w:rsid w:val="005434B5"/>
    <w:rsid w:val="005450E5"/>
    <w:rsid w:val="00547C68"/>
    <w:rsid w:val="0055164B"/>
    <w:rsid w:val="005535D8"/>
    <w:rsid w:val="005543BB"/>
    <w:rsid w:val="005550A9"/>
    <w:rsid w:val="00556B1B"/>
    <w:rsid w:val="00557765"/>
    <w:rsid w:val="0056390F"/>
    <w:rsid w:val="00564064"/>
    <w:rsid w:val="00566383"/>
    <w:rsid w:val="005669A1"/>
    <w:rsid w:val="0056717A"/>
    <w:rsid w:val="005671C0"/>
    <w:rsid w:val="0057070B"/>
    <w:rsid w:val="00574072"/>
    <w:rsid w:val="00580828"/>
    <w:rsid w:val="00580F69"/>
    <w:rsid w:val="00581AB1"/>
    <w:rsid w:val="00581F6A"/>
    <w:rsid w:val="00584FEB"/>
    <w:rsid w:val="0058529B"/>
    <w:rsid w:val="00585A55"/>
    <w:rsid w:val="00585F22"/>
    <w:rsid w:val="0058755D"/>
    <w:rsid w:val="00590775"/>
    <w:rsid w:val="005948A2"/>
    <w:rsid w:val="00595C6A"/>
    <w:rsid w:val="005A09FF"/>
    <w:rsid w:val="005A0C51"/>
    <w:rsid w:val="005A1331"/>
    <w:rsid w:val="005B0558"/>
    <w:rsid w:val="005B0AF7"/>
    <w:rsid w:val="005B13F8"/>
    <w:rsid w:val="005B2AA7"/>
    <w:rsid w:val="005B2AD6"/>
    <w:rsid w:val="005B4956"/>
    <w:rsid w:val="005B49B9"/>
    <w:rsid w:val="005B52E5"/>
    <w:rsid w:val="005B5F6A"/>
    <w:rsid w:val="005C3460"/>
    <w:rsid w:val="005C42AD"/>
    <w:rsid w:val="005C772B"/>
    <w:rsid w:val="005D2D90"/>
    <w:rsid w:val="005D2F82"/>
    <w:rsid w:val="005D331A"/>
    <w:rsid w:val="005D3B25"/>
    <w:rsid w:val="005D6562"/>
    <w:rsid w:val="005E1E12"/>
    <w:rsid w:val="005E2973"/>
    <w:rsid w:val="005E458A"/>
    <w:rsid w:val="005E45A0"/>
    <w:rsid w:val="005E6FC3"/>
    <w:rsid w:val="005E7299"/>
    <w:rsid w:val="005F0035"/>
    <w:rsid w:val="005F1A55"/>
    <w:rsid w:val="005F2E48"/>
    <w:rsid w:val="005F3BEB"/>
    <w:rsid w:val="005F4B02"/>
    <w:rsid w:val="006039EF"/>
    <w:rsid w:val="006055B1"/>
    <w:rsid w:val="006075A4"/>
    <w:rsid w:val="00610D86"/>
    <w:rsid w:val="00611A24"/>
    <w:rsid w:val="006121D0"/>
    <w:rsid w:val="00614092"/>
    <w:rsid w:val="00614DEC"/>
    <w:rsid w:val="0061693E"/>
    <w:rsid w:val="00617A33"/>
    <w:rsid w:val="00617D0F"/>
    <w:rsid w:val="00623C6F"/>
    <w:rsid w:val="00624562"/>
    <w:rsid w:val="006267F3"/>
    <w:rsid w:val="00630C29"/>
    <w:rsid w:val="006316C9"/>
    <w:rsid w:val="00631A83"/>
    <w:rsid w:val="00632744"/>
    <w:rsid w:val="00636126"/>
    <w:rsid w:val="00636373"/>
    <w:rsid w:val="00641097"/>
    <w:rsid w:val="00643AAD"/>
    <w:rsid w:val="00644611"/>
    <w:rsid w:val="006449BD"/>
    <w:rsid w:val="00644CB8"/>
    <w:rsid w:val="00646718"/>
    <w:rsid w:val="00646A12"/>
    <w:rsid w:val="00647966"/>
    <w:rsid w:val="00651B35"/>
    <w:rsid w:val="00654889"/>
    <w:rsid w:val="00654C43"/>
    <w:rsid w:val="0065550B"/>
    <w:rsid w:val="00660F5B"/>
    <w:rsid w:val="00662355"/>
    <w:rsid w:val="00662806"/>
    <w:rsid w:val="006635AB"/>
    <w:rsid w:val="006635DF"/>
    <w:rsid w:val="006641FB"/>
    <w:rsid w:val="00664765"/>
    <w:rsid w:val="00666119"/>
    <w:rsid w:val="00666518"/>
    <w:rsid w:val="0066750C"/>
    <w:rsid w:val="006710D5"/>
    <w:rsid w:val="00671EB7"/>
    <w:rsid w:val="00672CA6"/>
    <w:rsid w:val="00674893"/>
    <w:rsid w:val="00675E5C"/>
    <w:rsid w:val="0068167F"/>
    <w:rsid w:val="00683489"/>
    <w:rsid w:val="006837EA"/>
    <w:rsid w:val="00690090"/>
    <w:rsid w:val="0069564D"/>
    <w:rsid w:val="006970A5"/>
    <w:rsid w:val="006A0704"/>
    <w:rsid w:val="006A2D07"/>
    <w:rsid w:val="006A50BC"/>
    <w:rsid w:val="006A660A"/>
    <w:rsid w:val="006A6640"/>
    <w:rsid w:val="006A6668"/>
    <w:rsid w:val="006A73A1"/>
    <w:rsid w:val="006B072C"/>
    <w:rsid w:val="006B5799"/>
    <w:rsid w:val="006B7047"/>
    <w:rsid w:val="006C07E2"/>
    <w:rsid w:val="006C7924"/>
    <w:rsid w:val="006D178B"/>
    <w:rsid w:val="006D346F"/>
    <w:rsid w:val="006D439E"/>
    <w:rsid w:val="006D4668"/>
    <w:rsid w:val="006D47B3"/>
    <w:rsid w:val="006D60AC"/>
    <w:rsid w:val="006E0265"/>
    <w:rsid w:val="006E038B"/>
    <w:rsid w:val="006E0817"/>
    <w:rsid w:val="006E2475"/>
    <w:rsid w:val="006E3393"/>
    <w:rsid w:val="006E3F95"/>
    <w:rsid w:val="006E46CF"/>
    <w:rsid w:val="006E49FF"/>
    <w:rsid w:val="006F0B3F"/>
    <w:rsid w:val="006F0DFD"/>
    <w:rsid w:val="006F24AA"/>
    <w:rsid w:val="006F2B83"/>
    <w:rsid w:val="006F6B13"/>
    <w:rsid w:val="0070116E"/>
    <w:rsid w:val="007041D5"/>
    <w:rsid w:val="007050D7"/>
    <w:rsid w:val="00705C4D"/>
    <w:rsid w:val="00706524"/>
    <w:rsid w:val="0070657F"/>
    <w:rsid w:val="00712352"/>
    <w:rsid w:val="00712EED"/>
    <w:rsid w:val="00713371"/>
    <w:rsid w:val="00716871"/>
    <w:rsid w:val="0071692A"/>
    <w:rsid w:val="0071699E"/>
    <w:rsid w:val="007201A1"/>
    <w:rsid w:val="00721E99"/>
    <w:rsid w:val="00722C9D"/>
    <w:rsid w:val="007241CB"/>
    <w:rsid w:val="007258E8"/>
    <w:rsid w:val="007261C3"/>
    <w:rsid w:val="00726D18"/>
    <w:rsid w:val="007277D5"/>
    <w:rsid w:val="00727CCC"/>
    <w:rsid w:val="00732C6A"/>
    <w:rsid w:val="007348A5"/>
    <w:rsid w:val="0073659A"/>
    <w:rsid w:val="007379F8"/>
    <w:rsid w:val="00741794"/>
    <w:rsid w:val="007437F2"/>
    <w:rsid w:val="00746DE3"/>
    <w:rsid w:val="00747149"/>
    <w:rsid w:val="007512EC"/>
    <w:rsid w:val="00751950"/>
    <w:rsid w:val="00752D54"/>
    <w:rsid w:val="007554A9"/>
    <w:rsid w:val="00755C24"/>
    <w:rsid w:val="00756051"/>
    <w:rsid w:val="0075725A"/>
    <w:rsid w:val="007654A9"/>
    <w:rsid w:val="00765BE7"/>
    <w:rsid w:val="00765D93"/>
    <w:rsid w:val="00767054"/>
    <w:rsid w:val="00767150"/>
    <w:rsid w:val="00767EDB"/>
    <w:rsid w:val="007701A5"/>
    <w:rsid w:val="00770402"/>
    <w:rsid w:val="00771203"/>
    <w:rsid w:val="0077214C"/>
    <w:rsid w:val="007736A2"/>
    <w:rsid w:val="00774450"/>
    <w:rsid w:val="00774FBB"/>
    <w:rsid w:val="007750D4"/>
    <w:rsid w:val="007824E0"/>
    <w:rsid w:val="0078462C"/>
    <w:rsid w:val="007850AF"/>
    <w:rsid w:val="00785CEA"/>
    <w:rsid w:val="007868F2"/>
    <w:rsid w:val="00787E0C"/>
    <w:rsid w:val="00787ED1"/>
    <w:rsid w:val="00787EDA"/>
    <w:rsid w:val="00792A28"/>
    <w:rsid w:val="007958EF"/>
    <w:rsid w:val="00796312"/>
    <w:rsid w:val="00796FB0"/>
    <w:rsid w:val="007A1170"/>
    <w:rsid w:val="007A4282"/>
    <w:rsid w:val="007A5029"/>
    <w:rsid w:val="007A5B9B"/>
    <w:rsid w:val="007B02F2"/>
    <w:rsid w:val="007B5483"/>
    <w:rsid w:val="007B5CDB"/>
    <w:rsid w:val="007B6B10"/>
    <w:rsid w:val="007B6C63"/>
    <w:rsid w:val="007C0C74"/>
    <w:rsid w:val="007C1E94"/>
    <w:rsid w:val="007C435D"/>
    <w:rsid w:val="007C4CC0"/>
    <w:rsid w:val="007C64F8"/>
    <w:rsid w:val="007D02A3"/>
    <w:rsid w:val="007D10D5"/>
    <w:rsid w:val="007D2A6F"/>
    <w:rsid w:val="007D2E17"/>
    <w:rsid w:val="007D36F5"/>
    <w:rsid w:val="007D44D3"/>
    <w:rsid w:val="007D5155"/>
    <w:rsid w:val="007D5D44"/>
    <w:rsid w:val="007D7C25"/>
    <w:rsid w:val="007E0F7E"/>
    <w:rsid w:val="007F0387"/>
    <w:rsid w:val="007F39C6"/>
    <w:rsid w:val="007F42C1"/>
    <w:rsid w:val="007F645D"/>
    <w:rsid w:val="008015F4"/>
    <w:rsid w:val="00806148"/>
    <w:rsid w:val="00806EDD"/>
    <w:rsid w:val="00807DDB"/>
    <w:rsid w:val="00810E66"/>
    <w:rsid w:val="0081194E"/>
    <w:rsid w:val="0081200F"/>
    <w:rsid w:val="0081397E"/>
    <w:rsid w:val="00813D25"/>
    <w:rsid w:val="008141BD"/>
    <w:rsid w:val="00817669"/>
    <w:rsid w:val="00824221"/>
    <w:rsid w:val="00824546"/>
    <w:rsid w:val="00825795"/>
    <w:rsid w:val="008258D6"/>
    <w:rsid w:val="00825D1B"/>
    <w:rsid w:val="00826F4A"/>
    <w:rsid w:val="008307BD"/>
    <w:rsid w:val="00830994"/>
    <w:rsid w:val="00835453"/>
    <w:rsid w:val="008354D2"/>
    <w:rsid w:val="008360AF"/>
    <w:rsid w:val="00837214"/>
    <w:rsid w:val="00837519"/>
    <w:rsid w:val="00841191"/>
    <w:rsid w:val="008414B4"/>
    <w:rsid w:val="0084314C"/>
    <w:rsid w:val="00843E39"/>
    <w:rsid w:val="008441D1"/>
    <w:rsid w:val="0084489B"/>
    <w:rsid w:val="00845245"/>
    <w:rsid w:val="0084573E"/>
    <w:rsid w:val="00846835"/>
    <w:rsid w:val="00850074"/>
    <w:rsid w:val="00850475"/>
    <w:rsid w:val="00850BDD"/>
    <w:rsid w:val="00850CCA"/>
    <w:rsid w:val="00852063"/>
    <w:rsid w:val="00852F48"/>
    <w:rsid w:val="00855041"/>
    <w:rsid w:val="00855693"/>
    <w:rsid w:val="008558C4"/>
    <w:rsid w:val="008617D7"/>
    <w:rsid w:val="00863189"/>
    <w:rsid w:val="00863B03"/>
    <w:rsid w:val="00865BD5"/>
    <w:rsid w:val="00866E64"/>
    <w:rsid w:val="008707A2"/>
    <w:rsid w:val="00871023"/>
    <w:rsid w:val="00871A1E"/>
    <w:rsid w:val="00873754"/>
    <w:rsid w:val="00873805"/>
    <w:rsid w:val="008760D1"/>
    <w:rsid w:val="00880F13"/>
    <w:rsid w:val="00881D17"/>
    <w:rsid w:val="00884E0F"/>
    <w:rsid w:val="00884EDE"/>
    <w:rsid w:val="00887C45"/>
    <w:rsid w:val="00892157"/>
    <w:rsid w:val="00893607"/>
    <w:rsid w:val="00893660"/>
    <w:rsid w:val="008969ED"/>
    <w:rsid w:val="008A18B7"/>
    <w:rsid w:val="008A1AE1"/>
    <w:rsid w:val="008A2159"/>
    <w:rsid w:val="008A221D"/>
    <w:rsid w:val="008A2399"/>
    <w:rsid w:val="008A276E"/>
    <w:rsid w:val="008A3CDD"/>
    <w:rsid w:val="008A5004"/>
    <w:rsid w:val="008B49D1"/>
    <w:rsid w:val="008B7B8A"/>
    <w:rsid w:val="008C2858"/>
    <w:rsid w:val="008C3818"/>
    <w:rsid w:val="008C3A8C"/>
    <w:rsid w:val="008C6071"/>
    <w:rsid w:val="008C647A"/>
    <w:rsid w:val="008D0124"/>
    <w:rsid w:val="008D122F"/>
    <w:rsid w:val="008D3C1E"/>
    <w:rsid w:val="008D6414"/>
    <w:rsid w:val="008D7492"/>
    <w:rsid w:val="008E0D85"/>
    <w:rsid w:val="008E1053"/>
    <w:rsid w:val="008E24C8"/>
    <w:rsid w:val="008E3EF4"/>
    <w:rsid w:val="008E4DE6"/>
    <w:rsid w:val="008E5910"/>
    <w:rsid w:val="008E5A9A"/>
    <w:rsid w:val="008E64F8"/>
    <w:rsid w:val="008E676F"/>
    <w:rsid w:val="008F0561"/>
    <w:rsid w:val="008F3A6A"/>
    <w:rsid w:val="008F3F17"/>
    <w:rsid w:val="008F4379"/>
    <w:rsid w:val="008F5D80"/>
    <w:rsid w:val="008F6F83"/>
    <w:rsid w:val="0090130A"/>
    <w:rsid w:val="0090171C"/>
    <w:rsid w:val="00903CDC"/>
    <w:rsid w:val="00904071"/>
    <w:rsid w:val="00907697"/>
    <w:rsid w:val="0090777C"/>
    <w:rsid w:val="00912766"/>
    <w:rsid w:val="009132F5"/>
    <w:rsid w:val="0091561A"/>
    <w:rsid w:val="00916B11"/>
    <w:rsid w:val="009216E8"/>
    <w:rsid w:val="00922DBF"/>
    <w:rsid w:val="00927E8C"/>
    <w:rsid w:val="00933B84"/>
    <w:rsid w:val="0093602A"/>
    <w:rsid w:val="00937D00"/>
    <w:rsid w:val="0094035D"/>
    <w:rsid w:val="0094086E"/>
    <w:rsid w:val="009439C5"/>
    <w:rsid w:val="0094434C"/>
    <w:rsid w:val="00953745"/>
    <w:rsid w:val="00953C91"/>
    <w:rsid w:val="00957C64"/>
    <w:rsid w:val="0096145D"/>
    <w:rsid w:val="00964F43"/>
    <w:rsid w:val="00965161"/>
    <w:rsid w:val="009736FF"/>
    <w:rsid w:val="00975056"/>
    <w:rsid w:val="0097716B"/>
    <w:rsid w:val="00977B0F"/>
    <w:rsid w:val="00987681"/>
    <w:rsid w:val="009877D0"/>
    <w:rsid w:val="009900A0"/>
    <w:rsid w:val="00990A4F"/>
    <w:rsid w:val="009925B1"/>
    <w:rsid w:val="00992B61"/>
    <w:rsid w:val="00993B23"/>
    <w:rsid w:val="00995170"/>
    <w:rsid w:val="00995ED2"/>
    <w:rsid w:val="009962E7"/>
    <w:rsid w:val="00997B4E"/>
    <w:rsid w:val="00997FA2"/>
    <w:rsid w:val="009A07DA"/>
    <w:rsid w:val="009A1623"/>
    <w:rsid w:val="009A174A"/>
    <w:rsid w:val="009A4244"/>
    <w:rsid w:val="009B2602"/>
    <w:rsid w:val="009B5C17"/>
    <w:rsid w:val="009B70B4"/>
    <w:rsid w:val="009C06FC"/>
    <w:rsid w:val="009C087F"/>
    <w:rsid w:val="009C1628"/>
    <w:rsid w:val="009C1B33"/>
    <w:rsid w:val="009C2151"/>
    <w:rsid w:val="009C2E65"/>
    <w:rsid w:val="009C3442"/>
    <w:rsid w:val="009C4A9B"/>
    <w:rsid w:val="009D10F4"/>
    <w:rsid w:val="009D3EA2"/>
    <w:rsid w:val="009D4D0D"/>
    <w:rsid w:val="009D7546"/>
    <w:rsid w:val="009E09A8"/>
    <w:rsid w:val="009E5B24"/>
    <w:rsid w:val="009E5C64"/>
    <w:rsid w:val="009E69EC"/>
    <w:rsid w:val="009E7139"/>
    <w:rsid w:val="009F1786"/>
    <w:rsid w:val="009F1DB3"/>
    <w:rsid w:val="009F2D47"/>
    <w:rsid w:val="009F3087"/>
    <w:rsid w:val="009F3E3A"/>
    <w:rsid w:val="009F6747"/>
    <w:rsid w:val="009F744C"/>
    <w:rsid w:val="009F7DEC"/>
    <w:rsid w:val="00A00F3E"/>
    <w:rsid w:val="00A017AC"/>
    <w:rsid w:val="00A03016"/>
    <w:rsid w:val="00A0377C"/>
    <w:rsid w:val="00A04AA7"/>
    <w:rsid w:val="00A04EAD"/>
    <w:rsid w:val="00A06117"/>
    <w:rsid w:val="00A07CDE"/>
    <w:rsid w:val="00A1181E"/>
    <w:rsid w:val="00A12090"/>
    <w:rsid w:val="00A168AD"/>
    <w:rsid w:val="00A17A64"/>
    <w:rsid w:val="00A249A6"/>
    <w:rsid w:val="00A252B8"/>
    <w:rsid w:val="00A261D6"/>
    <w:rsid w:val="00A2654B"/>
    <w:rsid w:val="00A31222"/>
    <w:rsid w:val="00A32E34"/>
    <w:rsid w:val="00A3344F"/>
    <w:rsid w:val="00A33E5D"/>
    <w:rsid w:val="00A37346"/>
    <w:rsid w:val="00A3778D"/>
    <w:rsid w:val="00A379C5"/>
    <w:rsid w:val="00A4240C"/>
    <w:rsid w:val="00A42AA5"/>
    <w:rsid w:val="00A4427D"/>
    <w:rsid w:val="00A4734E"/>
    <w:rsid w:val="00A5403B"/>
    <w:rsid w:val="00A5571A"/>
    <w:rsid w:val="00A56964"/>
    <w:rsid w:val="00A56D32"/>
    <w:rsid w:val="00A61CE9"/>
    <w:rsid w:val="00A63B64"/>
    <w:rsid w:val="00A63BB9"/>
    <w:rsid w:val="00A64957"/>
    <w:rsid w:val="00A671AD"/>
    <w:rsid w:val="00A67297"/>
    <w:rsid w:val="00A70F7C"/>
    <w:rsid w:val="00A7107D"/>
    <w:rsid w:val="00A76A4E"/>
    <w:rsid w:val="00A8017E"/>
    <w:rsid w:val="00A811C6"/>
    <w:rsid w:val="00A814DF"/>
    <w:rsid w:val="00A83993"/>
    <w:rsid w:val="00A83ED8"/>
    <w:rsid w:val="00A848BD"/>
    <w:rsid w:val="00A8505F"/>
    <w:rsid w:val="00A852EE"/>
    <w:rsid w:val="00A86DFA"/>
    <w:rsid w:val="00A8758D"/>
    <w:rsid w:val="00A9020C"/>
    <w:rsid w:val="00A9168A"/>
    <w:rsid w:val="00A93119"/>
    <w:rsid w:val="00A95763"/>
    <w:rsid w:val="00AA1540"/>
    <w:rsid w:val="00AA3F43"/>
    <w:rsid w:val="00AA4D46"/>
    <w:rsid w:val="00AA77B8"/>
    <w:rsid w:val="00AB069F"/>
    <w:rsid w:val="00AB0BE7"/>
    <w:rsid w:val="00AB1108"/>
    <w:rsid w:val="00AB530D"/>
    <w:rsid w:val="00AC1B15"/>
    <w:rsid w:val="00AC53A1"/>
    <w:rsid w:val="00AC60EE"/>
    <w:rsid w:val="00AC6633"/>
    <w:rsid w:val="00AC75D2"/>
    <w:rsid w:val="00AD002D"/>
    <w:rsid w:val="00AD1C0B"/>
    <w:rsid w:val="00AD4876"/>
    <w:rsid w:val="00AD7708"/>
    <w:rsid w:val="00AD7F09"/>
    <w:rsid w:val="00AE6E40"/>
    <w:rsid w:val="00AE72E0"/>
    <w:rsid w:val="00AF174D"/>
    <w:rsid w:val="00AF2E57"/>
    <w:rsid w:val="00AF31D0"/>
    <w:rsid w:val="00AF3E71"/>
    <w:rsid w:val="00B0154B"/>
    <w:rsid w:val="00B016A1"/>
    <w:rsid w:val="00B0175C"/>
    <w:rsid w:val="00B02E13"/>
    <w:rsid w:val="00B02FC9"/>
    <w:rsid w:val="00B059EF"/>
    <w:rsid w:val="00B05CB9"/>
    <w:rsid w:val="00B06CFE"/>
    <w:rsid w:val="00B07766"/>
    <w:rsid w:val="00B11F1E"/>
    <w:rsid w:val="00B15035"/>
    <w:rsid w:val="00B15A60"/>
    <w:rsid w:val="00B161F4"/>
    <w:rsid w:val="00B1763E"/>
    <w:rsid w:val="00B17CAD"/>
    <w:rsid w:val="00B20B5B"/>
    <w:rsid w:val="00B23097"/>
    <w:rsid w:val="00B25E30"/>
    <w:rsid w:val="00B26DA3"/>
    <w:rsid w:val="00B302AE"/>
    <w:rsid w:val="00B305DF"/>
    <w:rsid w:val="00B305F6"/>
    <w:rsid w:val="00B32E8B"/>
    <w:rsid w:val="00B359EA"/>
    <w:rsid w:val="00B4085D"/>
    <w:rsid w:val="00B44D8A"/>
    <w:rsid w:val="00B47C01"/>
    <w:rsid w:val="00B506ED"/>
    <w:rsid w:val="00B50F5D"/>
    <w:rsid w:val="00B51388"/>
    <w:rsid w:val="00B518FB"/>
    <w:rsid w:val="00B52B87"/>
    <w:rsid w:val="00B56CF5"/>
    <w:rsid w:val="00B61E45"/>
    <w:rsid w:val="00B6484F"/>
    <w:rsid w:val="00B64B5B"/>
    <w:rsid w:val="00B655CE"/>
    <w:rsid w:val="00B668A7"/>
    <w:rsid w:val="00B6732B"/>
    <w:rsid w:val="00B74437"/>
    <w:rsid w:val="00B74515"/>
    <w:rsid w:val="00B75A62"/>
    <w:rsid w:val="00B7723E"/>
    <w:rsid w:val="00B775C3"/>
    <w:rsid w:val="00B80294"/>
    <w:rsid w:val="00B8219C"/>
    <w:rsid w:val="00B82C84"/>
    <w:rsid w:val="00B87CB4"/>
    <w:rsid w:val="00B94F6C"/>
    <w:rsid w:val="00B952FA"/>
    <w:rsid w:val="00B97E28"/>
    <w:rsid w:val="00BA1804"/>
    <w:rsid w:val="00BA2653"/>
    <w:rsid w:val="00BA28A6"/>
    <w:rsid w:val="00BA3026"/>
    <w:rsid w:val="00BA3571"/>
    <w:rsid w:val="00BA70F6"/>
    <w:rsid w:val="00BB0113"/>
    <w:rsid w:val="00BB1B6D"/>
    <w:rsid w:val="00BB2945"/>
    <w:rsid w:val="00BB5599"/>
    <w:rsid w:val="00BB751A"/>
    <w:rsid w:val="00BC04C2"/>
    <w:rsid w:val="00BC3427"/>
    <w:rsid w:val="00BC3E0F"/>
    <w:rsid w:val="00BC6090"/>
    <w:rsid w:val="00BC709B"/>
    <w:rsid w:val="00BC7AED"/>
    <w:rsid w:val="00BD3670"/>
    <w:rsid w:val="00BD4665"/>
    <w:rsid w:val="00BD4AAD"/>
    <w:rsid w:val="00BD4EE4"/>
    <w:rsid w:val="00BD6297"/>
    <w:rsid w:val="00BE0668"/>
    <w:rsid w:val="00BE20F2"/>
    <w:rsid w:val="00BE2ECE"/>
    <w:rsid w:val="00BE7658"/>
    <w:rsid w:val="00BE78C6"/>
    <w:rsid w:val="00BF0E24"/>
    <w:rsid w:val="00BF0F75"/>
    <w:rsid w:val="00BF3F5B"/>
    <w:rsid w:val="00BF487D"/>
    <w:rsid w:val="00BF614C"/>
    <w:rsid w:val="00BF733A"/>
    <w:rsid w:val="00BF781C"/>
    <w:rsid w:val="00BF789F"/>
    <w:rsid w:val="00C01A3D"/>
    <w:rsid w:val="00C01C91"/>
    <w:rsid w:val="00C02A95"/>
    <w:rsid w:val="00C067E6"/>
    <w:rsid w:val="00C07A60"/>
    <w:rsid w:val="00C1025E"/>
    <w:rsid w:val="00C10DE9"/>
    <w:rsid w:val="00C1287E"/>
    <w:rsid w:val="00C12EAE"/>
    <w:rsid w:val="00C148A2"/>
    <w:rsid w:val="00C17B84"/>
    <w:rsid w:val="00C20D8A"/>
    <w:rsid w:val="00C20D8B"/>
    <w:rsid w:val="00C219B6"/>
    <w:rsid w:val="00C224B3"/>
    <w:rsid w:val="00C23C80"/>
    <w:rsid w:val="00C26477"/>
    <w:rsid w:val="00C32478"/>
    <w:rsid w:val="00C32657"/>
    <w:rsid w:val="00C32F91"/>
    <w:rsid w:val="00C3350A"/>
    <w:rsid w:val="00C350EF"/>
    <w:rsid w:val="00C375AF"/>
    <w:rsid w:val="00C41403"/>
    <w:rsid w:val="00C4228B"/>
    <w:rsid w:val="00C43437"/>
    <w:rsid w:val="00C46D5B"/>
    <w:rsid w:val="00C5039D"/>
    <w:rsid w:val="00C51CE3"/>
    <w:rsid w:val="00C56AD8"/>
    <w:rsid w:val="00C5712B"/>
    <w:rsid w:val="00C57ACD"/>
    <w:rsid w:val="00C61FF2"/>
    <w:rsid w:val="00C65881"/>
    <w:rsid w:val="00C67803"/>
    <w:rsid w:val="00C731F3"/>
    <w:rsid w:val="00C73299"/>
    <w:rsid w:val="00C7482D"/>
    <w:rsid w:val="00C80522"/>
    <w:rsid w:val="00C877F7"/>
    <w:rsid w:val="00C900B9"/>
    <w:rsid w:val="00C90309"/>
    <w:rsid w:val="00C91F07"/>
    <w:rsid w:val="00C93C05"/>
    <w:rsid w:val="00C94237"/>
    <w:rsid w:val="00C96E2C"/>
    <w:rsid w:val="00CA02AA"/>
    <w:rsid w:val="00CA07DF"/>
    <w:rsid w:val="00CA1792"/>
    <w:rsid w:val="00CA663B"/>
    <w:rsid w:val="00CA6713"/>
    <w:rsid w:val="00CA698E"/>
    <w:rsid w:val="00CB2883"/>
    <w:rsid w:val="00CB31C8"/>
    <w:rsid w:val="00CB3244"/>
    <w:rsid w:val="00CB3A34"/>
    <w:rsid w:val="00CB4449"/>
    <w:rsid w:val="00CB6223"/>
    <w:rsid w:val="00CB6AD4"/>
    <w:rsid w:val="00CC1344"/>
    <w:rsid w:val="00CC4B32"/>
    <w:rsid w:val="00CC799B"/>
    <w:rsid w:val="00CD01B8"/>
    <w:rsid w:val="00CD174F"/>
    <w:rsid w:val="00CD19BE"/>
    <w:rsid w:val="00CD3F28"/>
    <w:rsid w:val="00CD4890"/>
    <w:rsid w:val="00CD48FB"/>
    <w:rsid w:val="00CD73B0"/>
    <w:rsid w:val="00CE168D"/>
    <w:rsid w:val="00CE2CDD"/>
    <w:rsid w:val="00CE33EF"/>
    <w:rsid w:val="00CE35A9"/>
    <w:rsid w:val="00CE3F7B"/>
    <w:rsid w:val="00CE4EBE"/>
    <w:rsid w:val="00CE5DDA"/>
    <w:rsid w:val="00CE61AB"/>
    <w:rsid w:val="00CE7078"/>
    <w:rsid w:val="00CE78F8"/>
    <w:rsid w:val="00CF0149"/>
    <w:rsid w:val="00CF0F23"/>
    <w:rsid w:val="00CF1F6A"/>
    <w:rsid w:val="00CF280B"/>
    <w:rsid w:val="00CF44B8"/>
    <w:rsid w:val="00CF4E9D"/>
    <w:rsid w:val="00CF6094"/>
    <w:rsid w:val="00D00BE3"/>
    <w:rsid w:val="00D02804"/>
    <w:rsid w:val="00D02856"/>
    <w:rsid w:val="00D02BE5"/>
    <w:rsid w:val="00D03736"/>
    <w:rsid w:val="00D049F7"/>
    <w:rsid w:val="00D0597D"/>
    <w:rsid w:val="00D0681F"/>
    <w:rsid w:val="00D06DC0"/>
    <w:rsid w:val="00D10588"/>
    <w:rsid w:val="00D116EA"/>
    <w:rsid w:val="00D14A49"/>
    <w:rsid w:val="00D15083"/>
    <w:rsid w:val="00D2020F"/>
    <w:rsid w:val="00D20F11"/>
    <w:rsid w:val="00D22018"/>
    <w:rsid w:val="00D244EC"/>
    <w:rsid w:val="00D252B3"/>
    <w:rsid w:val="00D25D31"/>
    <w:rsid w:val="00D267A3"/>
    <w:rsid w:val="00D30495"/>
    <w:rsid w:val="00D31C15"/>
    <w:rsid w:val="00D3333A"/>
    <w:rsid w:val="00D348ED"/>
    <w:rsid w:val="00D3641B"/>
    <w:rsid w:val="00D36C61"/>
    <w:rsid w:val="00D36CCC"/>
    <w:rsid w:val="00D37683"/>
    <w:rsid w:val="00D4183E"/>
    <w:rsid w:val="00D41970"/>
    <w:rsid w:val="00D42DCE"/>
    <w:rsid w:val="00D42E7A"/>
    <w:rsid w:val="00D432F7"/>
    <w:rsid w:val="00D44507"/>
    <w:rsid w:val="00D44FCA"/>
    <w:rsid w:val="00D46B75"/>
    <w:rsid w:val="00D47953"/>
    <w:rsid w:val="00D51373"/>
    <w:rsid w:val="00D53AE6"/>
    <w:rsid w:val="00D556B7"/>
    <w:rsid w:val="00D55832"/>
    <w:rsid w:val="00D56973"/>
    <w:rsid w:val="00D57340"/>
    <w:rsid w:val="00D61199"/>
    <w:rsid w:val="00D632C0"/>
    <w:rsid w:val="00D639F6"/>
    <w:rsid w:val="00D6466E"/>
    <w:rsid w:val="00D66C9C"/>
    <w:rsid w:val="00D66F96"/>
    <w:rsid w:val="00D676E4"/>
    <w:rsid w:val="00D67B5F"/>
    <w:rsid w:val="00D70D21"/>
    <w:rsid w:val="00D712BD"/>
    <w:rsid w:val="00D71349"/>
    <w:rsid w:val="00D71592"/>
    <w:rsid w:val="00D7720F"/>
    <w:rsid w:val="00D81E0B"/>
    <w:rsid w:val="00D81F19"/>
    <w:rsid w:val="00D82A5D"/>
    <w:rsid w:val="00D8430E"/>
    <w:rsid w:val="00D848D1"/>
    <w:rsid w:val="00D8716F"/>
    <w:rsid w:val="00D92479"/>
    <w:rsid w:val="00D92DEA"/>
    <w:rsid w:val="00D93EE9"/>
    <w:rsid w:val="00DA0F8C"/>
    <w:rsid w:val="00DA1340"/>
    <w:rsid w:val="00DA141D"/>
    <w:rsid w:val="00DA2912"/>
    <w:rsid w:val="00DA2AFB"/>
    <w:rsid w:val="00DA4A73"/>
    <w:rsid w:val="00DA5D93"/>
    <w:rsid w:val="00DB19BD"/>
    <w:rsid w:val="00DB4C76"/>
    <w:rsid w:val="00DC0DD7"/>
    <w:rsid w:val="00DC113F"/>
    <w:rsid w:val="00DC1C5D"/>
    <w:rsid w:val="00DC21D9"/>
    <w:rsid w:val="00DC3DC4"/>
    <w:rsid w:val="00DC6B01"/>
    <w:rsid w:val="00DD0022"/>
    <w:rsid w:val="00DD3DD7"/>
    <w:rsid w:val="00DD6197"/>
    <w:rsid w:val="00DE09C2"/>
    <w:rsid w:val="00DE1F50"/>
    <w:rsid w:val="00DE50CE"/>
    <w:rsid w:val="00DE6C01"/>
    <w:rsid w:val="00DF0546"/>
    <w:rsid w:val="00DF1DFA"/>
    <w:rsid w:val="00DF4226"/>
    <w:rsid w:val="00DF447F"/>
    <w:rsid w:val="00DF6E72"/>
    <w:rsid w:val="00DF75A5"/>
    <w:rsid w:val="00E00254"/>
    <w:rsid w:val="00E04501"/>
    <w:rsid w:val="00E0664E"/>
    <w:rsid w:val="00E1075B"/>
    <w:rsid w:val="00E11E4C"/>
    <w:rsid w:val="00E12294"/>
    <w:rsid w:val="00E16C93"/>
    <w:rsid w:val="00E21742"/>
    <w:rsid w:val="00E2341F"/>
    <w:rsid w:val="00E25BD8"/>
    <w:rsid w:val="00E27D21"/>
    <w:rsid w:val="00E30EE7"/>
    <w:rsid w:val="00E446D9"/>
    <w:rsid w:val="00E45C2C"/>
    <w:rsid w:val="00E477C5"/>
    <w:rsid w:val="00E47C9D"/>
    <w:rsid w:val="00E5218C"/>
    <w:rsid w:val="00E5285C"/>
    <w:rsid w:val="00E5287B"/>
    <w:rsid w:val="00E642FD"/>
    <w:rsid w:val="00E64306"/>
    <w:rsid w:val="00E65305"/>
    <w:rsid w:val="00E65E01"/>
    <w:rsid w:val="00E66D7B"/>
    <w:rsid w:val="00E67165"/>
    <w:rsid w:val="00E72283"/>
    <w:rsid w:val="00E7296E"/>
    <w:rsid w:val="00E73685"/>
    <w:rsid w:val="00E73C55"/>
    <w:rsid w:val="00E81888"/>
    <w:rsid w:val="00E81C52"/>
    <w:rsid w:val="00E8269D"/>
    <w:rsid w:val="00E87A3A"/>
    <w:rsid w:val="00E87F71"/>
    <w:rsid w:val="00E91484"/>
    <w:rsid w:val="00E91A12"/>
    <w:rsid w:val="00E92A48"/>
    <w:rsid w:val="00E92EE9"/>
    <w:rsid w:val="00E9444C"/>
    <w:rsid w:val="00E95297"/>
    <w:rsid w:val="00E95DA2"/>
    <w:rsid w:val="00E965DD"/>
    <w:rsid w:val="00E97E8F"/>
    <w:rsid w:val="00EA0C30"/>
    <w:rsid w:val="00EA0E9C"/>
    <w:rsid w:val="00EA2E0C"/>
    <w:rsid w:val="00EA2F4D"/>
    <w:rsid w:val="00EA5B0E"/>
    <w:rsid w:val="00EA5D5B"/>
    <w:rsid w:val="00EA741A"/>
    <w:rsid w:val="00EB08D7"/>
    <w:rsid w:val="00EB10DC"/>
    <w:rsid w:val="00EB17D8"/>
    <w:rsid w:val="00EB27BE"/>
    <w:rsid w:val="00EB2B04"/>
    <w:rsid w:val="00EB37DE"/>
    <w:rsid w:val="00EB67A3"/>
    <w:rsid w:val="00EB7C68"/>
    <w:rsid w:val="00EC0230"/>
    <w:rsid w:val="00EC1EB2"/>
    <w:rsid w:val="00EC4F04"/>
    <w:rsid w:val="00EC5E5D"/>
    <w:rsid w:val="00EC67DD"/>
    <w:rsid w:val="00ED324C"/>
    <w:rsid w:val="00ED3F99"/>
    <w:rsid w:val="00ED5791"/>
    <w:rsid w:val="00ED75DD"/>
    <w:rsid w:val="00EE0DE8"/>
    <w:rsid w:val="00EE3437"/>
    <w:rsid w:val="00EE494C"/>
    <w:rsid w:val="00EE575F"/>
    <w:rsid w:val="00EF08A2"/>
    <w:rsid w:val="00EF16EA"/>
    <w:rsid w:val="00EF4A06"/>
    <w:rsid w:val="00EF4E9E"/>
    <w:rsid w:val="00EF5802"/>
    <w:rsid w:val="00EF5C55"/>
    <w:rsid w:val="00EF6099"/>
    <w:rsid w:val="00EF7016"/>
    <w:rsid w:val="00F00798"/>
    <w:rsid w:val="00F0119F"/>
    <w:rsid w:val="00F02CC7"/>
    <w:rsid w:val="00F03BD9"/>
    <w:rsid w:val="00F07C0D"/>
    <w:rsid w:val="00F10739"/>
    <w:rsid w:val="00F1242E"/>
    <w:rsid w:val="00F13746"/>
    <w:rsid w:val="00F13F74"/>
    <w:rsid w:val="00F16E00"/>
    <w:rsid w:val="00F20538"/>
    <w:rsid w:val="00F23A29"/>
    <w:rsid w:val="00F24877"/>
    <w:rsid w:val="00F37111"/>
    <w:rsid w:val="00F37488"/>
    <w:rsid w:val="00F40382"/>
    <w:rsid w:val="00F41379"/>
    <w:rsid w:val="00F4352D"/>
    <w:rsid w:val="00F4676B"/>
    <w:rsid w:val="00F53801"/>
    <w:rsid w:val="00F53C7B"/>
    <w:rsid w:val="00F5613B"/>
    <w:rsid w:val="00F60C6A"/>
    <w:rsid w:val="00F61A8E"/>
    <w:rsid w:val="00F6310E"/>
    <w:rsid w:val="00F64558"/>
    <w:rsid w:val="00F64B49"/>
    <w:rsid w:val="00F64D3B"/>
    <w:rsid w:val="00F64DF5"/>
    <w:rsid w:val="00F65D18"/>
    <w:rsid w:val="00F65FA1"/>
    <w:rsid w:val="00F6639B"/>
    <w:rsid w:val="00F6731B"/>
    <w:rsid w:val="00F70D27"/>
    <w:rsid w:val="00F71255"/>
    <w:rsid w:val="00F7428C"/>
    <w:rsid w:val="00F8228A"/>
    <w:rsid w:val="00F844A6"/>
    <w:rsid w:val="00F85CCF"/>
    <w:rsid w:val="00F86B25"/>
    <w:rsid w:val="00F87E65"/>
    <w:rsid w:val="00F91929"/>
    <w:rsid w:val="00F93748"/>
    <w:rsid w:val="00F9485C"/>
    <w:rsid w:val="00F96D1B"/>
    <w:rsid w:val="00FA1C99"/>
    <w:rsid w:val="00FA408F"/>
    <w:rsid w:val="00FA5454"/>
    <w:rsid w:val="00FB1F4E"/>
    <w:rsid w:val="00FB3480"/>
    <w:rsid w:val="00FB65BE"/>
    <w:rsid w:val="00FB79E6"/>
    <w:rsid w:val="00FC35B7"/>
    <w:rsid w:val="00FC3808"/>
    <w:rsid w:val="00FC47EF"/>
    <w:rsid w:val="00FC4DDC"/>
    <w:rsid w:val="00FC58C3"/>
    <w:rsid w:val="00FD24C0"/>
    <w:rsid w:val="00FD2691"/>
    <w:rsid w:val="00FD3919"/>
    <w:rsid w:val="00FD3975"/>
    <w:rsid w:val="00FD4882"/>
    <w:rsid w:val="00FE07C8"/>
    <w:rsid w:val="00FE09E6"/>
    <w:rsid w:val="00FE139F"/>
    <w:rsid w:val="00FE178C"/>
    <w:rsid w:val="00FE3F5E"/>
    <w:rsid w:val="00FE7A7C"/>
    <w:rsid w:val="00FF28FE"/>
    <w:rsid w:val="00FF48F6"/>
    <w:rsid w:val="00FF5D51"/>
    <w:rsid w:val="00FF5E56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20D40"/>
  <w15:docId w15:val="{0BB7919F-B0D0-41EF-827A-43740E7D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" w:unhideWhenUsed="1"/>
    <w:lsdException w:name="footer" w:uiPriority="1" w:unhideWhenUsed="1"/>
    <w:lsdException w:name="index heading" w:semiHidden="1" w:unhideWhenUsed="1"/>
    <w:lsdException w:name="caption" w:uiPriority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0" w:unhideWhenUsed="1" w:qFormat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uiPriority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iPriority="1" w:unhideWhenUsed="1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A5B9B"/>
    <w:pPr>
      <w:spacing w:after="120" w:line="264" w:lineRule="auto"/>
      <w:jc w:val="both"/>
    </w:pPr>
    <w:rPr>
      <w:sz w:val="22"/>
    </w:rPr>
  </w:style>
  <w:style w:type="paragraph" w:styleId="Heading1">
    <w:name w:val="heading 1"/>
    <w:aliases w:val="chapitre,Titre 11,t1.T1.Titre 1,t1,TITRE 1 SL,Headline 1,h1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aliases w:val="Headline 2,h2,2,headi,heading2,h21,h22,21,H2,l2,kopregel 2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aliases w:val="Headline 3,h3,h31,h32,H3,H31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aliases w:val="CaptionCFMU,CaptionTLS"/>
    <w:basedOn w:val="Normal"/>
    <w:next w:val="Normal"/>
    <w:link w:val="CaptionChar"/>
    <w:uiPriority w:val="1"/>
    <w:qFormat/>
    <w:rsid w:val="00E16C93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semiHidden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uiPriority w:val="3"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semiHidden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uiPriority w:val="39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</w:pPr>
  </w:style>
  <w:style w:type="paragraph" w:styleId="ListBullet">
    <w:name w:val="List Bullet"/>
    <w:basedOn w:val="ListParagraph"/>
    <w:uiPriority w:val="1"/>
    <w:qFormat/>
    <w:rsid w:val="003C408B"/>
    <w:pPr>
      <w:numPr>
        <w:numId w:val="24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uiPriority w:val="1"/>
    <w:qFormat/>
    <w:rsid w:val="00FE139F"/>
    <w:pPr>
      <w:numPr>
        <w:numId w:val="25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uiPriority w:val="1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ind w:left="908" w:hanging="454"/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ind w:left="1815" w:hanging="454"/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basedOn w:val="Normal"/>
    <w:next w:val="AnnexHeading1"/>
    <w:uiPriority w:val="3"/>
    <w:qFormat/>
    <w:rsid w:val="00A8017E"/>
    <w:pPr>
      <w:pageBreakBefore/>
      <w:numPr>
        <w:numId w:val="6"/>
      </w:numPr>
      <w:spacing w:before="48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tabs>
        <w:tab w:val="clear" w:pos="476"/>
      </w:tabs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</w:tabs>
      <w:spacing w:line="360" w:lineRule="auto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</w:tabs>
      <w:spacing w:line="360" w:lineRule="auto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uiPriority w:val="1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uiPriority w:val="1"/>
    <w:rsid w:val="006E49FF"/>
    <w:rPr>
      <w:sz w:val="16"/>
    </w:rPr>
  </w:style>
  <w:style w:type="paragraph" w:styleId="Header">
    <w:name w:val="header"/>
    <w:basedOn w:val="Normal"/>
    <w:link w:val="HeaderChar"/>
    <w:uiPriority w:val="1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1"/>
    <w:rsid w:val="006E49FF"/>
    <w:rPr>
      <w:sz w:val="22"/>
    </w:rPr>
  </w:style>
  <w:style w:type="paragraph" w:styleId="MacroText">
    <w:name w:val="macro"/>
    <w:basedOn w:val="Normal"/>
    <w:link w:val="MacroTextChar"/>
    <w:uiPriority w:val="90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uiPriority w:val="90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uiPriority w:val="3"/>
    <w:qFormat/>
    <w:rsid w:val="00FE09E6"/>
    <w:pPr>
      <w:spacing w:line="240" w:lineRule="auto"/>
    </w:pPr>
  </w:style>
  <w:style w:type="character" w:styleId="Hyperlink">
    <w:name w:val="Hyperlink"/>
    <w:aliases w:val="Hyperlink - Header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qFormat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basedOn w:val="Normal"/>
    <w:next w:val="Normal"/>
    <w:uiPriority w:val="99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semiHidden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semiHidden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link w:val="Text2Char1"/>
    <w:qFormat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1"/>
      </w:numPr>
      <w:tabs>
        <w:tab w:val="clear" w:pos="1492"/>
        <w:tab w:val="left" w:pos="1701"/>
      </w:tabs>
      <w:spacing w:line="240" w:lineRule="auto"/>
      <w:ind w:left="1702" w:hanging="284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3"/>
      </w:numPr>
      <w:tabs>
        <w:tab w:val="clear" w:pos="1191"/>
      </w:tabs>
      <w:spacing w:line="240" w:lineRule="auto"/>
      <w:ind w:left="0" w:firstLine="0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  <w:tabs>
        <w:tab w:val="clear" w:pos="1899"/>
      </w:tabs>
      <w:ind w:left="0" w:firstLine="0"/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3"/>
      </w:numPr>
      <w:tabs>
        <w:tab w:val="clear" w:pos="2608"/>
      </w:tabs>
      <w:ind w:left="0" w:firstLine="0"/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uiPriority w:val="1"/>
    <w:rsid w:val="00F13F74"/>
    <w:pPr>
      <w:numPr>
        <w:ilvl w:val="3"/>
        <w:numId w:val="13"/>
      </w:numPr>
      <w:tabs>
        <w:tab w:val="clear" w:pos="3317"/>
        <w:tab w:val="num" w:pos="720"/>
      </w:tabs>
      <w:spacing w:before="120" w:line="240" w:lineRule="auto"/>
      <w:ind w:left="72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4"/>
      </w:numPr>
      <w:shd w:val="clear" w:color="auto" w:fill="EEEEEE"/>
      <w:tabs>
        <w:tab w:val="clear" w:pos="643"/>
      </w:tabs>
      <w:spacing w:before="120" w:line="240" w:lineRule="auto"/>
      <w:ind w:left="0" w:right="567" w:firstLine="0"/>
      <w:contextualSpacing/>
    </w:pPr>
    <w:rPr>
      <w:i/>
      <w:color w:val="000080"/>
      <w:szCs w:val="20"/>
      <w:lang w:eastAsia="ko-KR"/>
    </w:rPr>
  </w:style>
  <w:style w:type="character" w:customStyle="1" w:styleId="Heading1Char">
    <w:name w:val="Heading 1 Char"/>
    <w:aliases w:val="chapitre Char,Titre 11 Char,t1.T1.Titre 1 Char,t1 Char,TITRE 1 SL Char,Headline 1 Char,h1 Char"/>
    <w:basedOn w:val="DefaultParagraphFont"/>
    <w:link w:val="Heading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aliases w:val="Headline 2 Char,h2 Char,2 Char,headi Char,heading2 Char,h21 Char,h22 Char,21 Char,H2 Char,l2 Char,kopregel 2 Char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aliases w:val="Headline 3 Char,h3 Char,h31 Char,h32 Char,H3 Char,H31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6E49FF"/>
    <w:rPr>
      <w:b/>
      <w:sz w:val="22"/>
    </w:rPr>
  </w:style>
  <w:style w:type="character" w:customStyle="1" w:styleId="Heading5Char">
    <w:name w:val="Heading 5 Char"/>
    <w:basedOn w:val="DefaultParagraphFont"/>
    <w:link w:val="Heading5"/>
    <w:uiPriority w:val="1"/>
    <w:rsid w:val="006E49FF"/>
    <w:rPr>
      <w:sz w:val="22"/>
    </w:rPr>
  </w:style>
  <w:style w:type="character" w:customStyle="1" w:styleId="Heading6Char">
    <w:name w:val="Heading 6 Char"/>
    <w:basedOn w:val="DefaultParagraphFont"/>
    <w:link w:val="Heading6"/>
    <w:uiPriority w:val="1"/>
    <w:rsid w:val="006E49FF"/>
    <w:rPr>
      <w:sz w:val="2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E49FF"/>
    <w:rPr>
      <w:sz w:val="22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E49FF"/>
    <w:rPr>
      <w:sz w:val="22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5"/>
      </w:numPr>
      <w:tabs>
        <w:tab w:val="clear" w:pos="720"/>
      </w:tabs>
      <w:spacing w:after="360" w:line="240" w:lineRule="auto"/>
    </w:pPr>
    <w:rPr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spacing w:before="180" w:line="240" w:lineRule="auto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uiPriority w:val="3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6"/>
      </w:numPr>
      <w:tabs>
        <w:tab w:val="clear" w:pos="1440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spacing w:before="0"/>
      <w:contextualSpacing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  <w:ind w:left="425" w:hanging="425"/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7"/>
      </w:numPr>
      <w:tabs>
        <w:tab w:val="clear" w:pos="720"/>
      </w:tabs>
      <w:spacing w:before="0"/>
      <w:ind w:left="0" w:firstLin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8"/>
      </w:numPr>
      <w:tabs>
        <w:tab w:val="clear" w:pos="1134"/>
        <w:tab w:val="left" w:pos="2835"/>
      </w:tabs>
      <w:spacing w:before="0"/>
      <w:ind w:left="2268" w:firstLine="0"/>
    </w:pPr>
  </w:style>
  <w:style w:type="paragraph" w:customStyle="1" w:styleId="DoubleHangingIndent">
    <w:name w:val="Double Hanging Indent"/>
    <w:basedOn w:val="DoubleIndent"/>
    <w:uiPriority w:val="1"/>
    <w:rsid w:val="00C12EAE"/>
    <w:pPr>
      <w:ind w:hanging="567"/>
    </w:pPr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basedOn w:val="DefaultParagraphFont"/>
    <w:semiHidden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semiHidden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uiPriority w:val="1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9"/>
      </w:numPr>
      <w:tabs>
        <w:tab w:val="clear" w:pos="2520"/>
      </w:tabs>
      <w:ind w:left="720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uiPriority w:val="1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aliases w:val="CaptionCFMU Char,CaptionTLS Char"/>
    <w:basedOn w:val="DefaultParagraphFont"/>
    <w:link w:val="Caption"/>
    <w:uiPriority w:val="1"/>
    <w:rsid w:val="00E16C93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0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20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semiHidden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1"/>
      </w:numPr>
      <w:tabs>
        <w:tab w:val="clear" w:pos="-122"/>
        <w:tab w:val="num" w:pos="1134"/>
        <w:tab w:val="num" w:pos="1492"/>
      </w:tabs>
      <w:spacing w:before="60" w:after="0"/>
      <w:ind w:left="1134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uiPriority w:val="1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1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2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3"/>
      </w:numPr>
      <w:tabs>
        <w:tab w:val="clear" w:pos="2552"/>
        <w:tab w:val="num" w:pos="2948"/>
      </w:tabs>
      <w:spacing w:before="0" w:after="120"/>
      <w:ind w:left="2948" w:hanging="396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ListNumbers">
    <w:name w:val="List Numbers"/>
    <w:basedOn w:val="ListDash"/>
    <w:link w:val="ListNumbersChar"/>
    <w:uiPriority w:val="1"/>
    <w:qFormat/>
    <w:rsid w:val="00FC3808"/>
    <w:pPr>
      <w:numPr>
        <w:numId w:val="28"/>
      </w:numPr>
    </w:pPr>
  </w:style>
  <w:style w:type="numbering" w:customStyle="1" w:styleId="Style7">
    <w:name w:val="Style7"/>
    <w:uiPriority w:val="99"/>
    <w:rsid w:val="00D81E0B"/>
    <w:pPr>
      <w:numPr>
        <w:numId w:val="29"/>
      </w:numPr>
    </w:pPr>
  </w:style>
  <w:style w:type="character" w:customStyle="1" w:styleId="ListNumbersChar">
    <w:name w:val="List Numbers Char"/>
    <w:basedOn w:val="ListParagraphChar"/>
    <w:link w:val="ListNumbers"/>
    <w:uiPriority w:val="1"/>
    <w:rsid w:val="007A5B9B"/>
    <w:rPr>
      <w:sz w:val="22"/>
      <w:lang w:eastAsia="en-US"/>
    </w:rPr>
  </w:style>
  <w:style w:type="paragraph" w:customStyle="1" w:styleId="Style8">
    <w:name w:val="Style8"/>
    <w:basedOn w:val="Heading1"/>
    <w:link w:val="Style8Char"/>
    <w:rsid w:val="005033EF"/>
    <w:pPr>
      <w:numPr>
        <w:numId w:val="0"/>
      </w:numPr>
    </w:pPr>
  </w:style>
  <w:style w:type="character" w:customStyle="1" w:styleId="Style8Char">
    <w:name w:val="Style8 Char"/>
    <w:basedOn w:val="Heading1Char"/>
    <w:link w:val="Style8"/>
    <w:rsid w:val="005033EF"/>
    <w:rPr>
      <w:b/>
      <w:smallCaps/>
      <w:sz w:val="32"/>
      <w:lang w:eastAsia="ko-KR"/>
    </w:rPr>
  </w:style>
  <w:style w:type="paragraph" w:customStyle="1" w:styleId="Text1">
    <w:name w:val="Text 1"/>
    <w:basedOn w:val="Normal"/>
    <w:rsid w:val="001321EE"/>
    <w:pPr>
      <w:spacing w:line="240" w:lineRule="auto"/>
    </w:pPr>
    <w:rPr>
      <w:rFonts w:asciiTheme="minorHAnsi" w:hAnsiTheme="minorHAnsi"/>
      <w:sz w:val="20"/>
      <w:szCs w:val="20"/>
      <w:lang w:eastAsia="en-US"/>
    </w:rPr>
  </w:style>
  <w:style w:type="paragraph" w:customStyle="1" w:styleId="Text3">
    <w:name w:val="Text 3"/>
    <w:basedOn w:val="Normal"/>
    <w:rsid w:val="001321EE"/>
    <w:pPr>
      <w:spacing w:line="240" w:lineRule="auto"/>
    </w:pPr>
    <w:rPr>
      <w:rFonts w:asciiTheme="minorHAnsi" w:hAnsiTheme="minorHAnsi"/>
      <w:sz w:val="20"/>
      <w:szCs w:val="20"/>
      <w:lang w:eastAsia="en-US"/>
    </w:rPr>
  </w:style>
  <w:style w:type="character" w:customStyle="1" w:styleId="Text2Char1">
    <w:name w:val="Text 2 Char1"/>
    <w:link w:val="Text2"/>
    <w:rsid w:val="00CA02AA"/>
    <w:rPr>
      <w:rFonts w:asciiTheme="minorHAnsi" w:hAnsiTheme="minorHAnsi"/>
      <w:sz w:val="20"/>
      <w:lang w:eastAsia="en-US"/>
    </w:rPr>
  </w:style>
  <w:style w:type="paragraph" w:customStyle="1" w:styleId="ListDash4">
    <w:name w:val="List Dash 4"/>
    <w:basedOn w:val="Normal"/>
    <w:rsid w:val="00155147"/>
    <w:pPr>
      <w:numPr>
        <w:numId w:val="46"/>
      </w:numPr>
      <w:tabs>
        <w:tab w:val="clear" w:pos="3163"/>
        <w:tab w:val="left" w:pos="1418"/>
      </w:tabs>
      <w:spacing w:line="240" w:lineRule="auto"/>
      <w:ind w:left="1418" w:hanging="284"/>
    </w:pPr>
    <w:rPr>
      <w:rFonts w:asciiTheme="minorHAnsi" w:hAnsiTheme="minorHAnsi"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52B8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912766"/>
  </w:style>
  <w:style w:type="paragraph" w:styleId="Revision">
    <w:name w:val="Revision"/>
    <w:hidden/>
    <w:semiHidden/>
    <w:locked/>
    <w:rsid w:val="00BF487D"/>
    <w:rPr>
      <w:sz w:val="22"/>
    </w:rPr>
  </w:style>
  <w:style w:type="character" w:styleId="Mention">
    <w:name w:val="Mention"/>
    <w:basedOn w:val="DefaultParagraphFont"/>
    <w:uiPriority w:val="99"/>
    <w:unhideWhenUsed/>
    <w:rsid w:val="00964F43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C41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mailto:support@itsmtaxud.europa.eu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nicolae-adrian.radu@ext.ec.europa.eu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mailto:support@itsmtaxud.europa.e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header" Target="header1.xml"/><Relationship Id="rId27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6F7B2A" w:rsidP="006F7B2A"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6F7B2A" w:rsidP="006F7B2A">
          <w:r w:rsidRPr="00F64B49">
            <w:rPr>
              <w:rStyle w:val="PlaceholderText"/>
            </w:rPr>
            <w:t>DG TAXUD</w:t>
          </w:r>
        </w:p>
      </w:docPartBody>
    </w:docPart>
    <w:docPart>
      <w:docPartPr>
        <w:name w:val="56924AA6E6FF4A12AC8406080F42D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749E-1E5C-4F0D-9D03-01F891DC8E80}"/>
      </w:docPartPr>
      <w:docPartBody>
        <w:p w:rsidR="002B4DC7" w:rsidRDefault="006F7B2A" w:rsidP="006F7B2A"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EF76024D598941F79FF3A9F856F28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F3DAD-B011-4669-A71C-CE967A6FDF1B}"/>
      </w:docPartPr>
      <w:docPartBody>
        <w:p w:rsidR="00E32502" w:rsidRDefault="00E32502" w:rsidP="00E32502"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A82C2166D701472EBFE33700F4DE8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3DE11-442C-4A48-A2A9-A11F845DBBCC}"/>
      </w:docPartPr>
      <w:docPartBody>
        <w:p w:rsidR="002F5853" w:rsidRDefault="00C35286" w:rsidP="00C35286">
          <w:r w:rsidRPr="00624562">
            <w:rPr>
              <w:color w:val="984806"/>
            </w:rPr>
            <w:t>Select the applicable value about the location of the previously accepted ver</w:t>
          </w:r>
          <w:r>
            <w:rPr>
              <w:color w:val="984806"/>
            </w:rPr>
            <w:t>sion of this document here.</w:t>
          </w:r>
        </w:p>
      </w:docPartBody>
    </w:docPart>
    <w:docPart>
      <w:docPartPr>
        <w:name w:val="CBEDF5E4BF5645B9841917C9A3C57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C2B73-71AF-43F9-A3C0-792F965B48A6}"/>
      </w:docPartPr>
      <w:docPartBody>
        <w:p w:rsidR="00BB0AB7" w:rsidRDefault="006F7B2A">
          <w:pPr>
            <w:pStyle w:val="CBEDF5E4BF5645B9841917C9A3C5796B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14A2B3B4C7FE4B66AF49DB8FEDD4A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3F162-CCF9-4BBB-9C84-864DDFC7A052}"/>
      </w:docPartPr>
      <w:docPartBody>
        <w:p w:rsidR="00BB0AB7" w:rsidRDefault="006F7B2A">
          <w:pPr>
            <w:pStyle w:val="14A2B3B4C7FE4B66AF49DB8FEDD4A64C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1866B1A630FB44839D5223178487B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7FB8F-C85F-4958-8BA2-E1960F3DAAA1}"/>
      </w:docPartPr>
      <w:docPartBody>
        <w:p w:rsidR="00BB0AB7" w:rsidRDefault="006F7B2A">
          <w:pPr>
            <w:pStyle w:val="1866B1A630FB44839D5223178487B800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FCC66B9EFA894F46B974EF6C9DFE9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10404-0B90-43F6-BC4F-4182EB81B947}"/>
      </w:docPartPr>
      <w:docPartBody>
        <w:p w:rsidR="00BB0AB7" w:rsidRDefault="006F7B2A">
          <w:pPr>
            <w:pStyle w:val="FCC66B9EFA894F46B974EF6C9DFE9CE4"/>
          </w:pPr>
          <w:r w:rsidRPr="00D049F7">
            <w:rPr>
              <w:rStyle w:val="PlaceholderText"/>
              <w:szCs w:val="16"/>
            </w:rPr>
            <w:t>Select the confidentiality classification level here.</w:t>
          </w:r>
        </w:p>
      </w:docPartBody>
    </w:docPart>
    <w:docPart>
      <w:docPartPr>
        <w:name w:val="9065F25D64B04458B2C3200FA735B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88F84-576C-4DEE-90F7-09865D8C5047}"/>
      </w:docPartPr>
      <w:docPartBody>
        <w:p w:rsidR="00000000" w:rsidRDefault="009357CB" w:rsidP="009357CB">
          <w:pPr>
            <w:pStyle w:val="9065F25D64B04458B2C3200FA735B179"/>
          </w:pPr>
          <w:r w:rsidRPr="00F64B4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853CF"/>
    <w:rsid w:val="000B1C56"/>
    <w:rsid w:val="001103C7"/>
    <w:rsid w:val="0012567F"/>
    <w:rsid w:val="00142DC7"/>
    <w:rsid w:val="00167104"/>
    <w:rsid w:val="001C4FF6"/>
    <w:rsid w:val="001D16B3"/>
    <w:rsid w:val="00201916"/>
    <w:rsid w:val="002030D6"/>
    <w:rsid w:val="0021168A"/>
    <w:rsid w:val="00231945"/>
    <w:rsid w:val="00242EC5"/>
    <w:rsid w:val="002758FB"/>
    <w:rsid w:val="00284967"/>
    <w:rsid w:val="00294D60"/>
    <w:rsid w:val="002B4DC7"/>
    <w:rsid w:val="002F5853"/>
    <w:rsid w:val="002F59B1"/>
    <w:rsid w:val="00316D04"/>
    <w:rsid w:val="00340D08"/>
    <w:rsid w:val="003566D1"/>
    <w:rsid w:val="0036504B"/>
    <w:rsid w:val="00365A88"/>
    <w:rsid w:val="0037736D"/>
    <w:rsid w:val="003D041B"/>
    <w:rsid w:val="003E5FD3"/>
    <w:rsid w:val="003F3484"/>
    <w:rsid w:val="003F76D6"/>
    <w:rsid w:val="00400930"/>
    <w:rsid w:val="00404F05"/>
    <w:rsid w:val="004144BE"/>
    <w:rsid w:val="00440C03"/>
    <w:rsid w:val="00441C97"/>
    <w:rsid w:val="004922FC"/>
    <w:rsid w:val="004932D4"/>
    <w:rsid w:val="004B53BC"/>
    <w:rsid w:val="005248DD"/>
    <w:rsid w:val="00555FF3"/>
    <w:rsid w:val="005C15F8"/>
    <w:rsid w:val="005C25CB"/>
    <w:rsid w:val="005E41D5"/>
    <w:rsid w:val="0063518F"/>
    <w:rsid w:val="00661DE5"/>
    <w:rsid w:val="00665319"/>
    <w:rsid w:val="00681B30"/>
    <w:rsid w:val="006B5156"/>
    <w:rsid w:val="006F2B6A"/>
    <w:rsid w:val="006F7B2A"/>
    <w:rsid w:val="00711BED"/>
    <w:rsid w:val="00737DFF"/>
    <w:rsid w:val="00750DF1"/>
    <w:rsid w:val="0076284C"/>
    <w:rsid w:val="007709AD"/>
    <w:rsid w:val="007777A1"/>
    <w:rsid w:val="007804E1"/>
    <w:rsid w:val="007D7CDB"/>
    <w:rsid w:val="007E71D3"/>
    <w:rsid w:val="007E7AD8"/>
    <w:rsid w:val="008048CF"/>
    <w:rsid w:val="008A29B4"/>
    <w:rsid w:val="008E70D7"/>
    <w:rsid w:val="0090759C"/>
    <w:rsid w:val="009141AB"/>
    <w:rsid w:val="009357CB"/>
    <w:rsid w:val="00936B5F"/>
    <w:rsid w:val="00965CE6"/>
    <w:rsid w:val="009705D6"/>
    <w:rsid w:val="0097106A"/>
    <w:rsid w:val="00975001"/>
    <w:rsid w:val="0098411C"/>
    <w:rsid w:val="009976AF"/>
    <w:rsid w:val="009B2AB1"/>
    <w:rsid w:val="009B7A23"/>
    <w:rsid w:val="009C7F2E"/>
    <w:rsid w:val="009D1201"/>
    <w:rsid w:val="00A4325D"/>
    <w:rsid w:val="00A51E47"/>
    <w:rsid w:val="00A52AFB"/>
    <w:rsid w:val="00A75F68"/>
    <w:rsid w:val="00AB08AB"/>
    <w:rsid w:val="00B001E8"/>
    <w:rsid w:val="00B17E78"/>
    <w:rsid w:val="00B3357F"/>
    <w:rsid w:val="00B37F5F"/>
    <w:rsid w:val="00B41D21"/>
    <w:rsid w:val="00B45862"/>
    <w:rsid w:val="00BA552A"/>
    <w:rsid w:val="00BB0AB7"/>
    <w:rsid w:val="00BC0AF5"/>
    <w:rsid w:val="00BE743E"/>
    <w:rsid w:val="00BF6052"/>
    <w:rsid w:val="00C057DD"/>
    <w:rsid w:val="00C20042"/>
    <w:rsid w:val="00C35286"/>
    <w:rsid w:val="00C639A0"/>
    <w:rsid w:val="00C9355F"/>
    <w:rsid w:val="00CD2962"/>
    <w:rsid w:val="00CE68D2"/>
    <w:rsid w:val="00D20D8E"/>
    <w:rsid w:val="00D275B8"/>
    <w:rsid w:val="00D40407"/>
    <w:rsid w:val="00D7280B"/>
    <w:rsid w:val="00D8447C"/>
    <w:rsid w:val="00D91C32"/>
    <w:rsid w:val="00DE245A"/>
    <w:rsid w:val="00DE4EF9"/>
    <w:rsid w:val="00E22F17"/>
    <w:rsid w:val="00E32502"/>
    <w:rsid w:val="00E41FA4"/>
    <w:rsid w:val="00E73F1B"/>
    <w:rsid w:val="00E913A1"/>
    <w:rsid w:val="00EE6024"/>
    <w:rsid w:val="00EE68E6"/>
    <w:rsid w:val="00EF11FA"/>
    <w:rsid w:val="00F0614A"/>
    <w:rsid w:val="00F13883"/>
    <w:rsid w:val="00F7006C"/>
    <w:rsid w:val="00F93B07"/>
    <w:rsid w:val="00F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AE4CF4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57CB"/>
    <w:rPr>
      <w:color w:val="2C8F6C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CBEDF5E4BF5645B9841917C9A3C5796B">
    <w:name w:val="CBEDF5E4BF5645B9841917C9A3C5796B"/>
    <w:rPr>
      <w:lang w:val="en-US" w:eastAsia="en-US"/>
    </w:rPr>
  </w:style>
  <w:style w:type="paragraph" w:customStyle="1" w:styleId="14A2B3B4C7FE4B66AF49DB8FEDD4A64C">
    <w:name w:val="14A2B3B4C7FE4B66AF49DB8FEDD4A64C"/>
    <w:rPr>
      <w:lang w:val="en-US" w:eastAsia="en-US"/>
    </w:rPr>
  </w:style>
  <w:style w:type="paragraph" w:customStyle="1" w:styleId="DDC9B64F37E6499185BA537107232459">
    <w:name w:val="DDC9B64F37E6499185BA537107232459"/>
    <w:rPr>
      <w:lang w:val="en-US" w:eastAsia="en-US"/>
    </w:rPr>
  </w:style>
  <w:style w:type="paragraph" w:customStyle="1" w:styleId="1866B1A630FB44839D5223178487B800">
    <w:name w:val="1866B1A630FB44839D5223178487B800"/>
    <w:rPr>
      <w:lang w:val="en-US" w:eastAsia="en-US"/>
    </w:rPr>
  </w:style>
  <w:style w:type="paragraph" w:customStyle="1" w:styleId="FCC66B9EFA894F46B974EF6C9DFE9CE4">
    <w:name w:val="FCC66B9EFA894F46B974EF6C9DFE9CE4"/>
    <w:rPr>
      <w:lang w:val="en-US" w:eastAsia="en-US"/>
    </w:rPr>
  </w:style>
  <w:style w:type="paragraph" w:customStyle="1" w:styleId="9065F25D64B04458B2C3200FA735B179">
    <w:name w:val="9065F25D64B04458B2C3200FA735B179"/>
    <w:rsid w:val="009357CB"/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3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9DA99CEA3A0748ACD19EEDC4958704" ma:contentTypeVersion="28" ma:contentTypeDescription="Create a new document." ma:contentTypeScope="" ma:versionID="ad70324ceeafcfd0384063c1bf7d0777">
  <xsd:schema xmlns:xsd="http://www.w3.org/2001/XMLSchema" xmlns:xs="http://www.w3.org/2001/XMLSchema" xmlns:p="http://schemas.microsoft.com/office/2006/metadata/properties" xmlns:ns2="ef2d185c-92fa-4a42-896e-7f75f6210516" xmlns:ns3="ffcdf2b0-1459-4444-989c-847f95dff766" targetNamespace="http://schemas.microsoft.com/office/2006/metadata/properties" ma:root="true" ma:fieldsID="d6304509005dc12407eebb168c18dc88" ns2:_="" ns3:_="">
    <xsd:import namespace="ef2d185c-92fa-4a42-896e-7f75f6210516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d185c-92fa-4a42-896e-7f75f6210516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5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DG TAXUD IT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6.xml><?xml version="1.0" encoding="utf-8"?>
<EurolookProperties>
  <ProductCustomizationId>EC</ProductCustomizationId>
  <Created>
    <Version>10.0.38495.0</Version>
    <Date>2019-04-03T13:52:29</Date>
    <Language>EN</Language>
  </Created>
  <Edited>
    <Version>10.0.41212.0</Version>
    <Date>2020-10-12T20:50:29</Date>
  </Edited>
  <DocumentModel>
    <Id>34954475-997f-4cb0-a95b-7f65298f3d8c</Id>
    <Name>Report (long)</Name>
  </DocumentModel>
  <DocumentDate>2023-12-01T00:00:00</DocumentDate>
  <DocumentVersion>1.00 EN</DocumentVersion>
  <CompatibilityMode>Eurolook10</CompatibilityMode>
</EurolookProperti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ef2d185c-92fa-4a42-896e-7f75f6210516" xsi:nil="true"/>
    <Deliverable_x0020_Version xmlns="ef2d185c-92fa-4a42-896e-7f75f6210516" xsi:nil="true"/>
    <Deliverable_x0020_Id xmlns="ef2d185c-92fa-4a42-896e-7f75f6210516" xsi:nil="true"/>
    <Delivery_x0020_Date xmlns="ef2d185c-92fa-4a42-896e-7f75f6210516" xsi:nil="true"/>
    <RfA xmlns="ef2d185c-92fa-4a42-896e-7f75f6210516" xsi:nil="true"/>
    <Deliverable_x0020_Status xmlns="ef2d185c-92fa-4a42-896e-7f75f6210516" xsi:nil="true"/>
    <TaxCatchAll xmlns="ffcdf2b0-1459-4444-989c-847f95dff766" xsi:nil="true"/>
    <lcf76f155ced4ddcb4097134ff3c332f xmlns="ef2d185c-92fa-4a42-896e-7f75f621051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BBD7B006-2F58-4200-AF8D-170B1994E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2d185c-92fa-4a42-896e-7f75f6210516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F44FE2-741D-44C1-A38B-9A0C89937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90DE6-88B6-4264-9629-4D8DFDFE87D2}">
  <ds:schemaRefs/>
</ds:datastoreItem>
</file>

<file path=customXml/itemProps4.xml><?xml version="1.0" encoding="utf-8"?>
<ds:datastoreItem xmlns:ds="http://schemas.openxmlformats.org/officeDocument/2006/customXml" ds:itemID="{3AA6FE2B-8DD7-47ED-A47C-1CE36352D1A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E044946-5330-43F7-8D16-AA78684F2938}">
  <ds:schemaRefs/>
</ds:datastoreItem>
</file>

<file path=customXml/itemProps6.xml><?xml version="1.0" encoding="utf-8"?>
<ds:datastoreItem xmlns:ds="http://schemas.openxmlformats.org/officeDocument/2006/customXml" ds:itemID="{D3EA5527-7367-4268-9D83-5125C98D0ED2}">
  <ds:schemaRefs/>
</ds:datastoreItem>
</file>

<file path=customXml/itemProps7.xml><?xml version="1.0" encoding="utf-8"?>
<ds:datastoreItem xmlns:ds="http://schemas.openxmlformats.org/officeDocument/2006/customXml" ds:itemID="{D3A24858-06B8-46B1-B5B8-65B3F66F124C}">
  <ds:schemaRefs>
    <ds:schemaRef ds:uri="http://schemas.microsoft.com/office/2006/metadata/properties"/>
    <ds:schemaRef ds:uri="http://schemas.microsoft.com/office/infopath/2007/PartnerControls"/>
    <ds:schemaRef ds:uri="ef2d185c-92fa-4a42-896e-7f75f6210516"/>
    <ds:schemaRef ds:uri="ffcdf2b0-1459-4444-989c-847f95dff7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</Template>
  <TotalTime>46</TotalTime>
  <Pages>10</Pages>
  <Words>1284</Words>
  <Characters>8004</Characters>
  <Application>Microsoft Office Word</Application>
  <DocSecurity>0</DocSecurity>
  <PresentationFormat>Microsoft Word 14.0</PresentationFormat>
  <Lines>216</Lines>
  <Paragraphs>145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DDNXA-5.15.2-v2.00 (based on CSE v51.8.6)</vt:lpstr>
    </vt:vector>
  </TitlesOfParts>
  <Company/>
  <LinksUpToDate>false</LinksUpToDate>
  <CharactersWithSpaces>9143</CharactersWithSpaces>
  <SharedDoc>false</SharedDoc>
  <HLinks>
    <vt:vector size="108" baseType="variant">
      <vt:variant>
        <vt:i4>3407936</vt:i4>
      </vt:variant>
      <vt:variant>
        <vt:i4>180</vt:i4>
      </vt:variant>
      <vt:variant>
        <vt:i4>0</vt:i4>
      </vt:variant>
      <vt:variant>
        <vt:i4>5</vt:i4>
      </vt:variant>
      <vt:variant>
        <vt:lpwstr>mailto:support@itsmtaxud.europa.eu</vt:lpwstr>
      </vt:variant>
      <vt:variant>
        <vt:lpwstr/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_Toc141366750</vt:lpwstr>
      </vt:variant>
      <vt:variant>
        <vt:i4>1179697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_Toc141366749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_Toc141366748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_Toc141366747</vt:lpwstr>
      </vt:variant>
      <vt:variant>
        <vt:i4>1179697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_Toc141366746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_Toc141366745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_Toc141366744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_Toc141366743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_Toc141366742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_Toc141366741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_Toc141366740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_Toc141366739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_Toc141366738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_Toc141366737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_Toc141366736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_Toc141366735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_Toc141366734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DDNXA-5.15.2-v2.00 (based on CSE v51.8.6)</dc:title>
  <dc:subject>Release Note to ECCG</dc:subject>
  <dc:creator>TODERAS Cristina Rita (TAXUD)</dc:creator>
  <cp:keywords/>
  <dc:description/>
  <cp:lastModifiedBy>RADU Nicolae-Adrian (TAXUD-EXT)</cp:lastModifiedBy>
  <cp:revision>4</cp:revision>
  <cp:lastPrinted>2019-07-08T22:29:00Z</cp:lastPrinted>
  <dcterms:created xsi:type="dcterms:W3CDTF">2023-12-07T10:57:00Z</dcterms:created>
  <dcterms:modified xsi:type="dcterms:W3CDTF">2023-12-07T11:43:00Z</dcterms:modified>
  <cp:contentStatus>Publicly available (PA)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0x010100E79DA99CEA3A0748ACD19EEDC4958704</vt:lpwstr>
  </property>
  <property fmtid="{D5CDD505-2E9C-101B-9397-08002B2CF9AE}" pid="5" name="MediaServiceImageTags">
    <vt:lpwstr/>
  </property>
  <property fmtid="{D5CDD505-2E9C-101B-9397-08002B2CF9AE}" pid="6" name="GrammarlyDocumentId">
    <vt:lpwstr>9581418fc1bee40bbd46a95e334fd63a9e325743e880e7d5905733dff4dd0993</vt:lpwstr>
  </property>
  <property fmtid="{D5CDD505-2E9C-101B-9397-08002B2CF9AE}" pid="7" name="_ExtendedDescription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2023-12-07T10:13:00Z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e10c2273-5943-48f1-9035-8f41159e1a05</vt:lpwstr>
  </property>
  <property fmtid="{D5CDD505-2E9C-101B-9397-08002B2CF9AE}" pid="14" name="MSIP_Label_6bd9ddd1-4d20-43f6-abfa-fc3c07406f94_ContentBits">
    <vt:lpwstr>0</vt:lpwstr>
  </property>
</Properties>
</file>